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D7E76" w14:textId="77777777" w:rsidR="0042696D" w:rsidRPr="00502D40" w:rsidRDefault="00044568" w:rsidP="00D95196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502D40">
        <w:rPr>
          <w:rFonts w:cs="Open Sans"/>
          <w:b/>
          <w:bCs/>
          <w:sz w:val="32"/>
          <w:szCs w:val="32"/>
        </w:rPr>
        <w:fldChar w:fldCharType="begin"/>
      </w:r>
      <w:r w:rsidRPr="00502D40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502D40">
        <w:rPr>
          <w:rFonts w:cs="Open Sans"/>
          <w:b/>
          <w:bCs/>
          <w:sz w:val="32"/>
          <w:szCs w:val="32"/>
        </w:rPr>
        <w:fldChar w:fldCharType="separate"/>
      </w:r>
      <w:r w:rsidR="000402FB" w:rsidRPr="00502D40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502D40">
        <w:rPr>
          <w:rFonts w:cs="Open Sans"/>
          <w:b/>
          <w:bCs/>
          <w:sz w:val="32"/>
          <w:szCs w:val="32"/>
        </w:rPr>
        <w:fldChar w:fldCharType="end"/>
      </w:r>
    </w:p>
    <w:p w14:paraId="64C95DD7" w14:textId="77777777" w:rsidR="00535984" w:rsidRPr="00B2756F" w:rsidRDefault="0006207D" w:rsidP="00D95196">
      <w:pPr>
        <w:pStyle w:val="Tytu"/>
        <w:spacing w:before="5040" w:after="240" w:line="276" w:lineRule="auto"/>
        <w:ind w:left="0"/>
        <w:jc w:val="right"/>
        <w:rPr>
          <w:sz w:val="52"/>
          <w:szCs w:val="52"/>
        </w:rPr>
      </w:pPr>
      <w:r w:rsidRPr="00B2756F">
        <w:rPr>
          <w:rFonts w:eastAsia="Yu Gothic Light" w:cstheme="minorHAnsi"/>
          <w:bCs/>
          <w:sz w:val="52"/>
          <w:szCs w:val="52"/>
          <w:lang w:val="pl-PL"/>
        </w:rPr>
        <w:fldChar w:fldCharType="begin"/>
      </w:r>
      <w:r w:rsidRPr="00B2756F">
        <w:rPr>
          <w:rFonts w:eastAsia="Yu Gothic Light" w:cstheme="minorHAnsi"/>
          <w:bCs/>
          <w:sz w:val="52"/>
          <w:szCs w:val="52"/>
          <w:lang w:val="pl-PL"/>
        </w:rPr>
        <w:instrText xml:space="preserve"> TITLE   \* MERGEFORMAT </w:instrText>
      </w:r>
      <w:r w:rsidRPr="00B2756F">
        <w:rPr>
          <w:rFonts w:eastAsia="Yu Gothic Light" w:cstheme="minorHAnsi"/>
          <w:bCs/>
          <w:sz w:val="52"/>
          <w:szCs w:val="52"/>
          <w:lang w:val="pl-PL"/>
        </w:rPr>
        <w:fldChar w:fldCharType="separate"/>
      </w:r>
      <w:r w:rsidR="000402FB" w:rsidRPr="00B2756F">
        <w:rPr>
          <w:rFonts w:eastAsia="Yu Gothic Light" w:cstheme="minorHAnsi"/>
          <w:bCs/>
          <w:sz w:val="52"/>
          <w:szCs w:val="52"/>
          <w:lang w:val="pl-PL"/>
        </w:rPr>
        <w:t>Specyfikacja XML dla podmiotów w zakresie elektronicznej obsługi deklaracji od nabycia wewnątrzwspólnotowego wyrobów gazowych (z wyłączeniem gazu do napędu silników spalinowych) AKC-WG</w:t>
      </w:r>
      <w:r w:rsidRPr="00B2756F">
        <w:rPr>
          <w:rFonts w:eastAsia="Yu Gothic Light" w:cstheme="minorHAnsi"/>
          <w:bCs/>
          <w:sz w:val="52"/>
          <w:szCs w:val="52"/>
          <w:lang w:val="pl-PL"/>
        </w:rPr>
        <w:fldChar w:fldCharType="end"/>
      </w:r>
    </w:p>
    <w:p w14:paraId="7745DFFB" w14:textId="37CAAE33" w:rsidR="0058798F" w:rsidRPr="00502D40" w:rsidRDefault="001D1ACD" w:rsidP="00D95196">
      <w:pPr>
        <w:autoSpaceDE w:val="0"/>
        <w:autoSpaceDN w:val="0"/>
        <w:adjustRightInd w:val="0"/>
        <w:spacing w:before="1560" w:after="60" w:line="276" w:lineRule="auto"/>
        <w:jc w:val="right"/>
      </w:pPr>
      <w:r w:rsidRPr="00502D40">
        <w:rPr>
          <w:rFonts w:cs="Open Sans"/>
          <w:b/>
          <w:bCs/>
          <w:sz w:val="32"/>
          <w:szCs w:val="32"/>
        </w:rPr>
        <w:t>Wersja</w:t>
      </w:r>
      <w:r w:rsidR="0058798F" w:rsidRPr="00502D40">
        <w:rPr>
          <w:rFonts w:cs="Open Sans"/>
          <w:b/>
          <w:bCs/>
          <w:sz w:val="32"/>
          <w:szCs w:val="32"/>
        </w:rPr>
        <w:t xml:space="preserve"> </w:t>
      </w:r>
      <w:r w:rsidR="00917ED3" w:rsidRPr="00502D40">
        <w:rPr>
          <w:rFonts w:cs="Open Sans"/>
          <w:b/>
          <w:bCs/>
          <w:sz w:val="32"/>
          <w:szCs w:val="32"/>
        </w:rPr>
        <w:fldChar w:fldCharType="begin"/>
      </w:r>
      <w:r w:rsidR="00917ED3" w:rsidRPr="00502D40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502D40">
        <w:rPr>
          <w:rFonts w:cs="Open Sans"/>
          <w:b/>
          <w:bCs/>
          <w:sz w:val="32"/>
          <w:szCs w:val="32"/>
        </w:rPr>
        <w:fldChar w:fldCharType="separate"/>
      </w:r>
      <w:r w:rsidR="00360FBB" w:rsidRPr="00502D40">
        <w:rPr>
          <w:rFonts w:cs="Open Sans"/>
          <w:b/>
          <w:bCs/>
          <w:sz w:val="32"/>
          <w:szCs w:val="32"/>
        </w:rPr>
        <w:t>1.9</w:t>
      </w:r>
      <w:r w:rsidR="00917ED3" w:rsidRPr="00502D40">
        <w:rPr>
          <w:rFonts w:cs="Open Sans"/>
          <w:b/>
          <w:bCs/>
          <w:sz w:val="32"/>
          <w:szCs w:val="32"/>
        </w:rPr>
        <w:fldChar w:fldCharType="end"/>
      </w:r>
    </w:p>
    <w:p w14:paraId="4EAEA435" w14:textId="77777777" w:rsidR="00F6340E" w:rsidRPr="00502D40" w:rsidRDefault="00F6340E" w:rsidP="007D0A84">
      <w:pPr>
        <w:sectPr w:rsidR="00F6340E" w:rsidRPr="00502D40" w:rsidSect="00047303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20C432C2" w14:textId="6CC27E82" w:rsidR="00502D40" w:rsidRDefault="00502D40" w:rsidP="00502D40">
      <w:pPr>
        <w:pStyle w:val="Legenda"/>
        <w:keepNext/>
      </w:pPr>
      <w:bookmarkStart w:id="0" w:name="_Toc183694385"/>
      <w:r>
        <w:lastRenderedPageBreak/>
        <w:t xml:space="preserve">Tabela </w:t>
      </w:r>
      <w:fldSimple w:instr=" SEQ Tabela \* ARABIC ">
        <w:r w:rsidR="00034478">
          <w:rPr>
            <w:noProof/>
          </w:rPr>
          <w:t>1</w:t>
        </w:r>
      </w:fldSimple>
      <w:r>
        <w:t xml:space="preserve">. </w:t>
      </w:r>
      <w:r w:rsidRPr="007715BC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502D40" w14:paraId="7DF09CBE" w14:textId="77777777" w:rsidTr="003F2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1A4369C6" w14:textId="77777777" w:rsidR="00BB6B75" w:rsidRPr="00502D40" w:rsidRDefault="00BB6B75" w:rsidP="007D0A84">
            <w:pPr>
              <w:pStyle w:val="Z2Nagwektabeli"/>
              <w:rPr>
                <w:rStyle w:val="Numerstrony"/>
                <w:rFonts w:ascii="Lato" w:eastAsia="Cambria" w:hAnsi="Lato" w:cs="Arial"/>
                <w:szCs w:val="18"/>
              </w:rPr>
            </w:pPr>
            <w:r w:rsidRPr="00502D40">
              <w:rPr>
                <w:rFonts w:ascii="Lato" w:hAnsi="Lato" w:cs="Arial"/>
                <w:szCs w:val="18"/>
              </w:rPr>
              <w:t>Projekt</w:t>
            </w:r>
          </w:p>
        </w:tc>
        <w:tc>
          <w:tcPr>
            <w:tcW w:w="7560" w:type="dxa"/>
          </w:tcPr>
          <w:p w14:paraId="273D83A8" w14:textId="77777777" w:rsidR="00BB6B75" w:rsidRPr="00502D40" w:rsidRDefault="00BB6B75" w:rsidP="007D0A84">
            <w:pPr>
              <w:pStyle w:val="Z2Nagwektabeli"/>
              <w:rPr>
                <w:rFonts w:ascii="Lato" w:hAnsi="Lato" w:cs="Arial"/>
                <w:szCs w:val="18"/>
              </w:rPr>
            </w:pPr>
            <w:r w:rsidRPr="00502D40">
              <w:rPr>
                <w:rFonts w:ascii="Lato" w:hAnsi="Lato" w:cs="Arial"/>
                <w:szCs w:val="18"/>
              </w:rPr>
              <w:t>ZEFIR 2</w:t>
            </w:r>
          </w:p>
        </w:tc>
      </w:tr>
      <w:tr w:rsidR="00BB6B75" w:rsidRPr="00502D40" w14:paraId="288DB5C9" w14:textId="77777777" w:rsidTr="003F22FF">
        <w:tc>
          <w:tcPr>
            <w:tcW w:w="1800" w:type="dxa"/>
          </w:tcPr>
          <w:p w14:paraId="12BA27A0" w14:textId="77777777" w:rsidR="00BB6B75" w:rsidRPr="00502D40" w:rsidRDefault="00FF41D0" w:rsidP="009E5F0B">
            <w:pPr>
              <w:pStyle w:val="Tabelazwyky"/>
            </w:pPr>
            <w:r w:rsidRPr="00502D40">
              <w:t>Nazwa Wykonawcy</w:t>
            </w:r>
          </w:p>
        </w:tc>
        <w:tc>
          <w:tcPr>
            <w:tcW w:w="7560" w:type="dxa"/>
          </w:tcPr>
          <w:p w14:paraId="0A8EEFAF" w14:textId="77777777" w:rsidR="00BB6B75" w:rsidRPr="00502D40" w:rsidRDefault="001D1ACD" w:rsidP="00004C2C">
            <w:pPr>
              <w:pStyle w:val="Tabelazwyky"/>
            </w:pPr>
            <w:r w:rsidRPr="00502D40">
              <w:t>Asseco Poland S.A.</w:t>
            </w:r>
          </w:p>
        </w:tc>
      </w:tr>
      <w:tr w:rsidR="00BB6B75" w:rsidRPr="00502D40" w14:paraId="01DC3814" w14:textId="77777777" w:rsidTr="003F22FF">
        <w:tc>
          <w:tcPr>
            <w:tcW w:w="1800" w:type="dxa"/>
          </w:tcPr>
          <w:p w14:paraId="5F83B61C" w14:textId="77777777" w:rsidR="00BB6B75" w:rsidRPr="00502D40" w:rsidRDefault="00FF41D0" w:rsidP="004520B9">
            <w:pPr>
              <w:pStyle w:val="Tabelazwyky"/>
            </w:pPr>
            <w:r w:rsidRPr="00502D40">
              <w:t>Nazwa p</w:t>
            </w:r>
            <w:r w:rsidR="00BB6B75" w:rsidRPr="00502D40">
              <w:t>rodukt</w:t>
            </w:r>
            <w:r w:rsidRPr="00502D40">
              <w:t>u</w:t>
            </w:r>
          </w:p>
        </w:tc>
        <w:tc>
          <w:tcPr>
            <w:tcW w:w="7560" w:type="dxa"/>
          </w:tcPr>
          <w:p w14:paraId="5AEE450F" w14:textId="77777777" w:rsidR="00BB6B75" w:rsidRPr="00502D40" w:rsidRDefault="00006FFF" w:rsidP="00CD2511">
            <w:pPr>
              <w:pStyle w:val="Tabelazwyky"/>
            </w:pPr>
            <w:r>
              <w:fldChar w:fldCharType="begin"/>
            </w:r>
            <w:r>
              <w:instrText xml:space="preserve"> TITLE   \* MERGEFORMAT </w:instrText>
            </w:r>
            <w:r>
              <w:fldChar w:fldCharType="separate"/>
            </w:r>
            <w:r w:rsidR="000402FB" w:rsidRPr="00502D40">
              <w:t>Specyfikacja XML dla podmiotów w zakresie elektronicznej obsługi deklaracji od nabycia wewnątrzwspólnotowego wyrobów gazowych (z wyłączeniem gazu do napędu silników spalinowych) AKC-WG</w:t>
            </w:r>
            <w:r>
              <w:fldChar w:fldCharType="end"/>
            </w:r>
          </w:p>
        </w:tc>
      </w:tr>
      <w:tr w:rsidR="00BB6B75" w:rsidRPr="00502D40" w14:paraId="5F63DF4D" w14:textId="77777777" w:rsidTr="003F22FF">
        <w:tc>
          <w:tcPr>
            <w:tcW w:w="1800" w:type="dxa"/>
          </w:tcPr>
          <w:p w14:paraId="786012C1" w14:textId="77777777" w:rsidR="00BB6B75" w:rsidRPr="00502D40" w:rsidRDefault="00BB6B75" w:rsidP="004520B9">
            <w:pPr>
              <w:pStyle w:val="Tabelazwyky"/>
            </w:pPr>
            <w:r w:rsidRPr="00502D40">
              <w:t>Opis</w:t>
            </w:r>
            <w:r w:rsidR="00FF41D0" w:rsidRPr="00502D40">
              <w:t xml:space="preserve"> produktu</w:t>
            </w:r>
          </w:p>
        </w:tc>
        <w:tc>
          <w:tcPr>
            <w:tcW w:w="7560" w:type="dxa"/>
          </w:tcPr>
          <w:p w14:paraId="18BC7EDD" w14:textId="77777777" w:rsidR="00433FAC" w:rsidRPr="00502D40" w:rsidRDefault="00433FAC" w:rsidP="00433FAC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502D40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125B9B5C" w14:textId="77777777" w:rsidR="00004C2C" w:rsidRPr="00502D40" w:rsidRDefault="00004C2C" w:rsidP="004520B9">
            <w:pPr>
              <w:pStyle w:val="Tabelazwyky"/>
            </w:pPr>
            <w:r w:rsidRPr="00502D40">
              <w:t>Dokument zawiera</w:t>
            </w:r>
            <w:r w:rsidR="008A4189" w:rsidRPr="00502D40">
              <w:t xml:space="preserve"> </w:t>
            </w:r>
            <w:r w:rsidR="00050718" w:rsidRPr="00502D40">
              <w:t xml:space="preserve">definicję struktury deklaracji </w:t>
            </w:r>
            <w:r w:rsidR="009D1E89" w:rsidRPr="00502D40">
              <w:t>Specyfikacja XML dla podmiotów w zakresie elektronicznej obsługi deklaracji od nabycia wewnątrzwspólnotowego wyrobów gazowych (z wyłączeniem gazu do napędu silników spalinowych) AKC-WG</w:t>
            </w:r>
          </w:p>
        </w:tc>
      </w:tr>
      <w:tr w:rsidR="00BB6B75" w:rsidRPr="00502D40" w14:paraId="57330B9C" w14:textId="77777777" w:rsidTr="003F22FF">
        <w:tc>
          <w:tcPr>
            <w:tcW w:w="1800" w:type="dxa"/>
          </w:tcPr>
          <w:p w14:paraId="157A86BC" w14:textId="77777777" w:rsidR="00BB6B75" w:rsidRPr="00502D40" w:rsidRDefault="00FF41D0" w:rsidP="004520B9">
            <w:pPr>
              <w:pStyle w:val="Tabelazwyky"/>
            </w:pPr>
            <w:r w:rsidRPr="00502D40">
              <w:t>Autor/</w:t>
            </w:r>
            <w:proofErr w:type="spellStart"/>
            <w:r w:rsidRPr="00502D40">
              <w:t>rzy</w:t>
            </w:r>
            <w:proofErr w:type="spellEnd"/>
          </w:p>
        </w:tc>
        <w:tc>
          <w:tcPr>
            <w:tcW w:w="7560" w:type="dxa"/>
          </w:tcPr>
          <w:p w14:paraId="188F9425" w14:textId="77777777" w:rsidR="00BB6B75" w:rsidRPr="00502D40" w:rsidRDefault="009D1E89" w:rsidP="004520B9">
            <w:pPr>
              <w:pStyle w:val="Tabelazwyky"/>
            </w:pPr>
            <w:r w:rsidRPr="00502D40">
              <w:t>Projektant –</w:t>
            </w:r>
            <w:r w:rsidR="00B67094" w:rsidRPr="00502D40">
              <w:t xml:space="preserve"> Rafał Złoty</w:t>
            </w:r>
            <w:r w:rsidR="00433FAC" w:rsidRPr="00502D40">
              <w:t>, Analityk - Bogdan Schmidt</w:t>
            </w:r>
          </w:p>
        </w:tc>
      </w:tr>
      <w:tr w:rsidR="003F22FF" w:rsidRPr="00502D40" w14:paraId="745C8717" w14:textId="77777777" w:rsidTr="003F22FF">
        <w:tc>
          <w:tcPr>
            <w:tcW w:w="1800" w:type="dxa"/>
          </w:tcPr>
          <w:p w14:paraId="305910C7" w14:textId="1E2794F8" w:rsidR="003F22FF" w:rsidRPr="00502D40" w:rsidRDefault="003F22FF" w:rsidP="003F22FF">
            <w:pPr>
              <w:pStyle w:val="Tabelazwyky"/>
            </w:pPr>
            <w:r w:rsidRPr="00502D40">
              <w:t>Nazwa pliku</w:t>
            </w:r>
          </w:p>
        </w:tc>
        <w:tc>
          <w:tcPr>
            <w:tcW w:w="7560" w:type="dxa"/>
          </w:tcPr>
          <w:p w14:paraId="63E5723D" w14:textId="6F8ABBA4" w:rsidR="003F22FF" w:rsidRPr="00502D40" w:rsidRDefault="003F22FF" w:rsidP="003F22FF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Pr="00502D40">
              <w:rPr>
                <w:noProof/>
              </w:rPr>
              <w:t>ZF2-PWT-KXML-AKCWG_v1.9</w:t>
            </w:r>
            <w:r>
              <w:rPr>
                <w:noProof/>
              </w:rPr>
              <w:fldChar w:fldCharType="end"/>
            </w:r>
          </w:p>
        </w:tc>
      </w:tr>
      <w:tr w:rsidR="003F22FF" w:rsidRPr="00502D40" w14:paraId="5DF4279E" w14:textId="77777777" w:rsidTr="003F22FF">
        <w:tc>
          <w:tcPr>
            <w:tcW w:w="1800" w:type="dxa"/>
          </w:tcPr>
          <w:p w14:paraId="1CB78401" w14:textId="7F132012" w:rsidR="003F22FF" w:rsidRPr="00502D40" w:rsidRDefault="003F22FF" w:rsidP="003F22FF">
            <w:pPr>
              <w:pStyle w:val="Tabelazwyky"/>
            </w:pPr>
            <w:r w:rsidRPr="00502D40">
              <w:t>Liczba stron</w:t>
            </w:r>
          </w:p>
        </w:tc>
        <w:tc>
          <w:tcPr>
            <w:tcW w:w="7560" w:type="dxa"/>
          </w:tcPr>
          <w:p w14:paraId="474FDD93" w14:textId="3800AB34" w:rsidR="003F22FF" w:rsidRPr="00502D40" w:rsidRDefault="003F22FF" w:rsidP="003F22FF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006FFF">
              <w:rPr>
                <w:noProof/>
              </w:rPr>
              <w:t>21</w:t>
            </w:r>
            <w:r>
              <w:rPr>
                <w:noProof/>
              </w:rPr>
              <w:fldChar w:fldCharType="end"/>
            </w:r>
          </w:p>
        </w:tc>
      </w:tr>
    </w:tbl>
    <w:p w14:paraId="5001EEC2" w14:textId="592ADCE1" w:rsidR="00502D40" w:rsidRDefault="00502D40" w:rsidP="00502D40">
      <w:pPr>
        <w:pStyle w:val="Legenda"/>
        <w:keepNext/>
      </w:pPr>
      <w:bookmarkStart w:id="1" w:name="_Toc183694386"/>
      <w:r>
        <w:t xml:space="preserve">Tabela </w:t>
      </w:r>
      <w:fldSimple w:instr=" SEQ Tabela \* ARABIC ">
        <w:r w:rsidR="00034478">
          <w:rPr>
            <w:noProof/>
          </w:rPr>
          <w:t>2</w:t>
        </w:r>
      </w:fldSimple>
      <w:r>
        <w:t xml:space="preserve">. </w:t>
      </w:r>
      <w:r w:rsidRPr="004831AF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502D40" w14:paraId="37DC35AC" w14:textId="77777777" w:rsidTr="003F2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526119C4" w14:textId="77777777" w:rsidR="00A45A2F" w:rsidRPr="00502D40" w:rsidRDefault="005366D3" w:rsidP="007D0A84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>E</w:t>
            </w:r>
            <w:r w:rsidR="00A45A2F" w:rsidRPr="00502D40">
              <w:rPr>
                <w:rFonts w:ascii="Lato" w:hAnsi="Lato"/>
              </w:rPr>
              <w:t>dycj</w:t>
            </w:r>
            <w:r w:rsidRPr="00502D40">
              <w:rPr>
                <w:rFonts w:ascii="Lato" w:hAnsi="Lato"/>
              </w:rPr>
              <w:t>a</w:t>
            </w:r>
          </w:p>
        </w:tc>
        <w:tc>
          <w:tcPr>
            <w:tcW w:w="877" w:type="dxa"/>
          </w:tcPr>
          <w:p w14:paraId="722668DD" w14:textId="77777777" w:rsidR="00A45A2F" w:rsidRPr="00502D40" w:rsidRDefault="005366D3" w:rsidP="007D0A84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>Rewizja</w:t>
            </w:r>
          </w:p>
        </w:tc>
        <w:tc>
          <w:tcPr>
            <w:tcW w:w="1326" w:type="dxa"/>
          </w:tcPr>
          <w:p w14:paraId="4691DF5F" w14:textId="77777777" w:rsidR="00A45A2F" w:rsidRPr="00502D40" w:rsidRDefault="00A45A2F" w:rsidP="007D0A84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>Data wydania</w:t>
            </w:r>
          </w:p>
        </w:tc>
        <w:tc>
          <w:tcPr>
            <w:tcW w:w="2400" w:type="dxa"/>
          </w:tcPr>
          <w:p w14:paraId="6533075E" w14:textId="77777777" w:rsidR="00A45A2F" w:rsidRPr="00502D40" w:rsidRDefault="00A45A2F" w:rsidP="007D0A84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>Opis</w:t>
            </w:r>
          </w:p>
        </w:tc>
        <w:tc>
          <w:tcPr>
            <w:tcW w:w="720" w:type="dxa"/>
          </w:tcPr>
          <w:p w14:paraId="71AE8267" w14:textId="77777777" w:rsidR="00A45A2F" w:rsidRPr="00502D40" w:rsidRDefault="005366D3" w:rsidP="007D0A84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>A</w:t>
            </w:r>
            <w:r w:rsidR="00A45A2F" w:rsidRPr="00502D40">
              <w:rPr>
                <w:rFonts w:ascii="Lato" w:hAnsi="Lato"/>
              </w:rPr>
              <w:t>kcja (*)</w:t>
            </w:r>
          </w:p>
        </w:tc>
        <w:tc>
          <w:tcPr>
            <w:tcW w:w="1080" w:type="dxa"/>
          </w:tcPr>
          <w:p w14:paraId="4ECDA0C7" w14:textId="77777777" w:rsidR="00A45A2F" w:rsidRPr="00502D40" w:rsidRDefault="00A45A2F" w:rsidP="007D0A84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>Rozdzi</w:t>
            </w:r>
            <w:r w:rsidR="00FF41D0" w:rsidRPr="00502D40">
              <w:rPr>
                <w:rFonts w:ascii="Lato" w:hAnsi="Lato"/>
              </w:rPr>
              <w:t>ały</w:t>
            </w:r>
            <w:r w:rsidR="005366D3" w:rsidRPr="00502D40">
              <w:rPr>
                <w:rFonts w:ascii="Lato" w:hAnsi="Lato"/>
              </w:rPr>
              <w:t xml:space="preserve"> </w:t>
            </w:r>
            <w:r w:rsidRPr="00502D40">
              <w:rPr>
                <w:rFonts w:ascii="Lato" w:hAnsi="Lato"/>
              </w:rPr>
              <w:t>(**)</w:t>
            </w:r>
          </w:p>
        </w:tc>
        <w:tc>
          <w:tcPr>
            <w:tcW w:w="1080" w:type="dxa"/>
          </w:tcPr>
          <w:p w14:paraId="419DD9C5" w14:textId="77777777" w:rsidR="00A45A2F" w:rsidRPr="00502D40" w:rsidRDefault="00A45A2F" w:rsidP="007D0A84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>Autor</w:t>
            </w:r>
            <w:r w:rsidR="00FF41D0" w:rsidRPr="00502D40">
              <w:rPr>
                <w:rFonts w:ascii="Lato" w:hAnsi="Lato"/>
              </w:rPr>
              <w:t>/</w:t>
            </w:r>
            <w:proofErr w:type="spellStart"/>
            <w:r w:rsidR="00FF41D0" w:rsidRPr="00502D40">
              <w:rPr>
                <w:rFonts w:ascii="Lato" w:hAnsi="Lato"/>
              </w:rPr>
              <w:t>rzy</w:t>
            </w:r>
            <w:proofErr w:type="spellEnd"/>
            <w:r w:rsidR="00FF41D0" w:rsidRPr="00502D40">
              <w:rPr>
                <w:rFonts w:ascii="Lato" w:hAnsi="Lato"/>
              </w:rPr>
              <w:t xml:space="preserve"> </w:t>
            </w:r>
            <w:r w:rsidRPr="00502D40">
              <w:rPr>
                <w:rFonts w:ascii="Lato" w:hAnsi="Lato"/>
              </w:rPr>
              <w:t>(***)</w:t>
            </w:r>
          </w:p>
        </w:tc>
        <w:tc>
          <w:tcPr>
            <w:tcW w:w="1161" w:type="dxa"/>
          </w:tcPr>
          <w:p w14:paraId="5FB82E7C" w14:textId="77777777" w:rsidR="00A45A2F" w:rsidRPr="00502D40" w:rsidRDefault="00A45A2F" w:rsidP="007D0A84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 xml:space="preserve">Data </w:t>
            </w:r>
            <w:r w:rsidR="005366D3" w:rsidRPr="00502D40">
              <w:rPr>
                <w:rFonts w:ascii="Lato" w:hAnsi="Lato"/>
              </w:rPr>
              <w:t>KJ</w:t>
            </w:r>
          </w:p>
        </w:tc>
      </w:tr>
      <w:tr w:rsidR="000535E1" w:rsidRPr="00502D40" w14:paraId="5C6FAA69" w14:textId="77777777" w:rsidTr="003F22FF">
        <w:tc>
          <w:tcPr>
            <w:tcW w:w="797" w:type="dxa"/>
          </w:tcPr>
          <w:p w14:paraId="1603CD2C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E2C19D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82A7974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2014-08-12</w:t>
            </w:r>
          </w:p>
        </w:tc>
        <w:tc>
          <w:tcPr>
            <w:tcW w:w="2400" w:type="dxa"/>
          </w:tcPr>
          <w:p w14:paraId="708233AD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E055A33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3E62352A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89E4F8B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C5E65AE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</w:tr>
      <w:tr w:rsidR="000535E1" w:rsidRPr="00502D40" w14:paraId="6C700377" w14:textId="77777777" w:rsidTr="003F22FF">
        <w:tc>
          <w:tcPr>
            <w:tcW w:w="797" w:type="dxa"/>
          </w:tcPr>
          <w:p w14:paraId="42E9750E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13C7E0B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8BC2B4F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5D66232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C81F29A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044E100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D789BC8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76FD3F3D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0535E1" w:rsidRPr="00502D40" w14:paraId="39FD98FA" w14:textId="77777777" w:rsidTr="003F22FF">
        <w:tc>
          <w:tcPr>
            <w:tcW w:w="797" w:type="dxa"/>
          </w:tcPr>
          <w:p w14:paraId="2041D342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8525B87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A8E07A3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25C7B788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9D8A289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6E06293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9325E2B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4C537D60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0535E1" w:rsidRPr="00502D40" w14:paraId="70841E35" w14:textId="77777777" w:rsidTr="003F22FF">
        <w:tc>
          <w:tcPr>
            <w:tcW w:w="797" w:type="dxa"/>
          </w:tcPr>
          <w:p w14:paraId="50E28523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D1A7326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AC02DB5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59A6355F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85A5554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C884CDD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3F9697E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250CAE3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535E1" w:rsidRPr="00502D40" w14:paraId="372467BC" w14:textId="77777777" w:rsidTr="003F22FF">
        <w:tc>
          <w:tcPr>
            <w:tcW w:w="797" w:type="dxa"/>
          </w:tcPr>
          <w:p w14:paraId="1787DCDB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23082DE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A19592A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97E63EB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0CC0908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E836FDD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3676A24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15FE6C1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0535E1" w:rsidRPr="00502D40" w14:paraId="1473B0BC" w14:textId="77777777" w:rsidTr="003F22FF">
        <w:tc>
          <w:tcPr>
            <w:tcW w:w="797" w:type="dxa"/>
          </w:tcPr>
          <w:p w14:paraId="0AAC672D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2FECE97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544834E5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71221E50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4F1DD32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DBFA401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C036FDE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AE73F48" w14:textId="77777777" w:rsidR="000535E1" w:rsidRPr="00502D40" w:rsidRDefault="000535E1" w:rsidP="00A93D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013AE0" w:rsidRPr="00502D40" w14:paraId="3A580A2C" w14:textId="77777777" w:rsidTr="003F22FF">
        <w:tc>
          <w:tcPr>
            <w:tcW w:w="797" w:type="dxa"/>
          </w:tcPr>
          <w:p w14:paraId="354FCE46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1A93330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31D9785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2014-11-25</w:t>
            </w:r>
          </w:p>
        </w:tc>
        <w:tc>
          <w:tcPr>
            <w:tcW w:w="2400" w:type="dxa"/>
          </w:tcPr>
          <w:p w14:paraId="014AB66B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Korekty po uwagach zamawiającego</w:t>
            </w:r>
          </w:p>
        </w:tc>
        <w:tc>
          <w:tcPr>
            <w:tcW w:w="720" w:type="dxa"/>
          </w:tcPr>
          <w:p w14:paraId="2A44C5F8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B6B7D2F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5AE3AFE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81A0C56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13AE0" w:rsidRPr="00502D40" w14:paraId="2AD21953" w14:textId="77777777" w:rsidTr="003F22FF">
        <w:tc>
          <w:tcPr>
            <w:tcW w:w="797" w:type="dxa"/>
          </w:tcPr>
          <w:p w14:paraId="5E8B0609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736F1F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657AC8A8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270D16A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D1E9711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9962C90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1384B6E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7B2A0DD" w14:textId="77777777" w:rsidR="00013AE0" w:rsidRPr="00502D40" w:rsidRDefault="00013AE0" w:rsidP="00E8608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2014-11-27</w:t>
            </w:r>
          </w:p>
        </w:tc>
      </w:tr>
      <w:tr w:rsidR="00AA29E1" w:rsidRPr="00502D40" w14:paraId="5423E3E8" w14:textId="77777777" w:rsidTr="003F22FF">
        <w:tc>
          <w:tcPr>
            <w:tcW w:w="797" w:type="dxa"/>
          </w:tcPr>
          <w:p w14:paraId="5922533A" w14:textId="77777777" w:rsidR="00AA29E1" w:rsidRPr="00502D40" w:rsidRDefault="00AD51BA" w:rsidP="0078720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4DFBC41" w14:textId="77777777" w:rsidR="00AA29E1" w:rsidRPr="00502D40" w:rsidRDefault="00013AE0" w:rsidP="0078720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645B778" w14:textId="77777777" w:rsidR="00AA29E1" w:rsidRPr="00502D40" w:rsidRDefault="00AA29E1" w:rsidP="0078720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1B9C56BB" w14:textId="77777777" w:rsidR="00AA29E1" w:rsidRPr="00502D40" w:rsidRDefault="00AD51BA" w:rsidP="00912DC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AA29E1" w:rsidRPr="00502D40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deklaracji od nabycia wewnątrzwspólnotowego wyrobów gazowych (z wyłączeniem gazu do napędu silników spalinowych) AKC-WG</w:t>
            </w:r>
            <w:r w:rsidR="00013AE0" w:rsidRPr="00502D40">
              <w:rPr>
                <w:rFonts w:ascii="Lato" w:hAnsi="Lato"/>
                <w:sz w:val="20"/>
                <w:szCs w:val="20"/>
                <w:lang w:val="pl-PL" w:eastAsia="pl-PL"/>
              </w:rPr>
              <w:t>, wersja 1.2</w:t>
            </w:r>
            <w:r w:rsidR="00AA29E1" w:rsidRPr="00502D40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ZF2-PRT-KXML-AKCWG_v1.</w:t>
            </w:r>
            <w:r w:rsidR="00013AE0" w:rsidRPr="00502D40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  <w:r w:rsidR="00AA29E1" w:rsidRPr="00502D40">
              <w:rPr>
                <w:rFonts w:ascii="Lato" w:hAnsi="Lato"/>
                <w:sz w:val="20"/>
                <w:szCs w:val="20"/>
                <w:lang w:val="pl-PL" w:eastAsia="pl-PL"/>
              </w:rPr>
              <w:t>.doc) odebranego w Fazie 1</w:t>
            </w:r>
          </w:p>
        </w:tc>
        <w:tc>
          <w:tcPr>
            <w:tcW w:w="720" w:type="dxa"/>
          </w:tcPr>
          <w:p w14:paraId="57B7F922" w14:textId="77777777" w:rsidR="00AA29E1" w:rsidRPr="00502D40" w:rsidRDefault="00AD51BA" w:rsidP="0078720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47DD65D7" w14:textId="77777777" w:rsidR="00AA29E1" w:rsidRPr="00502D40" w:rsidRDefault="00AA29E1" w:rsidP="0078720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398D6CE" w14:textId="77777777" w:rsidR="00AA29E1" w:rsidRPr="00502D40" w:rsidRDefault="00AA29E1" w:rsidP="0078720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69754D50" w14:textId="77777777" w:rsidR="00AA29E1" w:rsidRPr="00502D40" w:rsidRDefault="00AA29E1" w:rsidP="0078720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D423BF" w:rsidRPr="00502D40" w14:paraId="00DD8650" w14:textId="77777777" w:rsidTr="003F22FF">
        <w:tc>
          <w:tcPr>
            <w:tcW w:w="797" w:type="dxa"/>
          </w:tcPr>
          <w:p w14:paraId="7FEB200E" w14:textId="77777777" w:rsidR="00D423BF" w:rsidRPr="00502D40" w:rsidRDefault="00D423BF" w:rsidP="0095280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A39C50C" w14:textId="77777777" w:rsidR="00D423BF" w:rsidRPr="00502D40" w:rsidRDefault="00D423BF" w:rsidP="0095280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15496941" w14:textId="77777777" w:rsidR="00D423BF" w:rsidRPr="00502D40" w:rsidRDefault="00D423BF" w:rsidP="0095280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C579AE3" w14:textId="77777777" w:rsidR="00D423BF" w:rsidRPr="00502D40" w:rsidRDefault="00D423BF" w:rsidP="0095280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7DDB9C1" w14:textId="77777777" w:rsidR="00D423BF" w:rsidRPr="00502D40" w:rsidRDefault="00D423BF" w:rsidP="0095280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02BD8EF" w14:textId="77777777" w:rsidR="00D423BF" w:rsidRPr="00502D40" w:rsidRDefault="00D423BF" w:rsidP="0095280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D2E2F08" w14:textId="77777777" w:rsidR="00D423BF" w:rsidRPr="00502D40" w:rsidRDefault="00D423BF" w:rsidP="0095280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FCEF017" w14:textId="77777777" w:rsidR="00D423BF" w:rsidRPr="00502D40" w:rsidRDefault="00D423BF" w:rsidP="0095280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FB6969" w:rsidRPr="00502D40" w14:paraId="31F754FA" w14:textId="77777777" w:rsidTr="003F22FF">
        <w:tc>
          <w:tcPr>
            <w:tcW w:w="797" w:type="dxa"/>
          </w:tcPr>
          <w:p w14:paraId="4D766A60" w14:textId="77777777" w:rsidR="00FB6969" w:rsidRPr="00502D40" w:rsidRDefault="00FB6969" w:rsidP="004242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2DBD15F" w14:textId="77777777" w:rsidR="00FB6969" w:rsidRPr="00502D40" w:rsidRDefault="00FB6969" w:rsidP="004242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5FC0F6A" w14:textId="77777777" w:rsidR="00FB6969" w:rsidRPr="00502D40" w:rsidRDefault="00FB6969" w:rsidP="004242C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  <w:tc>
          <w:tcPr>
            <w:tcW w:w="2400" w:type="dxa"/>
          </w:tcPr>
          <w:p w14:paraId="41E8308C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039B38F0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4E40D00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BD3B395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39D3B43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B6969" w:rsidRPr="00502D40" w14:paraId="40D5709C" w14:textId="77777777" w:rsidTr="003F22FF">
        <w:tc>
          <w:tcPr>
            <w:tcW w:w="797" w:type="dxa"/>
          </w:tcPr>
          <w:p w14:paraId="7883DA47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559BF5D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0F0F5071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98DCA0E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F8D4E1C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AFA4589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E4A8FE8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D7F89C8" w14:textId="77777777" w:rsidR="00FB6969" w:rsidRPr="00502D40" w:rsidRDefault="00FB6969" w:rsidP="001519B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8C3F2C" w:rsidRPr="00502D40" w14:paraId="5E790AE5" w14:textId="77777777" w:rsidTr="003F22FF">
        <w:tc>
          <w:tcPr>
            <w:tcW w:w="797" w:type="dxa"/>
          </w:tcPr>
          <w:p w14:paraId="574DD7ED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0619555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1AAACFD9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2015-02-25</w:t>
            </w:r>
          </w:p>
        </w:tc>
        <w:tc>
          <w:tcPr>
            <w:tcW w:w="2400" w:type="dxa"/>
          </w:tcPr>
          <w:p w14:paraId="25F475E0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E5AD523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DAF737B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EEE38BB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403524D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C3F2C" w:rsidRPr="00502D40" w14:paraId="1F65ED67" w14:textId="77777777" w:rsidTr="003F22FF">
        <w:tc>
          <w:tcPr>
            <w:tcW w:w="797" w:type="dxa"/>
          </w:tcPr>
          <w:p w14:paraId="64A3D280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BCF5422" w14:textId="77777777" w:rsidR="008C3F2C" w:rsidRPr="00502D40" w:rsidRDefault="00A65395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5BDBA22C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3E95BB6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A7013E7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8B88D5D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B13F9C9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862550E" w14:textId="77777777" w:rsidR="008C3F2C" w:rsidRPr="00502D40" w:rsidRDefault="008C3F2C" w:rsidP="0045505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887DD4" w:rsidRPr="00502D40" w14:paraId="6A86191C" w14:textId="77777777" w:rsidTr="003F22FF">
        <w:tc>
          <w:tcPr>
            <w:tcW w:w="797" w:type="dxa"/>
          </w:tcPr>
          <w:p w14:paraId="245150CD" w14:textId="77777777" w:rsidR="00887DD4" w:rsidRPr="00502D40" w:rsidRDefault="00887DD4" w:rsidP="00887D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E958DC8" w14:textId="77777777" w:rsidR="00887DD4" w:rsidRPr="00502D40" w:rsidRDefault="00887DD4" w:rsidP="00887D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2A6D0C2C" w14:textId="77777777" w:rsidR="00887DD4" w:rsidRPr="00502D40" w:rsidRDefault="00887DD4" w:rsidP="00887D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3478B7A5" w14:textId="77777777" w:rsidR="00887DD4" w:rsidRPr="00502D40" w:rsidRDefault="00887DD4" w:rsidP="00887D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62A0F9C" w14:textId="77777777" w:rsidR="00887DD4" w:rsidRPr="00502D40" w:rsidRDefault="00887DD4" w:rsidP="00887D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66A57EE7" w14:textId="77777777" w:rsidR="00887DD4" w:rsidRPr="00502D40" w:rsidRDefault="00887DD4" w:rsidP="00887D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6025CB3" w14:textId="77777777" w:rsidR="00887DD4" w:rsidRPr="00502D40" w:rsidRDefault="00887DD4" w:rsidP="00887D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3AB37BC" w14:textId="77777777" w:rsidR="00887DD4" w:rsidRPr="00502D40" w:rsidRDefault="00887DD4" w:rsidP="00887DD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54708" w:rsidRPr="00502D40" w14:paraId="46BA42F9" w14:textId="77777777" w:rsidTr="003F22FF">
        <w:tc>
          <w:tcPr>
            <w:tcW w:w="797" w:type="dxa"/>
          </w:tcPr>
          <w:p w14:paraId="357E4401" w14:textId="77777777" w:rsidR="00054708" w:rsidRPr="00502D40" w:rsidRDefault="00054708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803A55E" w14:textId="77777777" w:rsidR="00054708" w:rsidRPr="00502D40" w:rsidRDefault="00054708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4EEBDA2B" w14:textId="77777777" w:rsidR="00054708" w:rsidRPr="00502D40" w:rsidRDefault="00054708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91D875A" w14:textId="77777777" w:rsidR="00054708" w:rsidRPr="00502D40" w:rsidRDefault="00054708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CDE5879" w14:textId="77777777" w:rsidR="00054708" w:rsidRPr="00502D40" w:rsidRDefault="00054708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8F4C617" w14:textId="77777777" w:rsidR="00054708" w:rsidRPr="00502D40" w:rsidRDefault="00054708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16039AB" w14:textId="77777777" w:rsidR="00054708" w:rsidRPr="00502D40" w:rsidRDefault="00054708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39142BF" w14:textId="77777777" w:rsidR="00054708" w:rsidRPr="00502D40" w:rsidRDefault="00054708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4E4FF7" w:rsidRPr="00502D40" w14:paraId="7AB765FC" w14:textId="77777777" w:rsidTr="003F22FF">
        <w:tc>
          <w:tcPr>
            <w:tcW w:w="797" w:type="dxa"/>
          </w:tcPr>
          <w:p w14:paraId="72A81D06" w14:textId="77777777" w:rsidR="004E4FF7" w:rsidRPr="00502D40" w:rsidRDefault="004E4FF7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66E75D4" w14:textId="77777777" w:rsidR="004E4FF7" w:rsidRPr="00502D40" w:rsidRDefault="004E4FF7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46AB093A" w14:textId="77777777" w:rsidR="004E4FF7" w:rsidRPr="00502D40" w:rsidRDefault="004E4FF7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2A8DCD4A" w14:textId="77777777" w:rsidR="004E4FF7" w:rsidRPr="00502D40" w:rsidRDefault="004E4FF7" w:rsidP="00054708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D0953D8" w14:textId="77777777" w:rsidR="004E4FF7" w:rsidRPr="00502D40" w:rsidRDefault="004E4FF7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9E255A5" w14:textId="77777777" w:rsidR="004E4FF7" w:rsidRPr="00502D40" w:rsidRDefault="004E4FF7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AFC5C0E" w14:textId="77777777" w:rsidR="004E4FF7" w:rsidRPr="00502D40" w:rsidRDefault="004E4FF7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4E645901" w14:textId="77777777" w:rsidR="004E4FF7" w:rsidRPr="00502D40" w:rsidRDefault="004E4FF7" w:rsidP="0005470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774572" w:rsidRPr="00502D40" w14:paraId="036C41A8" w14:textId="77777777" w:rsidTr="003F22FF">
        <w:tc>
          <w:tcPr>
            <w:tcW w:w="797" w:type="dxa"/>
          </w:tcPr>
          <w:p w14:paraId="68D06097" w14:textId="77777777" w:rsidR="00774572" w:rsidRPr="00502D40" w:rsidRDefault="00774572" w:rsidP="00774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D167E5D" w14:textId="77777777" w:rsidR="00774572" w:rsidRPr="00502D40" w:rsidRDefault="00774572" w:rsidP="00774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02FA72C8" w14:textId="77777777" w:rsidR="00774572" w:rsidRPr="00502D40" w:rsidRDefault="00774572" w:rsidP="00774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D121096" w14:textId="77777777" w:rsidR="00774572" w:rsidRPr="00502D40" w:rsidRDefault="00774572" w:rsidP="00774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9133199" w14:textId="77777777" w:rsidR="00774572" w:rsidRPr="00502D40" w:rsidRDefault="00774572" w:rsidP="00774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06282AB" w14:textId="77777777" w:rsidR="00774572" w:rsidRPr="00502D40" w:rsidRDefault="00774572" w:rsidP="00774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E3B838F" w14:textId="77777777" w:rsidR="00774572" w:rsidRPr="00502D40" w:rsidRDefault="00774572" w:rsidP="00774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 xml:space="preserve">Marek </w:t>
            </w: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Puchrowicz</w:t>
            </w:r>
            <w:proofErr w:type="spellEnd"/>
          </w:p>
        </w:tc>
        <w:tc>
          <w:tcPr>
            <w:tcW w:w="1161" w:type="dxa"/>
          </w:tcPr>
          <w:p w14:paraId="3C32C996" w14:textId="77777777" w:rsidR="00774572" w:rsidRPr="00502D40" w:rsidRDefault="00774572" w:rsidP="0077457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2015-09-02</w:t>
            </w:r>
          </w:p>
        </w:tc>
      </w:tr>
      <w:tr w:rsidR="00047303" w:rsidRPr="00502D40" w14:paraId="06C898E4" w14:textId="77777777" w:rsidTr="003F22FF">
        <w:tc>
          <w:tcPr>
            <w:tcW w:w="797" w:type="dxa"/>
          </w:tcPr>
          <w:p w14:paraId="6B1F8C6A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45ABC2A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17F16244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253775D" w14:textId="77777777" w:rsidR="00047303" w:rsidRPr="00502D40" w:rsidRDefault="00047303" w:rsidP="00047303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 xml:space="preserve">Specyfikacja XML dla podmiotów w zakresie elektronicznej obsługi deklaracji od nabycia wewnątrzwspólnotowego wyrobów gazowych (z wyłączeniem gazu do napędu silników spalinowych) AKC-WG, wersja 1.7 </w:t>
            </w:r>
            <w:r w:rsidR="001263AC" w:rsidRPr="00502D40">
              <w:rPr>
                <w:rFonts w:ascii="Lato" w:hAnsi="Lato"/>
                <w:sz w:val="20"/>
                <w:szCs w:val="20"/>
                <w:lang w:val="pl-PL" w:eastAsia="pl-PL"/>
              </w:rPr>
              <w:t xml:space="preserve">wytworzonego </w:t>
            </w: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7716E826" w14:textId="77777777" w:rsidR="00047303" w:rsidRPr="00502D40" w:rsidRDefault="00047303" w:rsidP="00047303">
            <w:pPr>
              <w:rPr>
                <w:rFonts w:cs="Arial"/>
                <w:sz w:val="20"/>
                <w:szCs w:val="20"/>
              </w:rPr>
            </w:pPr>
            <w:r w:rsidRPr="00502D40">
              <w:rPr>
                <w:rFonts w:cs="Arial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44D4F0F1" w14:textId="77777777" w:rsidR="00047303" w:rsidRPr="00502D40" w:rsidRDefault="00047303" w:rsidP="00047303">
            <w:pPr>
              <w:rPr>
                <w:rFonts w:cs="Arial"/>
                <w:sz w:val="20"/>
                <w:szCs w:val="20"/>
              </w:rPr>
            </w:pPr>
            <w:r w:rsidRPr="00502D40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382C2033" w14:textId="77777777" w:rsidR="00047303" w:rsidRPr="00502D40" w:rsidRDefault="00047303" w:rsidP="00047303">
            <w:pPr>
              <w:rPr>
                <w:rFonts w:cs="Arial"/>
                <w:sz w:val="20"/>
                <w:szCs w:val="20"/>
              </w:rPr>
            </w:pPr>
            <w:r w:rsidRPr="00502D40">
              <w:rPr>
                <w:rFonts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0FDC056B" w14:textId="77777777" w:rsidR="00047303" w:rsidRPr="00502D40" w:rsidRDefault="00047303" w:rsidP="00047303">
            <w:pPr>
              <w:rPr>
                <w:rFonts w:cs="Arial"/>
                <w:sz w:val="20"/>
                <w:szCs w:val="20"/>
              </w:rPr>
            </w:pPr>
            <w:proofErr w:type="spellStart"/>
            <w:r w:rsidRPr="00502D40">
              <w:rPr>
                <w:rFonts w:cs="Arial"/>
                <w:sz w:val="20"/>
                <w:szCs w:val="20"/>
              </w:rPr>
              <w:t>nd</w:t>
            </w:r>
            <w:proofErr w:type="spellEnd"/>
          </w:p>
        </w:tc>
      </w:tr>
      <w:tr w:rsidR="00047303" w:rsidRPr="00502D40" w14:paraId="0AC4325A" w14:textId="77777777" w:rsidTr="003F22FF">
        <w:tc>
          <w:tcPr>
            <w:tcW w:w="797" w:type="dxa"/>
          </w:tcPr>
          <w:p w14:paraId="589E0D16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4268EFEA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4EC8C590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07501230" w14:textId="77777777" w:rsidR="00047303" w:rsidRPr="00502D40" w:rsidRDefault="00047303" w:rsidP="00047303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25D66BFE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DF9BDBA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0F042DD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7C41FE42" w14:textId="77777777" w:rsidR="00047303" w:rsidRPr="00502D40" w:rsidRDefault="00047303" w:rsidP="00047303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33FAC" w:rsidRPr="00502D40" w14:paraId="2668A6DE" w14:textId="77777777" w:rsidTr="003F22FF">
        <w:tc>
          <w:tcPr>
            <w:tcW w:w="797" w:type="dxa"/>
          </w:tcPr>
          <w:p w14:paraId="23CC4A4A" w14:textId="77777777" w:rsidR="00433FAC" w:rsidRPr="00502D40" w:rsidRDefault="00433FAC" w:rsidP="007D1F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F4AB712" w14:textId="77777777" w:rsidR="00433FAC" w:rsidRPr="00502D40" w:rsidRDefault="00433FAC" w:rsidP="007D1F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205E249A" w14:textId="77777777" w:rsidR="00433FAC" w:rsidRPr="00502D40" w:rsidRDefault="00433FAC" w:rsidP="007D1F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56AEF38C" w14:textId="77777777" w:rsidR="00433FAC" w:rsidRPr="00502D40" w:rsidRDefault="00433FAC" w:rsidP="009F4271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502D4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</w:t>
            </w:r>
            <w:r w:rsidR="009F4271" w:rsidRPr="00502D4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z</w:t>
            </w:r>
            <w:proofErr w:type="spellEnd"/>
            <w:r w:rsidRPr="00502D4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10C22644" w14:textId="77777777" w:rsidR="00433FAC" w:rsidRPr="00502D40" w:rsidRDefault="00433FAC" w:rsidP="007D1F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342C178" w14:textId="77777777" w:rsidR="00433FAC" w:rsidRPr="00502D40" w:rsidRDefault="00433FAC" w:rsidP="007D1F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3304C600" w14:textId="77777777" w:rsidR="00433FAC" w:rsidRPr="00502D40" w:rsidRDefault="00433FAC" w:rsidP="007D1F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92CCAB0" w14:textId="77777777" w:rsidR="00433FAC" w:rsidRPr="00502D40" w:rsidRDefault="00433FAC" w:rsidP="007D1F7F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60FBB" w:rsidRPr="00502D40" w14:paraId="29EF6313" w14:textId="77777777" w:rsidTr="003F22FF">
        <w:tc>
          <w:tcPr>
            <w:tcW w:w="797" w:type="dxa"/>
          </w:tcPr>
          <w:p w14:paraId="17D65FD4" w14:textId="77777777" w:rsidR="00360FBB" w:rsidRPr="00502D40" w:rsidRDefault="00360FBB" w:rsidP="00642F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26FEF1" w14:textId="77777777" w:rsidR="00360FBB" w:rsidRPr="00502D40" w:rsidRDefault="00360FBB" w:rsidP="00642F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710F1C7E" w14:textId="77777777" w:rsidR="00360FBB" w:rsidRPr="00502D40" w:rsidRDefault="00360FBB" w:rsidP="00642F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6BC50FC6" w14:textId="77777777" w:rsidR="00360FBB" w:rsidRPr="00502D40" w:rsidRDefault="00360FBB" w:rsidP="00642F44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01FAFE78" w14:textId="77777777" w:rsidR="00360FBB" w:rsidRPr="00502D40" w:rsidRDefault="00360FBB" w:rsidP="00642F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500E57D" w14:textId="77777777" w:rsidR="00360FBB" w:rsidRPr="00502D40" w:rsidRDefault="00360FBB" w:rsidP="00642F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E70A01D" w14:textId="77777777" w:rsidR="00360FBB" w:rsidRPr="00502D40" w:rsidRDefault="00360FBB" w:rsidP="00642F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21BB4FC1" w14:textId="77777777" w:rsidR="00360FBB" w:rsidRPr="00502D40" w:rsidRDefault="00360FBB" w:rsidP="00642F4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502D40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5FB8A013" w14:textId="77777777" w:rsidR="00A45A2F" w:rsidRPr="00502D40" w:rsidRDefault="001B0CCD" w:rsidP="003D25AE">
      <w:r w:rsidRPr="00502D40">
        <w:t xml:space="preserve"> </w:t>
      </w:r>
      <w:r w:rsidR="00A45A2F" w:rsidRPr="00502D40">
        <w:t>(*) Akcje: W = Wstaw, Z = Zamień, We = Weryfikuj, N = Nowy</w:t>
      </w:r>
    </w:p>
    <w:p w14:paraId="48E1E061" w14:textId="77777777" w:rsidR="00A45A2F" w:rsidRPr="00502D40" w:rsidRDefault="00A45A2F" w:rsidP="003D25AE">
      <w:r w:rsidRPr="00502D40">
        <w:t>(**) Rozdziały: W = Wszystkie</w:t>
      </w:r>
    </w:p>
    <w:p w14:paraId="1C69BD29" w14:textId="77777777" w:rsidR="00561FE8" w:rsidRPr="00502D40" w:rsidRDefault="00A45A2F" w:rsidP="003D25AE">
      <w:r w:rsidRPr="00502D40">
        <w:t>(***) Autorzy: patrz metryka dokumentu</w:t>
      </w:r>
    </w:p>
    <w:p w14:paraId="1F8A9228" w14:textId="77777777" w:rsidR="003B59A0" w:rsidRPr="00B046E4" w:rsidRDefault="00561FE8" w:rsidP="003B59A0">
      <w:pPr>
        <w:pStyle w:val="PJPtekst"/>
        <w:ind w:left="0"/>
        <w:rPr>
          <w:rFonts w:ascii="Lato" w:hAnsi="Lato"/>
          <w:sz w:val="28"/>
          <w:szCs w:val="28"/>
        </w:rPr>
      </w:pPr>
      <w:r w:rsidRPr="00502D40">
        <w:rPr>
          <w:rFonts w:ascii="Lato" w:hAnsi="Lato"/>
        </w:rPr>
        <w:br w:type="page"/>
      </w:r>
      <w:r w:rsidR="003B59A0" w:rsidRPr="00B046E4">
        <w:rPr>
          <w:rFonts w:ascii="Lato" w:hAnsi="Lato"/>
          <w:sz w:val="28"/>
          <w:szCs w:val="28"/>
        </w:rPr>
        <w:lastRenderedPageBreak/>
        <w:t>SPIS TREŚCI</w:t>
      </w:r>
    </w:p>
    <w:p w14:paraId="395F6671" w14:textId="073C9551" w:rsidR="00006FFF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B046E4">
        <w:fldChar w:fldCharType="begin"/>
      </w:r>
      <w:r w:rsidRPr="00B046E4">
        <w:instrText xml:space="preserve"> TOC \o "1-3" \h \z \u </w:instrText>
      </w:r>
      <w:r w:rsidRPr="00B046E4">
        <w:fldChar w:fldCharType="separate"/>
      </w:r>
      <w:hyperlink w:anchor="_Toc183694399" w:history="1">
        <w:r w:rsidR="00006FFF" w:rsidRPr="00932838">
          <w:rPr>
            <w:rStyle w:val="Hipercze"/>
            <w:noProof/>
          </w:rPr>
          <w:t>1.</w:t>
        </w:r>
        <w:r w:rsidR="00006FF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06FFF" w:rsidRPr="00932838">
          <w:rPr>
            <w:rStyle w:val="Hipercze"/>
            <w:noProof/>
          </w:rPr>
          <w:t>Opis dokumentu</w:t>
        </w:r>
        <w:r w:rsidR="00006FFF">
          <w:rPr>
            <w:noProof/>
            <w:webHidden/>
          </w:rPr>
          <w:tab/>
        </w:r>
        <w:r w:rsidR="00006FFF">
          <w:rPr>
            <w:noProof/>
            <w:webHidden/>
          </w:rPr>
          <w:fldChar w:fldCharType="begin"/>
        </w:r>
        <w:r w:rsidR="00006FFF">
          <w:rPr>
            <w:noProof/>
            <w:webHidden/>
          </w:rPr>
          <w:instrText xml:space="preserve"> PAGEREF _Toc183694399 \h </w:instrText>
        </w:r>
        <w:r w:rsidR="00006FFF">
          <w:rPr>
            <w:noProof/>
            <w:webHidden/>
          </w:rPr>
        </w:r>
        <w:r w:rsidR="00006FFF">
          <w:rPr>
            <w:noProof/>
            <w:webHidden/>
          </w:rPr>
          <w:fldChar w:fldCharType="separate"/>
        </w:r>
        <w:r w:rsidR="00006FFF">
          <w:rPr>
            <w:noProof/>
            <w:webHidden/>
          </w:rPr>
          <w:t>8</w:t>
        </w:r>
        <w:r w:rsidR="00006FFF">
          <w:rPr>
            <w:noProof/>
            <w:webHidden/>
          </w:rPr>
          <w:fldChar w:fldCharType="end"/>
        </w:r>
      </w:hyperlink>
    </w:p>
    <w:p w14:paraId="1BE9C296" w14:textId="12007A6A" w:rsidR="00006FFF" w:rsidRDefault="00006FF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400" w:history="1">
        <w:r w:rsidRPr="00932838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Cel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1DABD8B" w14:textId="43120312" w:rsidR="00006FFF" w:rsidRDefault="00006FF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401" w:history="1">
        <w:r w:rsidRPr="00932838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Zastosowanie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FA68184" w14:textId="25C37AA2" w:rsidR="00006FFF" w:rsidRDefault="00006FF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402" w:history="1">
        <w:r w:rsidRPr="00932838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Obowiązywanie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1C3A740" w14:textId="6DB59E61" w:rsidR="00006FFF" w:rsidRDefault="00006FF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403" w:history="1">
        <w:r w:rsidRPr="00932838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Dokumenty obowiązujące i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9F43DA9" w14:textId="500FEA98" w:rsidR="00006FFF" w:rsidRDefault="00006FF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94404" w:history="1">
        <w:r w:rsidRPr="00932838">
          <w:rPr>
            <w:rStyle w:val="Hipercze"/>
            <w:noProof/>
          </w:rPr>
          <w:t>1.4.1.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Dokumenty obowiązujące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9EE3618" w14:textId="00BCF9CE" w:rsidR="00006FFF" w:rsidRDefault="00006FF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94405" w:history="1">
        <w:r w:rsidRPr="00932838">
          <w:rPr>
            <w:rStyle w:val="Hipercze"/>
            <w:noProof/>
          </w:rPr>
          <w:t>1.4.2.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Dokumenty pomocnicze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9DE4F3" w14:textId="6A341679" w:rsidR="00006FFF" w:rsidRDefault="00006FF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406" w:history="1">
        <w:r w:rsidRPr="00932838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Słownik przyjętych skrótów i terminów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E651AE3" w14:textId="2D729B34" w:rsidR="00006FFF" w:rsidRDefault="00006FF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94407" w:history="1">
        <w:r w:rsidRPr="00932838">
          <w:rPr>
            <w:rStyle w:val="Hipercze"/>
            <w:noProof/>
          </w:rPr>
          <w:t>1.5.1.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Skróty i akronimy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7C563C8" w14:textId="4C178A79" w:rsidR="00006FFF" w:rsidRDefault="00006FF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94408" w:history="1">
        <w:r w:rsidRPr="00932838">
          <w:rPr>
            <w:rStyle w:val="Hipercze"/>
            <w:noProof/>
          </w:rPr>
          <w:t>1.5.2.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Terminy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A91F063" w14:textId="3E71AE44" w:rsidR="00006FFF" w:rsidRDefault="00006FF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94409" w:history="1">
        <w:r w:rsidRPr="00932838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Zawartość merytoryczna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BBFBBB0" w14:textId="31664A60" w:rsidR="00006FFF" w:rsidRDefault="00006FF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94410" w:history="1">
        <w:r w:rsidRPr="00932838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Specyfikacja deklaracji AKC_WG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59031D8" w14:textId="343F0E1C" w:rsidR="00006FFF" w:rsidRDefault="00006FF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411" w:history="1">
        <w:r w:rsidRPr="00932838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Reguły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7D4FC50" w14:textId="7A832BB6" w:rsidR="00006FFF" w:rsidRDefault="00006FF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94412" w:history="1">
        <w:r w:rsidRPr="00932838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Pr="00932838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E214BBD" w14:textId="40E088E4" w:rsidR="00764E48" w:rsidRPr="00B046E4" w:rsidRDefault="00035695" w:rsidP="003F22FF">
      <w:r w:rsidRPr="00B046E4">
        <w:fldChar w:fldCharType="end"/>
      </w:r>
      <w:bookmarkStart w:id="2" w:name="_Toc349568549"/>
      <w:r w:rsidR="003F030F" w:rsidRPr="00B046E4">
        <w:t>SPIS TABEL</w:t>
      </w:r>
      <w:bookmarkEnd w:id="2"/>
    </w:p>
    <w:p w14:paraId="54053B6A" w14:textId="6AFE766C" w:rsidR="00006FFF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B046E4">
        <w:fldChar w:fldCharType="begin"/>
      </w:r>
      <w:r w:rsidR="00836DD7" w:rsidRPr="00B046E4">
        <w:instrText xml:space="preserve"> TOC \h \z \c "Tabela" </w:instrText>
      </w:r>
      <w:r w:rsidRPr="00B046E4">
        <w:fldChar w:fldCharType="separate"/>
      </w:r>
      <w:hyperlink w:anchor="_Toc183694385" w:history="1">
        <w:r w:rsidR="00006FFF" w:rsidRPr="005F4E7B">
          <w:rPr>
            <w:rStyle w:val="Hipercze"/>
            <w:noProof/>
          </w:rPr>
          <w:t>Tabela 1. Metryka dokumentu</w:t>
        </w:r>
        <w:r w:rsidR="00006FFF">
          <w:rPr>
            <w:noProof/>
            <w:webHidden/>
          </w:rPr>
          <w:tab/>
        </w:r>
        <w:r w:rsidR="00006FFF">
          <w:rPr>
            <w:noProof/>
            <w:webHidden/>
          </w:rPr>
          <w:fldChar w:fldCharType="begin"/>
        </w:r>
        <w:r w:rsidR="00006FFF">
          <w:rPr>
            <w:noProof/>
            <w:webHidden/>
          </w:rPr>
          <w:instrText xml:space="preserve"> PAGEREF _Toc183694385 \h </w:instrText>
        </w:r>
        <w:r w:rsidR="00006FFF">
          <w:rPr>
            <w:noProof/>
            <w:webHidden/>
          </w:rPr>
        </w:r>
        <w:r w:rsidR="00006FFF">
          <w:rPr>
            <w:noProof/>
            <w:webHidden/>
          </w:rPr>
          <w:fldChar w:fldCharType="separate"/>
        </w:r>
        <w:r w:rsidR="00006FFF">
          <w:rPr>
            <w:noProof/>
            <w:webHidden/>
          </w:rPr>
          <w:t>2</w:t>
        </w:r>
        <w:r w:rsidR="00006FFF">
          <w:rPr>
            <w:noProof/>
            <w:webHidden/>
          </w:rPr>
          <w:fldChar w:fldCharType="end"/>
        </w:r>
      </w:hyperlink>
    </w:p>
    <w:p w14:paraId="67C5365C" w14:textId="181BC6C3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86" w:history="1">
        <w:r w:rsidRPr="005F4E7B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3C353FF" w14:textId="71663DFF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87" w:history="1">
        <w:r w:rsidRPr="005F4E7B">
          <w:rPr>
            <w:rStyle w:val="Hipercze"/>
            <w:noProof/>
          </w:rPr>
          <w:t>Tabela 3. Wykaz dokumentów obowiązujących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77A18AE" w14:textId="33A486D7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88" w:history="1">
        <w:r w:rsidRPr="005F4E7B">
          <w:rPr>
            <w:rStyle w:val="Hipercze"/>
            <w:noProof/>
          </w:rPr>
          <w:t>Tabela 4. Wykaz dokumentów pomocniczych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211AA25" w14:textId="0DFDFF11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89" w:history="1">
        <w:r w:rsidRPr="005F4E7B">
          <w:rPr>
            <w:rStyle w:val="Hipercze"/>
            <w:noProof/>
          </w:rPr>
          <w:t>Tabela 5.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AB92C99" w14:textId="5CFB82DC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90" w:history="1">
        <w:r w:rsidRPr="005F4E7B">
          <w:rPr>
            <w:rStyle w:val="Hipercze"/>
            <w:noProof/>
          </w:rPr>
          <w:t>Tabela 6. Wykaz definicji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CF0DDA5" w14:textId="2C41ABB2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91" w:history="1">
        <w:r w:rsidRPr="005F4E7B">
          <w:rPr>
            <w:rStyle w:val="Hipercze"/>
            <w:noProof/>
          </w:rPr>
          <w:t>Tabela 7.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F73EAA5" w14:textId="03AABCB9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92" w:history="1">
        <w:r w:rsidRPr="005F4E7B">
          <w:rPr>
            <w:rStyle w:val="Hipercze"/>
            <w:noProof/>
          </w:rPr>
          <w:t>Tabela 8. Powiązanie plików XSD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CFD7E67" w14:textId="6EAC48FB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93" w:history="1">
        <w:r w:rsidRPr="005F4E7B">
          <w:rPr>
            <w:rStyle w:val="Hipercze"/>
            <w:noProof/>
          </w:rPr>
          <w:t>Tabela 9. Struktura elementu AKCWGType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3E713AD" w14:textId="25FF9D78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94" w:history="1">
        <w:r w:rsidRPr="005F4E7B">
          <w:rPr>
            <w:rStyle w:val="Hipercze"/>
            <w:noProof/>
          </w:rPr>
          <w:t>Tabela 10. Struktura elementu HeaderType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2EAC105" w14:textId="24BFE4D5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95" w:history="1">
        <w:r w:rsidRPr="005F4E7B">
          <w:rPr>
            <w:rStyle w:val="Hipercze"/>
            <w:noProof/>
          </w:rPr>
          <w:t>Tabela 11. Struktura elementu CalcAmountPayableType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2FBA93E" w14:textId="24C286EE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96" w:history="1">
        <w:r w:rsidRPr="005F4E7B">
          <w:rPr>
            <w:rStyle w:val="Hipercze"/>
            <w:noProof/>
          </w:rPr>
          <w:t>Tabela 12. Struktura elementu ItemType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B9893DA" w14:textId="0A737AF9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97" w:history="1">
        <w:r w:rsidRPr="005F4E7B">
          <w:rPr>
            <w:rStyle w:val="Hipercze"/>
            <w:noProof/>
          </w:rPr>
          <w:t>Tabela 13. Struktura elementu AmountPayableType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76CF46D" w14:textId="7613D7E9" w:rsidR="00006FFF" w:rsidRDefault="00006FF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94398" w:history="1">
        <w:r w:rsidRPr="005F4E7B">
          <w:rPr>
            <w:rStyle w:val="Hipercze"/>
            <w:noProof/>
          </w:rPr>
          <w:t>Tabela 14. Reguły dotyczące deklaracji AKC-WG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_Toc183694398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BD5B9D8" w14:textId="59E9D875" w:rsidR="003F22FF" w:rsidRDefault="0006207D" w:rsidP="003F22FF">
      <w:r w:rsidRPr="00B046E4">
        <w:fldChar w:fldCharType="end"/>
      </w:r>
      <w:bookmarkStart w:id="3" w:name="_Toc341696555"/>
      <w:bookmarkStart w:id="4" w:name="_Toc349568551"/>
      <w:r w:rsidR="003F22FF">
        <w:br w:type="page"/>
      </w:r>
    </w:p>
    <w:p w14:paraId="5FBD9019" w14:textId="4F7C3A4F" w:rsidR="003F3585" w:rsidRPr="00502D40" w:rsidRDefault="00004C2C" w:rsidP="003F22FF">
      <w:pPr>
        <w:pStyle w:val="Nagwek1"/>
      </w:pPr>
      <w:bookmarkStart w:id="5" w:name="_Toc183694399"/>
      <w:r w:rsidRPr="00502D40">
        <w:lastRenderedPageBreak/>
        <w:t xml:space="preserve">Opis </w:t>
      </w:r>
      <w:r w:rsidR="00CE1C03" w:rsidRPr="00502D40">
        <w:t>dokumentu</w:t>
      </w:r>
      <w:bookmarkEnd w:id="3"/>
      <w:bookmarkEnd w:id="4"/>
      <w:bookmarkEnd w:id="5"/>
    </w:p>
    <w:p w14:paraId="064DEC26" w14:textId="77777777" w:rsidR="00364DAC" w:rsidRPr="00502D40" w:rsidRDefault="00364DAC" w:rsidP="00502D40">
      <w:pPr>
        <w:pStyle w:val="Nagwek2"/>
      </w:pPr>
      <w:bookmarkStart w:id="6" w:name="_Toc349568552"/>
      <w:bookmarkStart w:id="7" w:name="_Toc361145794"/>
      <w:bookmarkStart w:id="8" w:name="_Toc341696556"/>
      <w:bookmarkStart w:id="9" w:name="_Toc349568553"/>
      <w:bookmarkStart w:id="10" w:name="_Toc183694400"/>
      <w:r w:rsidRPr="00502D40">
        <w:t>Cel dokumentu</w:t>
      </w:r>
      <w:bookmarkEnd w:id="6"/>
      <w:bookmarkEnd w:id="7"/>
      <w:bookmarkEnd w:id="10"/>
    </w:p>
    <w:p w14:paraId="766911D8" w14:textId="77777777" w:rsidR="000D5EA2" w:rsidRPr="00502D40" w:rsidRDefault="00690AD4" w:rsidP="003F22FF">
      <w:pPr>
        <w:autoSpaceDE w:val="0"/>
        <w:autoSpaceDN w:val="0"/>
        <w:adjustRightInd w:val="0"/>
        <w:spacing w:before="40" w:after="60"/>
      </w:pPr>
      <w:r w:rsidRPr="00502D40">
        <w:t xml:space="preserve">Celem specyfikacji jest zdefiniowanie struktury i zawartości informacyjnej dokumentu XML (zwanej tutaj także komunikatem) deklaracji </w:t>
      </w:r>
      <w:r w:rsidR="00A400EE" w:rsidRPr="00502D40">
        <w:t>od nabycia wewnątrzwspólnotowego wyrobów gazowych (z wyłączeniem gazu do napędu silników spalinowych) AKC-WG</w:t>
      </w:r>
      <w:r w:rsidRPr="00502D40">
        <w:t xml:space="preserve">. </w:t>
      </w:r>
    </w:p>
    <w:p w14:paraId="37DE7378" w14:textId="77777777" w:rsidR="00364DAC" w:rsidRPr="00502D40" w:rsidRDefault="00364DAC" w:rsidP="00502D40">
      <w:pPr>
        <w:pStyle w:val="Nagwek2"/>
      </w:pPr>
      <w:bookmarkStart w:id="11" w:name="_Toc361145795"/>
      <w:bookmarkStart w:id="12" w:name="_Toc341696557"/>
      <w:bookmarkStart w:id="13" w:name="_Ref343010193"/>
      <w:bookmarkStart w:id="14" w:name="_Toc349568554"/>
      <w:bookmarkStart w:id="15" w:name="_Toc183694401"/>
      <w:bookmarkEnd w:id="8"/>
      <w:bookmarkEnd w:id="9"/>
      <w:r w:rsidRPr="00502D40">
        <w:t>Zastosowanie</w:t>
      </w:r>
      <w:bookmarkEnd w:id="11"/>
      <w:bookmarkEnd w:id="15"/>
    </w:p>
    <w:p w14:paraId="6C00A0ED" w14:textId="77777777" w:rsidR="00DD5E7B" w:rsidRPr="00502D40" w:rsidRDefault="00DD5E7B" w:rsidP="003F22FF">
      <w:pPr>
        <w:pStyle w:val="TekstOpisu"/>
        <w:ind w:left="0"/>
        <w:rPr>
          <w:rFonts w:ascii="Lato" w:hAnsi="Lato"/>
          <w:sz w:val="22"/>
          <w:szCs w:val="22"/>
        </w:rPr>
      </w:pPr>
      <w:r w:rsidRPr="00502D40">
        <w:rPr>
          <w:rFonts w:ascii="Lato" w:hAnsi="Lato"/>
          <w:sz w:val="22"/>
          <w:szCs w:val="22"/>
        </w:rPr>
        <w:t>Dokument jest stosowany, jako źródłowy przy projektowaniu, implementacji oraz tworzeniu dokumentacji testowej i użytkowej systemu.</w:t>
      </w:r>
    </w:p>
    <w:p w14:paraId="6F2A983C" w14:textId="77777777" w:rsidR="00DD5E7B" w:rsidRPr="00502D40" w:rsidRDefault="00DD5E7B" w:rsidP="003F22FF">
      <w:pPr>
        <w:pStyle w:val="TekstOpisu"/>
        <w:ind w:left="0"/>
        <w:rPr>
          <w:rFonts w:ascii="Lato" w:hAnsi="Lato"/>
          <w:sz w:val="22"/>
          <w:szCs w:val="22"/>
        </w:rPr>
      </w:pPr>
      <w:r w:rsidRPr="00502D40">
        <w:rPr>
          <w:rFonts w:ascii="Lato" w:hAnsi="Lato"/>
          <w:sz w:val="22"/>
          <w:szCs w:val="22"/>
        </w:rPr>
        <w:t xml:space="preserve">Adresatem dokumentu jest zespół projektowy po stronie </w:t>
      </w:r>
      <w:r w:rsidR="009F4271" w:rsidRPr="00502D40">
        <w:rPr>
          <w:rFonts w:ascii="Lato" w:hAnsi="Lato"/>
          <w:sz w:val="22"/>
          <w:szCs w:val="22"/>
        </w:rPr>
        <w:t xml:space="preserve">Administracji Skarbowej </w:t>
      </w:r>
      <w:r w:rsidRPr="00502D40">
        <w:rPr>
          <w:rFonts w:ascii="Lato" w:hAnsi="Lato"/>
          <w:sz w:val="22"/>
          <w:szCs w:val="22"/>
        </w:rPr>
        <w:t>oraz zespoły: programistyczno-projektowy, testerów, dokumentalistów, po stronie Wykonawcy oraz Podmioty zewnętrzne składające deklaracje.</w:t>
      </w:r>
    </w:p>
    <w:p w14:paraId="501F249D" w14:textId="77777777" w:rsidR="00855D35" w:rsidRPr="00502D40" w:rsidRDefault="00855D35" w:rsidP="00502D40">
      <w:pPr>
        <w:pStyle w:val="Nagwek2"/>
      </w:pPr>
      <w:bookmarkStart w:id="16" w:name="_Toc361302788"/>
      <w:bookmarkStart w:id="17" w:name="_Toc361306139"/>
      <w:bookmarkStart w:id="18" w:name="_Toc341696558"/>
      <w:bookmarkStart w:id="19" w:name="_Toc349568555"/>
      <w:bookmarkStart w:id="20" w:name="_Toc361145797"/>
      <w:bookmarkStart w:id="21" w:name="_Toc341696559"/>
      <w:bookmarkStart w:id="22" w:name="_Toc349568556"/>
      <w:bookmarkStart w:id="23" w:name="_Toc183694402"/>
      <w:bookmarkEnd w:id="12"/>
      <w:bookmarkEnd w:id="13"/>
      <w:bookmarkEnd w:id="14"/>
      <w:bookmarkEnd w:id="16"/>
      <w:bookmarkEnd w:id="17"/>
      <w:r w:rsidRPr="00502D40">
        <w:t>Obowiązywanie</w:t>
      </w:r>
      <w:bookmarkEnd w:id="23"/>
    </w:p>
    <w:p w14:paraId="55CC8DC0" w14:textId="77777777" w:rsidR="00855D35" w:rsidRPr="00502D40" w:rsidRDefault="00EE5160" w:rsidP="00855D35">
      <w:r w:rsidRPr="00502D40">
        <w:t>Specyfikacja obowiązuje dla deklaracji składanych za okres miesięczny, gdy okres nie jest wcześniejszy niż luty 2017 roku.</w:t>
      </w:r>
    </w:p>
    <w:p w14:paraId="2366DC1D" w14:textId="77777777" w:rsidR="00364DAC" w:rsidRPr="00502D40" w:rsidRDefault="00364DAC" w:rsidP="00502D40">
      <w:pPr>
        <w:pStyle w:val="Nagwek2"/>
      </w:pPr>
      <w:bookmarkStart w:id="24" w:name="_Toc183694403"/>
      <w:r w:rsidRPr="00502D40">
        <w:t>Dokumenty obowiązujące i pomocnicze</w:t>
      </w:r>
      <w:bookmarkEnd w:id="18"/>
      <w:bookmarkEnd w:id="19"/>
      <w:bookmarkEnd w:id="20"/>
      <w:bookmarkEnd w:id="24"/>
    </w:p>
    <w:p w14:paraId="3C170473" w14:textId="77777777" w:rsidR="003F3585" w:rsidRPr="00502D40" w:rsidRDefault="003F3585" w:rsidP="00502D40">
      <w:pPr>
        <w:pStyle w:val="Nagwek3"/>
      </w:pPr>
      <w:bookmarkStart w:id="25" w:name="_Toc183694404"/>
      <w:r w:rsidRPr="00502D40">
        <w:t xml:space="preserve">Dokumenty </w:t>
      </w:r>
      <w:r w:rsidR="00437081" w:rsidRPr="00502D40">
        <w:t>o</w:t>
      </w:r>
      <w:r w:rsidR="00E92D9D" w:rsidRPr="00502D40">
        <w:t>bo</w:t>
      </w:r>
      <w:r w:rsidR="00437081" w:rsidRPr="00502D40">
        <w:t>wiązując</w:t>
      </w:r>
      <w:r w:rsidRPr="00502D40">
        <w:t>e</w:t>
      </w:r>
      <w:bookmarkEnd w:id="21"/>
      <w:bookmarkEnd w:id="22"/>
      <w:bookmarkEnd w:id="25"/>
    </w:p>
    <w:p w14:paraId="5A12874B" w14:textId="4340207C" w:rsidR="007353A8" w:rsidRPr="00502D40" w:rsidRDefault="007353A8" w:rsidP="00502D40">
      <w:pPr>
        <w:pStyle w:val="Legenda"/>
      </w:pPr>
      <w:bookmarkStart w:id="26" w:name="_Ref341107414"/>
      <w:bookmarkStart w:id="27" w:name="_Toc183694387"/>
      <w:r w:rsidRPr="00502D40">
        <w:t xml:space="preserve">Tabela </w:t>
      </w:r>
      <w:fldSimple w:instr=" SEQ Tabela \* ARABIC ">
        <w:r w:rsidR="00034478">
          <w:rPr>
            <w:noProof/>
          </w:rPr>
          <w:t>3</w:t>
        </w:r>
      </w:fldSimple>
      <w:bookmarkEnd w:id="26"/>
      <w:r w:rsidRPr="00502D40">
        <w:t xml:space="preserve">. Wykaz dokumentów </w:t>
      </w:r>
      <w:r w:rsidR="00437081" w:rsidRPr="00502D40">
        <w:t>obowiązując</w:t>
      </w:r>
      <w:r w:rsidRPr="00502D40">
        <w:t>ych</w:t>
      </w:r>
      <w:bookmarkEnd w:id="2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502D40" w14:paraId="0705AAE5" w14:textId="77777777" w:rsidTr="003F2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13DD2815" w14:textId="77777777" w:rsidR="00C00D08" w:rsidRPr="00502D40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26576D52" w14:textId="77777777" w:rsidR="00C00D08" w:rsidRPr="00502D40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11" w:type="dxa"/>
          </w:tcPr>
          <w:p w14:paraId="0309A568" w14:textId="77777777" w:rsidR="00C00D08" w:rsidRPr="00502D40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14" w:type="dxa"/>
          </w:tcPr>
          <w:p w14:paraId="241B2641" w14:textId="77777777" w:rsidR="00C00D08" w:rsidRPr="00502D40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196" w:type="dxa"/>
          </w:tcPr>
          <w:p w14:paraId="40974A2E" w14:textId="77777777" w:rsidR="00C00D08" w:rsidRPr="00502D40" w:rsidRDefault="00C00D08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Data wydania</w:t>
            </w:r>
          </w:p>
        </w:tc>
      </w:tr>
      <w:tr w:rsidR="00F35291" w:rsidRPr="00502D40" w14:paraId="7DD5956C" w14:textId="77777777" w:rsidTr="003F22FF">
        <w:tc>
          <w:tcPr>
            <w:tcW w:w="480" w:type="dxa"/>
          </w:tcPr>
          <w:p w14:paraId="7F79C10B" w14:textId="77777777" w:rsidR="00F35291" w:rsidRPr="006A2BD8" w:rsidRDefault="00F35291" w:rsidP="0051214A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8" w:name="_Ref361653747"/>
          </w:p>
        </w:tc>
        <w:bookmarkEnd w:id="28"/>
        <w:tc>
          <w:tcPr>
            <w:tcW w:w="3840" w:type="dxa"/>
          </w:tcPr>
          <w:p w14:paraId="7CEFC97D" w14:textId="77777777" w:rsidR="00F35291" w:rsidRPr="006A2BD8" w:rsidRDefault="00F35291" w:rsidP="00F0196D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1611C26A" w14:textId="77777777" w:rsidR="00F35291" w:rsidRPr="006A2BD8" w:rsidRDefault="00F35291" w:rsidP="00433FA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9F4271" w:rsidRPr="006A2BD8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425C15AE" w14:textId="77777777" w:rsidR="00F35291" w:rsidRPr="006A2BD8" w:rsidRDefault="00F35291" w:rsidP="0051214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1B87E63" w14:textId="77777777" w:rsidR="00F35291" w:rsidRPr="006A2BD8" w:rsidRDefault="00F35291" w:rsidP="0051214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05D23AF0" w14:textId="77777777" w:rsidR="004C53A2" w:rsidRPr="00502D40" w:rsidRDefault="004C53A2" w:rsidP="00502D40">
      <w:pPr>
        <w:pStyle w:val="Nagwek3"/>
      </w:pPr>
      <w:bookmarkStart w:id="29" w:name="_Toc341696560"/>
      <w:bookmarkStart w:id="30" w:name="_Toc349568557"/>
      <w:bookmarkStart w:id="31" w:name="_Toc361655060"/>
      <w:bookmarkStart w:id="32" w:name="_Toc183694405"/>
      <w:r w:rsidRPr="00502D40">
        <w:t>Dokumenty pomocnicze</w:t>
      </w:r>
      <w:bookmarkEnd w:id="29"/>
      <w:bookmarkEnd w:id="30"/>
      <w:bookmarkEnd w:id="31"/>
      <w:bookmarkEnd w:id="32"/>
    </w:p>
    <w:p w14:paraId="6D2BAF79" w14:textId="78BB2A3C" w:rsidR="004C53A2" w:rsidRPr="00502D40" w:rsidRDefault="004C53A2" w:rsidP="00502D40">
      <w:pPr>
        <w:pStyle w:val="Legenda"/>
      </w:pPr>
      <w:bookmarkStart w:id="33" w:name="_Toc361655088"/>
      <w:bookmarkStart w:id="34" w:name="_Toc183694388"/>
      <w:r w:rsidRPr="00502D40">
        <w:t xml:space="preserve">Tabela </w:t>
      </w:r>
      <w:fldSimple w:instr=" SEQ Tabela \* ARABIC ">
        <w:r w:rsidR="00034478">
          <w:rPr>
            <w:noProof/>
          </w:rPr>
          <w:t>4</w:t>
        </w:r>
      </w:fldSimple>
      <w:r w:rsidRPr="00502D40">
        <w:t>. Wykaz dokumentów pomocniczych</w:t>
      </w:r>
      <w:bookmarkEnd w:id="33"/>
      <w:bookmarkEnd w:id="3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502D40" w14:paraId="49B22867" w14:textId="77777777" w:rsidTr="003F2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3FF7AE31" w14:textId="77777777" w:rsidR="004C53A2" w:rsidRPr="00502D40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Nr</w:t>
            </w:r>
          </w:p>
        </w:tc>
        <w:tc>
          <w:tcPr>
            <w:tcW w:w="3840" w:type="dxa"/>
          </w:tcPr>
          <w:p w14:paraId="1BE263BF" w14:textId="77777777" w:rsidR="004C53A2" w:rsidRPr="00502D40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Nazwa</w:t>
            </w:r>
          </w:p>
        </w:tc>
        <w:tc>
          <w:tcPr>
            <w:tcW w:w="2400" w:type="dxa"/>
          </w:tcPr>
          <w:p w14:paraId="571956F9" w14:textId="77777777" w:rsidR="004C53A2" w:rsidRPr="00502D40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022A7E54" w14:textId="77777777" w:rsidR="004C53A2" w:rsidRPr="00502D40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Wersja</w:t>
            </w:r>
          </w:p>
        </w:tc>
        <w:tc>
          <w:tcPr>
            <w:tcW w:w="1200" w:type="dxa"/>
          </w:tcPr>
          <w:p w14:paraId="333D1743" w14:textId="77777777" w:rsidR="004C53A2" w:rsidRPr="00502D40" w:rsidRDefault="004C53A2" w:rsidP="0051214A">
            <w:pPr>
              <w:pStyle w:val="Z2Nagwektabeli"/>
              <w:rPr>
                <w:rFonts w:ascii="Lato" w:hAnsi="Lato"/>
                <w:szCs w:val="18"/>
              </w:rPr>
            </w:pPr>
            <w:r w:rsidRPr="00502D40">
              <w:rPr>
                <w:rFonts w:ascii="Lato" w:hAnsi="Lato"/>
                <w:szCs w:val="18"/>
              </w:rPr>
              <w:t>Data wydania</w:t>
            </w:r>
          </w:p>
        </w:tc>
      </w:tr>
      <w:tr w:rsidR="008D1626" w:rsidRPr="00502D40" w14:paraId="5674A10F" w14:textId="77777777" w:rsidTr="003F22FF">
        <w:tc>
          <w:tcPr>
            <w:tcW w:w="480" w:type="dxa"/>
          </w:tcPr>
          <w:p w14:paraId="52C4D7B3" w14:textId="77777777" w:rsidR="008D1626" w:rsidRPr="006A2BD8" w:rsidRDefault="008D1626" w:rsidP="0051214A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6493D786" w14:textId="77777777" w:rsidR="008D1626" w:rsidRPr="006A2BD8" w:rsidRDefault="008D1626" w:rsidP="002518F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16C0264B" w14:textId="77777777" w:rsidR="008D1626" w:rsidRPr="006A2BD8" w:rsidRDefault="008D1626" w:rsidP="002518F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6489D353" w14:textId="77777777" w:rsidR="008D1626" w:rsidRPr="006A2BD8" w:rsidRDefault="008D1626" w:rsidP="002518F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67D0D51" w14:textId="77777777" w:rsidR="008D1626" w:rsidRPr="006A2BD8" w:rsidRDefault="008D1626" w:rsidP="002518F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353A4F9" w14:textId="77777777" w:rsidR="00364DAC" w:rsidRPr="00502D40" w:rsidRDefault="00364DAC" w:rsidP="00502D40">
      <w:pPr>
        <w:pStyle w:val="Nagwek2"/>
      </w:pPr>
      <w:bookmarkStart w:id="35" w:name="_Toc341696561"/>
      <w:bookmarkStart w:id="36" w:name="_Toc349568558"/>
      <w:bookmarkStart w:id="37" w:name="_Toc361145800"/>
      <w:bookmarkStart w:id="38" w:name="_Toc341696562"/>
      <w:bookmarkStart w:id="39" w:name="_Toc349568559"/>
      <w:bookmarkStart w:id="40" w:name="_Toc183694406"/>
      <w:r w:rsidRPr="00502D40">
        <w:lastRenderedPageBreak/>
        <w:t>Słownik przyjętych skrótów i terminów</w:t>
      </w:r>
      <w:bookmarkEnd w:id="35"/>
      <w:bookmarkEnd w:id="36"/>
      <w:bookmarkEnd w:id="37"/>
      <w:bookmarkEnd w:id="40"/>
    </w:p>
    <w:p w14:paraId="4AECCD35" w14:textId="77777777" w:rsidR="003F3585" w:rsidRPr="00502D40" w:rsidRDefault="00C43119" w:rsidP="00502D40">
      <w:pPr>
        <w:pStyle w:val="Nagwek3"/>
      </w:pPr>
      <w:bookmarkStart w:id="41" w:name="_Toc183694407"/>
      <w:r w:rsidRPr="00502D40">
        <w:t xml:space="preserve">Skróty i </w:t>
      </w:r>
      <w:r w:rsidR="00E92D9D" w:rsidRPr="00502D40">
        <w:t>ak</w:t>
      </w:r>
      <w:r w:rsidR="003F3585" w:rsidRPr="00502D40">
        <w:t>ronimy</w:t>
      </w:r>
      <w:bookmarkEnd w:id="38"/>
      <w:bookmarkEnd w:id="39"/>
      <w:bookmarkEnd w:id="41"/>
    </w:p>
    <w:p w14:paraId="7989418B" w14:textId="73301E27" w:rsidR="00034C39" w:rsidRPr="00502D40" w:rsidRDefault="00034C39" w:rsidP="00502D40">
      <w:pPr>
        <w:pStyle w:val="Legenda"/>
      </w:pPr>
      <w:bookmarkStart w:id="42" w:name="_Toc183694389"/>
      <w:r w:rsidRPr="00502D40">
        <w:t xml:space="preserve">Tabela </w:t>
      </w:r>
      <w:fldSimple w:instr=" SEQ Tabela \* ARABIC ">
        <w:r w:rsidR="00034478">
          <w:rPr>
            <w:noProof/>
          </w:rPr>
          <w:t>5</w:t>
        </w:r>
      </w:fldSimple>
      <w:r w:rsidRPr="00502D40">
        <w:t>. Wykaz skrótów i akronimów</w:t>
      </w:r>
      <w:bookmarkEnd w:id="4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502D40" w14:paraId="42B3A92D" w14:textId="77777777" w:rsidTr="003F2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21A462CA" w14:textId="77777777" w:rsidR="00810B20" w:rsidRPr="00502D40" w:rsidRDefault="00810B20" w:rsidP="00AE3E0A">
            <w:pPr>
              <w:pStyle w:val="Z2Nagwektabeli"/>
              <w:rPr>
                <w:rFonts w:ascii="Lato" w:hAnsi="Lato" w:cs="Arial"/>
                <w:szCs w:val="18"/>
              </w:rPr>
            </w:pPr>
            <w:r w:rsidRPr="00502D40">
              <w:rPr>
                <w:rFonts w:ascii="Lato" w:hAnsi="Lato"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3A6EAB70" w14:textId="77777777" w:rsidR="00810B20" w:rsidRPr="00502D40" w:rsidRDefault="00810B20" w:rsidP="00AE3E0A">
            <w:pPr>
              <w:pStyle w:val="Z2Nagwektabeli"/>
              <w:rPr>
                <w:rFonts w:ascii="Lato" w:hAnsi="Lato" w:cs="Arial"/>
                <w:szCs w:val="18"/>
              </w:rPr>
            </w:pPr>
            <w:r w:rsidRPr="00502D40">
              <w:rPr>
                <w:rFonts w:ascii="Lato" w:hAnsi="Lato" w:cs="Arial"/>
                <w:szCs w:val="18"/>
              </w:rPr>
              <w:t>Objaśnienie</w:t>
            </w:r>
          </w:p>
        </w:tc>
      </w:tr>
      <w:tr w:rsidR="00810B20" w:rsidRPr="00502D40" w14:paraId="3944A957" w14:textId="77777777" w:rsidTr="003F22FF">
        <w:tc>
          <w:tcPr>
            <w:tcW w:w="2988" w:type="dxa"/>
          </w:tcPr>
          <w:p w14:paraId="016DF3C0" w14:textId="77777777" w:rsidR="00810B20" w:rsidRPr="003F22FF" w:rsidRDefault="00810B20" w:rsidP="00AE3E0A">
            <w:pPr>
              <w:pStyle w:val="Tabelazwyky"/>
              <w:rPr>
                <w:lang w:val="en-GB"/>
              </w:rPr>
            </w:pPr>
            <w:r w:rsidRPr="003F22FF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722CBC67" w14:textId="77777777" w:rsidR="00810B20" w:rsidRPr="006A2BD8" w:rsidRDefault="00810B20" w:rsidP="00AE3E0A">
            <w:pPr>
              <w:pStyle w:val="Tabelazwyky"/>
            </w:pPr>
            <w:proofErr w:type="spellStart"/>
            <w:r w:rsidRPr="006A2BD8">
              <w:rPr>
                <w:i/>
              </w:rPr>
              <w:t>Automated</w:t>
            </w:r>
            <w:proofErr w:type="spellEnd"/>
            <w:r w:rsidRPr="006A2BD8">
              <w:rPr>
                <w:i/>
              </w:rPr>
              <w:t xml:space="preserve"> Import System</w:t>
            </w:r>
            <w:r w:rsidRPr="006A2BD8">
              <w:t xml:space="preserve"> – Automatyczny System Importu. Także projekt „Programu e-Cło”.</w:t>
            </w:r>
          </w:p>
        </w:tc>
      </w:tr>
      <w:tr w:rsidR="00810B20" w:rsidRPr="00502D40" w14:paraId="5F0BC948" w14:textId="77777777" w:rsidTr="003F22FF">
        <w:tc>
          <w:tcPr>
            <w:tcW w:w="2988" w:type="dxa"/>
          </w:tcPr>
          <w:p w14:paraId="1A213F9B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ARI@DNA2</w:t>
            </w:r>
          </w:p>
        </w:tc>
        <w:tc>
          <w:tcPr>
            <w:tcW w:w="6240" w:type="dxa"/>
          </w:tcPr>
          <w:p w14:paraId="0891DE5A" w14:textId="77777777" w:rsidR="00810B20" w:rsidRPr="006A2BD8" w:rsidRDefault="00810B20" w:rsidP="00AE3E0A">
            <w:pPr>
              <w:pStyle w:val="Tabelazwyky"/>
            </w:pPr>
            <w:r w:rsidRPr="006A2BD8">
              <w:t>Hurtownia danych Administracji Celnej.</w:t>
            </w:r>
          </w:p>
        </w:tc>
      </w:tr>
      <w:tr w:rsidR="00810B20" w:rsidRPr="00502D40" w14:paraId="4FB8E795" w14:textId="77777777" w:rsidTr="003F22FF">
        <w:tc>
          <w:tcPr>
            <w:tcW w:w="2988" w:type="dxa"/>
          </w:tcPr>
          <w:p w14:paraId="6235BDE6" w14:textId="77777777" w:rsidR="00810B20" w:rsidRPr="003F22FF" w:rsidRDefault="00810B20" w:rsidP="00AE3E0A">
            <w:pPr>
              <w:pStyle w:val="Tabelazwyky"/>
              <w:rPr>
                <w:lang w:val="en-GB"/>
              </w:rPr>
            </w:pPr>
            <w:r w:rsidRPr="003F22FF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42C30C3A" w14:textId="77777777" w:rsidR="00810B20" w:rsidRPr="006A2BD8" w:rsidRDefault="00810B20" w:rsidP="00AE3E0A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6A2BD8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810B20" w:rsidRPr="00502D40" w14:paraId="34E997FA" w14:textId="77777777" w:rsidTr="003F22FF">
        <w:tc>
          <w:tcPr>
            <w:tcW w:w="2988" w:type="dxa"/>
          </w:tcPr>
          <w:p w14:paraId="03992928" w14:textId="77777777" w:rsidR="00810B20" w:rsidRPr="003F22FF" w:rsidRDefault="00810B20" w:rsidP="00AE3E0A">
            <w:pPr>
              <w:pStyle w:val="Tabelazwyky"/>
              <w:rPr>
                <w:lang w:val="en-GB"/>
              </w:rPr>
            </w:pPr>
            <w:r w:rsidRPr="003F22FF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25CC97D5" w14:textId="77777777" w:rsidR="00810B20" w:rsidRPr="006A2BD8" w:rsidRDefault="00810B20" w:rsidP="00AE3E0A">
            <w:pPr>
              <w:pStyle w:val="Tabelazwyky"/>
              <w:rPr>
                <w:lang w:val="fr-FR"/>
              </w:rPr>
            </w:pPr>
            <w:r w:rsidRPr="006A2BD8">
              <w:rPr>
                <w:i/>
                <w:lang w:val="fr-FR"/>
              </w:rPr>
              <w:t xml:space="preserve">EU Customs Information Portal </w:t>
            </w:r>
            <w:r w:rsidRPr="006A2BD8">
              <w:rPr>
                <w:lang w:val="fr-FR"/>
              </w:rPr>
              <w:t>– Europejski</w:t>
            </w:r>
            <w:r w:rsidRPr="006A2BD8">
              <w:rPr>
                <w:i/>
                <w:lang w:val="fr-FR"/>
              </w:rPr>
              <w:t xml:space="preserve"> </w:t>
            </w:r>
            <w:r w:rsidRPr="006A2BD8">
              <w:rPr>
                <w:lang w:val="fr-FR"/>
              </w:rPr>
              <w:t xml:space="preserve">Portal Informacji Celnej. </w:t>
            </w:r>
          </w:p>
        </w:tc>
      </w:tr>
      <w:tr w:rsidR="00810B20" w:rsidRPr="00502D40" w14:paraId="6F26E549" w14:textId="77777777" w:rsidTr="003F22FF">
        <w:tc>
          <w:tcPr>
            <w:tcW w:w="2988" w:type="dxa"/>
          </w:tcPr>
          <w:p w14:paraId="0078243F" w14:textId="77777777" w:rsidR="00810B20" w:rsidRPr="003F22FF" w:rsidRDefault="00810B20" w:rsidP="00AE3E0A">
            <w:pPr>
              <w:pStyle w:val="Tabelazwyky"/>
              <w:rPr>
                <w:lang w:val="en-GB"/>
              </w:rPr>
            </w:pPr>
            <w:r w:rsidRPr="003F22FF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1C1330DF" w14:textId="77777777" w:rsidR="00810B20" w:rsidRPr="006A2BD8" w:rsidRDefault="00810B20" w:rsidP="00AE3E0A">
            <w:pPr>
              <w:pStyle w:val="Tabelazwyky"/>
            </w:pPr>
            <w:proofErr w:type="spellStart"/>
            <w:r w:rsidRPr="006A2BD8">
              <w:rPr>
                <w:i/>
              </w:rPr>
              <w:t>European</w:t>
            </w:r>
            <w:proofErr w:type="spellEnd"/>
            <w:r w:rsidRPr="006A2BD8">
              <w:rPr>
                <w:i/>
              </w:rPr>
              <w:t xml:space="preserve"> </w:t>
            </w:r>
            <w:proofErr w:type="spellStart"/>
            <w:r w:rsidRPr="006A2BD8">
              <w:rPr>
                <w:i/>
              </w:rPr>
              <w:t>Customs</w:t>
            </w:r>
            <w:proofErr w:type="spellEnd"/>
            <w:r w:rsidRPr="006A2BD8">
              <w:rPr>
                <w:i/>
              </w:rPr>
              <w:t xml:space="preserve"> Information Portal</w:t>
            </w:r>
            <w:r w:rsidRPr="006A2BD8">
              <w:t xml:space="preserve"> - Europejski Informacyjny Portal Celny</w:t>
            </w:r>
          </w:p>
          <w:p w14:paraId="2746A665" w14:textId="77777777" w:rsidR="00810B20" w:rsidRPr="006A2BD8" w:rsidRDefault="00810B20" w:rsidP="00AE3E0A">
            <w:pPr>
              <w:pStyle w:val="Tabelazwyky"/>
            </w:pPr>
            <w:r w:rsidRPr="006A2BD8">
              <w:rPr>
                <w:i/>
              </w:rPr>
              <w:t xml:space="preserve">Single </w:t>
            </w:r>
            <w:proofErr w:type="spellStart"/>
            <w:r w:rsidRPr="006A2BD8">
              <w:rPr>
                <w:i/>
              </w:rPr>
              <w:t>Electronic</w:t>
            </w:r>
            <w:proofErr w:type="spellEnd"/>
            <w:r w:rsidRPr="006A2BD8">
              <w:rPr>
                <w:i/>
              </w:rPr>
              <w:t xml:space="preserve"> Access Point</w:t>
            </w:r>
            <w:r w:rsidRPr="006A2BD8">
              <w:t xml:space="preserve"> - Pojedynczy Elektroniczny Punkt Dostępu</w:t>
            </w:r>
          </w:p>
          <w:p w14:paraId="5C6A2554" w14:textId="77777777" w:rsidR="00810B20" w:rsidRPr="006A2BD8" w:rsidRDefault="00810B20" w:rsidP="00AE3E0A">
            <w:pPr>
              <w:pStyle w:val="Tabelazwyky"/>
            </w:pPr>
            <w:r w:rsidRPr="006A2BD8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502D40" w14:paraId="1A02F814" w14:textId="77777777" w:rsidTr="003F22FF">
        <w:tc>
          <w:tcPr>
            <w:tcW w:w="2988" w:type="dxa"/>
          </w:tcPr>
          <w:p w14:paraId="42371AE7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ESB</w:t>
            </w:r>
          </w:p>
        </w:tc>
        <w:tc>
          <w:tcPr>
            <w:tcW w:w="6240" w:type="dxa"/>
          </w:tcPr>
          <w:p w14:paraId="570FF3A5" w14:textId="77777777" w:rsidR="00810B20" w:rsidRPr="006A2BD8" w:rsidRDefault="00810B20" w:rsidP="00AE3E0A">
            <w:pPr>
              <w:pStyle w:val="Tabelazwyky"/>
            </w:pPr>
            <w:r w:rsidRPr="006A2BD8">
              <w:rPr>
                <w:i/>
              </w:rPr>
              <w:t>Enterprise Service Bus</w:t>
            </w:r>
            <w:r w:rsidRPr="006A2BD8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502D40" w14:paraId="4F8E40CA" w14:textId="77777777" w:rsidTr="003F22FF">
        <w:tc>
          <w:tcPr>
            <w:tcW w:w="2988" w:type="dxa"/>
          </w:tcPr>
          <w:p w14:paraId="7EF3E9C2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ESKS</w:t>
            </w:r>
          </w:p>
        </w:tc>
        <w:tc>
          <w:tcPr>
            <w:tcW w:w="6240" w:type="dxa"/>
          </w:tcPr>
          <w:p w14:paraId="6E5BB727" w14:textId="77777777" w:rsidR="00810B20" w:rsidRPr="006A2BD8" w:rsidRDefault="00810B20" w:rsidP="00AE3E0A">
            <w:pPr>
              <w:pStyle w:val="Tabelazwyky"/>
            </w:pPr>
            <w:r w:rsidRPr="006A2BD8">
              <w:t xml:space="preserve">Ewidencja Spraw Karnych Skarbowych - system informatyczny usprawniający pracę </w:t>
            </w:r>
            <w:r w:rsidR="009F4271" w:rsidRPr="006A2BD8">
              <w:t xml:space="preserve">Administracji Skarbowej </w:t>
            </w:r>
            <w:r w:rsidRPr="006A2BD8">
              <w:t xml:space="preserve">w zakresie rejestracji spraw o przestępstwa </w:t>
            </w:r>
            <w:r w:rsidRPr="006A2BD8">
              <w:br/>
              <w:t xml:space="preserve">i wykroczenia skarbowe oraz ewidencjonowania grzywien nakładanych </w:t>
            </w:r>
            <w:r w:rsidRPr="006A2BD8">
              <w:br/>
              <w:t>w drodze mandatu karnego.</w:t>
            </w:r>
          </w:p>
        </w:tc>
      </w:tr>
      <w:tr w:rsidR="00810B20" w:rsidRPr="00502D40" w14:paraId="7CBCCC0F" w14:textId="77777777" w:rsidTr="003F22FF">
        <w:tc>
          <w:tcPr>
            <w:tcW w:w="2988" w:type="dxa"/>
          </w:tcPr>
          <w:p w14:paraId="1F585555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HERMES2</w:t>
            </w:r>
          </w:p>
        </w:tc>
        <w:tc>
          <w:tcPr>
            <w:tcW w:w="6240" w:type="dxa"/>
          </w:tcPr>
          <w:p w14:paraId="1ACE7074" w14:textId="77777777" w:rsidR="00810B20" w:rsidRPr="006A2BD8" w:rsidRDefault="00810B20" w:rsidP="00AE3E0A">
            <w:pPr>
              <w:pStyle w:val="Tabelazwyky"/>
            </w:pPr>
            <w:r w:rsidRPr="006A2BD8">
              <w:t>Projekt „Programu e-Cło” obejmujący wdrożenie Systemu Zarządzania Zasobami Ludzkimi.</w:t>
            </w:r>
          </w:p>
        </w:tc>
      </w:tr>
      <w:tr w:rsidR="00810B20" w:rsidRPr="00502D40" w14:paraId="251D7933" w14:textId="77777777" w:rsidTr="003F22FF">
        <w:tc>
          <w:tcPr>
            <w:tcW w:w="2988" w:type="dxa"/>
          </w:tcPr>
          <w:p w14:paraId="71ED44F2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HTTP</w:t>
            </w:r>
          </w:p>
        </w:tc>
        <w:tc>
          <w:tcPr>
            <w:tcW w:w="6240" w:type="dxa"/>
          </w:tcPr>
          <w:p w14:paraId="367AEE87" w14:textId="77777777" w:rsidR="00810B20" w:rsidRPr="006A2BD8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proofErr w:type="spellStart"/>
            <w:r w:rsidRPr="006A2BD8">
              <w:rPr>
                <w:rFonts w:cs="Arial"/>
                <w:sz w:val="20"/>
                <w:szCs w:val="20"/>
              </w:rPr>
              <w:t>Hypertext</w:t>
            </w:r>
            <w:proofErr w:type="spellEnd"/>
            <w:r w:rsidRPr="006A2BD8">
              <w:rPr>
                <w:rFonts w:cs="Arial"/>
                <w:sz w:val="20"/>
                <w:szCs w:val="20"/>
              </w:rPr>
              <w:t xml:space="preserve"> Transfer </w:t>
            </w:r>
            <w:proofErr w:type="spellStart"/>
            <w:r w:rsidRPr="006A2BD8">
              <w:rPr>
                <w:rFonts w:cs="Arial"/>
                <w:sz w:val="20"/>
                <w:szCs w:val="20"/>
              </w:rPr>
              <w:t>Protocol</w:t>
            </w:r>
            <w:proofErr w:type="spellEnd"/>
            <w:r w:rsidRPr="006A2BD8">
              <w:rPr>
                <w:rFonts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810B20" w:rsidRPr="00502D40" w14:paraId="2A2D923D" w14:textId="77777777" w:rsidTr="003F22FF">
        <w:tc>
          <w:tcPr>
            <w:tcW w:w="2988" w:type="dxa"/>
          </w:tcPr>
          <w:p w14:paraId="76BF704B" w14:textId="77777777" w:rsidR="00810B20" w:rsidRPr="003F22FF" w:rsidRDefault="00810B20" w:rsidP="00AE3E0A">
            <w:pPr>
              <w:pStyle w:val="Tabelazwyky"/>
              <w:rPr>
                <w:lang w:val="en-GB"/>
              </w:rPr>
            </w:pPr>
            <w:r w:rsidRPr="003F22FF">
              <w:rPr>
                <w:lang w:val="en-GB"/>
              </w:rPr>
              <w:lastRenderedPageBreak/>
              <w:t>ISZTAR</w:t>
            </w:r>
          </w:p>
        </w:tc>
        <w:tc>
          <w:tcPr>
            <w:tcW w:w="6240" w:type="dxa"/>
          </w:tcPr>
          <w:p w14:paraId="2943D420" w14:textId="77777777" w:rsidR="00810B20" w:rsidRPr="006A2BD8" w:rsidRDefault="00810B20" w:rsidP="00AE3E0A">
            <w:pPr>
              <w:pStyle w:val="Tabelazwyky"/>
            </w:pPr>
            <w:r w:rsidRPr="006A2BD8">
              <w:t xml:space="preserve">System Zintegrowanej Taryfy Celnej. </w:t>
            </w:r>
          </w:p>
        </w:tc>
      </w:tr>
      <w:tr w:rsidR="00810B20" w:rsidRPr="00502D40" w14:paraId="18226412" w14:textId="77777777" w:rsidTr="003F22FF">
        <w:tc>
          <w:tcPr>
            <w:tcW w:w="2988" w:type="dxa"/>
          </w:tcPr>
          <w:p w14:paraId="314FF3FF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ISZTAR4</w:t>
            </w:r>
          </w:p>
        </w:tc>
        <w:tc>
          <w:tcPr>
            <w:tcW w:w="6240" w:type="dxa"/>
          </w:tcPr>
          <w:p w14:paraId="63503C33" w14:textId="77777777" w:rsidR="00810B20" w:rsidRPr="006A2BD8" w:rsidRDefault="00810B20" w:rsidP="00AE3E0A">
            <w:pPr>
              <w:pStyle w:val="Tabelazwyky"/>
            </w:pPr>
            <w:r w:rsidRPr="006A2BD8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6A2BD8">
              <w:t>Integrated</w:t>
            </w:r>
            <w:proofErr w:type="spellEnd"/>
            <w:r w:rsidRPr="006A2BD8">
              <w:t xml:space="preserve"> </w:t>
            </w:r>
            <w:proofErr w:type="spellStart"/>
            <w:r w:rsidRPr="006A2BD8">
              <w:t>Tariff</w:t>
            </w:r>
            <w:proofErr w:type="spellEnd"/>
            <w:r w:rsidRPr="006A2BD8">
              <w:t xml:space="preserve"> Environment i TARIC oraz opracowane testy regresywne i przebudowę i integrację EBTI PL z portalem ECIP PL. Projekt Programu e-Cło.</w:t>
            </w:r>
          </w:p>
        </w:tc>
      </w:tr>
      <w:tr w:rsidR="00810B20" w:rsidRPr="00502D40" w14:paraId="37AB94FC" w14:textId="77777777" w:rsidTr="003F22FF">
        <w:tc>
          <w:tcPr>
            <w:tcW w:w="2988" w:type="dxa"/>
          </w:tcPr>
          <w:p w14:paraId="7A65BD75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OSOZ2</w:t>
            </w:r>
          </w:p>
        </w:tc>
        <w:tc>
          <w:tcPr>
            <w:tcW w:w="6240" w:type="dxa"/>
          </w:tcPr>
          <w:p w14:paraId="2C22372D" w14:textId="77777777" w:rsidR="00810B20" w:rsidRPr="006A2BD8" w:rsidRDefault="00810B20" w:rsidP="00AE3E0A">
            <w:pPr>
              <w:pStyle w:val="Tabelazwyky"/>
            </w:pPr>
            <w:r w:rsidRPr="006A2BD8">
              <w:rPr>
                <w:color w:val="000000"/>
              </w:rPr>
              <w:t>P</w:t>
            </w:r>
            <w:r w:rsidRPr="006A2BD8">
              <w:t>rojekt „Programu e-Cło” Zintegrowany System Obsługi Zabezpieczeń.</w:t>
            </w:r>
          </w:p>
        </w:tc>
      </w:tr>
      <w:tr w:rsidR="00810B20" w:rsidRPr="00502D40" w14:paraId="573C2067" w14:textId="77777777" w:rsidTr="003F22FF">
        <w:tc>
          <w:tcPr>
            <w:tcW w:w="2988" w:type="dxa"/>
          </w:tcPr>
          <w:p w14:paraId="4C7F6701" w14:textId="77777777" w:rsidR="00810B20" w:rsidRPr="003F22FF" w:rsidRDefault="00810B20" w:rsidP="00AE3E0A">
            <w:pPr>
              <w:pStyle w:val="Tabelazwyky"/>
              <w:rPr>
                <w:lang w:val="en-GB"/>
              </w:rPr>
            </w:pPr>
            <w:r w:rsidRPr="003F22FF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4E9F7AF0" w14:textId="77777777" w:rsidR="00810B20" w:rsidRPr="006A2BD8" w:rsidRDefault="00810B20" w:rsidP="00AE3E0A">
            <w:pPr>
              <w:pStyle w:val="Tabelazwyky"/>
            </w:pPr>
            <w:proofErr w:type="spellStart"/>
            <w:r w:rsidRPr="006A2BD8">
              <w:rPr>
                <w:i/>
              </w:rPr>
              <w:t>OWNRESources</w:t>
            </w:r>
            <w:proofErr w:type="spellEnd"/>
            <w:r w:rsidRPr="006A2BD8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502D40" w14:paraId="450D6BA4" w14:textId="77777777" w:rsidTr="003F22FF">
        <w:tc>
          <w:tcPr>
            <w:tcW w:w="2988" w:type="dxa"/>
          </w:tcPr>
          <w:p w14:paraId="38B3F9BE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PDR</w:t>
            </w:r>
          </w:p>
        </w:tc>
        <w:tc>
          <w:tcPr>
            <w:tcW w:w="6240" w:type="dxa"/>
          </w:tcPr>
          <w:p w14:paraId="6B80BE32" w14:textId="77777777" w:rsidR="00810B20" w:rsidRPr="006A2BD8" w:rsidRDefault="00810B20" w:rsidP="00AE3E0A">
            <w:pPr>
              <w:pStyle w:val="Tabelazwyky"/>
            </w:pPr>
            <w:r w:rsidRPr="006A2BD8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6A2BD8">
              <w:br/>
              <w:t>w ramach Programu e-Cło.</w:t>
            </w:r>
          </w:p>
        </w:tc>
      </w:tr>
      <w:tr w:rsidR="00810B20" w:rsidRPr="00502D40" w14:paraId="6E3B4869" w14:textId="77777777" w:rsidTr="003F22FF">
        <w:tc>
          <w:tcPr>
            <w:tcW w:w="2988" w:type="dxa"/>
          </w:tcPr>
          <w:p w14:paraId="2EE74693" w14:textId="77777777" w:rsidR="00810B20" w:rsidRPr="003F22FF" w:rsidRDefault="00810B20" w:rsidP="00AE3E0A">
            <w:pPr>
              <w:pStyle w:val="Tabelazwyky"/>
              <w:rPr>
                <w:lang w:val="en-GB"/>
              </w:rPr>
            </w:pPr>
            <w:r w:rsidRPr="003F22FF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798B40A1" w14:textId="77777777" w:rsidR="00810B20" w:rsidRPr="006A2BD8" w:rsidRDefault="00810B20" w:rsidP="00AE3E0A">
            <w:pPr>
              <w:pStyle w:val="Tabelazwyky"/>
            </w:pPr>
            <w:r w:rsidRPr="006A2BD8">
              <w:t xml:space="preserve">Projekt Programu e-Cło przewidujący stworzenie jednolitego podsystemu uwierzytelniania dla wszystkich systemów i użytkowników wewnętrznych  wraz  z </w:t>
            </w:r>
            <w:r w:rsidRPr="006A2BD8">
              <w:rPr>
                <w:i/>
              </w:rPr>
              <w:t xml:space="preserve">Public </w:t>
            </w:r>
            <w:proofErr w:type="spellStart"/>
            <w:r w:rsidRPr="006A2BD8">
              <w:rPr>
                <w:i/>
              </w:rPr>
              <w:t>Key</w:t>
            </w:r>
            <w:proofErr w:type="spellEnd"/>
            <w:r w:rsidRPr="006A2BD8">
              <w:rPr>
                <w:i/>
              </w:rPr>
              <w:t xml:space="preserve"> </w:t>
            </w:r>
            <w:proofErr w:type="spellStart"/>
            <w:r w:rsidRPr="006A2BD8">
              <w:rPr>
                <w:i/>
              </w:rPr>
              <w:t>Infrastructure</w:t>
            </w:r>
            <w:proofErr w:type="spellEnd"/>
            <w:r w:rsidRPr="006A2BD8">
              <w:t xml:space="preserve">  i funkcjonalnością/technologią jednokrotnego uwierzytelniania </w:t>
            </w:r>
            <w:r w:rsidRPr="006A2BD8">
              <w:rPr>
                <w:i/>
              </w:rPr>
              <w:t xml:space="preserve">Single </w:t>
            </w:r>
            <w:proofErr w:type="spellStart"/>
            <w:r w:rsidRPr="006A2BD8">
              <w:rPr>
                <w:i/>
              </w:rPr>
              <w:t>Sign</w:t>
            </w:r>
            <w:proofErr w:type="spellEnd"/>
            <w:r w:rsidRPr="006A2BD8">
              <w:rPr>
                <w:i/>
              </w:rPr>
              <w:t xml:space="preserve"> On</w:t>
            </w:r>
            <w:r w:rsidRPr="006A2BD8">
              <w:t xml:space="preserve"> (SSO).</w:t>
            </w:r>
          </w:p>
        </w:tc>
      </w:tr>
      <w:tr w:rsidR="00810B20" w:rsidRPr="00502D40" w14:paraId="20772F33" w14:textId="77777777" w:rsidTr="003F22FF">
        <w:tc>
          <w:tcPr>
            <w:tcW w:w="2988" w:type="dxa"/>
          </w:tcPr>
          <w:p w14:paraId="7355E1F2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POLTAX</w:t>
            </w:r>
          </w:p>
        </w:tc>
        <w:tc>
          <w:tcPr>
            <w:tcW w:w="6240" w:type="dxa"/>
          </w:tcPr>
          <w:p w14:paraId="40CA0038" w14:textId="77777777" w:rsidR="00810B20" w:rsidRPr="006A2BD8" w:rsidRDefault="00810B20" w:rsidP="00AE3E0A">
            <w:pPr>
              <w:pStyle w:val="Tabelazwyky"/>
            </w:pPr>
            <w:r w:rsidRPr="006A2BD8"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502D40" w14:paraId="023481F8" w14:textId="77777777" w:rsidTr="003F22FF">
        <w:tc>
          <w:tcPr>
            <w:tcW w:w="2988" w:type="dxa"/>
          </w:tcPr>
          <w:p w14:paraId="175A7C9D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SK</w:t>
            </w:r>
          </w:p>
        </w:tc>
        <w:tc>
          <w:tcPr>
            <w:tcW w:w="6240" w:type="dxa"/>
          </w:tcPr>
          <w:p w14:paraId="056B58A6" w14:textId="77777777" w:rsidR="00810B20" w:rsidRPr="006A2BD8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A2BD8">
              <w:rPr>
                <w:rFonts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810B20" w:rsidRPr="00502D40" w14:paraId="543342F2" w14:textId="77777777" w:rsidTr="003F22FF">
        <w:tc>
          <w:tcPr>
            <w:tcW w:w="2988" w:type="dxa"/>
          </w:tcPr>
          <w:p w14:paraId="336ABA45" w14:textId="77777777" w:rsidR="00810B20" w:rsidRPr="003F22FF" w:rsidRDefault="00810B20" w:rsidP="00AE3E0A">
            <w:pPr>
              <w:pStyle w:val="Tabelazwyky"/>
              <w:rPr>
                <w:lang w:val="en-GB"/>
              </w:rPr>
            </w:pPr>
            <w:r w:rsidRPr="003F22FF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2078C53C" w14:textId="77777777" w:rsidR="00810B20" w:rsidRPr="006A2BD8" w:rsidRDefault="00810B20" w:rsidP="00AE3E0A">
            <w:pPr>
              <w:pStyle w:val="Tabelazwyky"/>
            </w:pPr>
            <w:r w:rsidRPr="006A2BD8">
              <w:t>Architektura oparta na usługach (ang. Service-</w:t>
            </w:r>
            <w:proofErr w:type="spellStart"/>
            <w:r w:rsidRPr="006A2BD8">
              <w:t>Oriented</w:t>
            </w:r>
            <w:proofErr w:type="spellEnd"/>
            <w:r w:rsidRPr="006A2BD8">
              <w:t xml:space="preserve"> Architecture); koncepcja tworzenia systemów informatycznych, w której główny nacisk stawia się na definiowanie usług, które spełnią wymagania użytkownika. Pojęcie SOA obejmuje zestaw metod </w:t>
            </w:r>
            <w:r w:rsidRPr="006A2BD8">
              <w:lastRenderedPageBreak/>
              <w:t>organizacyjnych i technicznych mający na celu lepsze powiązanie biznesowej strony organizacji z jej zasobami informatycznymi.</w:t>
            </w:r>
          </w:p>
        </w:tc>
      </w:tr>
      <w:tr w:rsidR="00810B20" w:rsidRPr="00502D40" w14:paraId="0C5508CC" w14:textId="77777777" w:rsidTr="003F22FF">
        <w:tc>
          <w:tcPr>
            <w:tcW w:w="2988" w:type="dxa"/>
          </w:tcPr>
          <w:p w14:paraId="4D9C27F0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lastRenderedPageBreak/>
              <w:t>SOAP</w:t>
            </w:r>
          </w:p>
        </w:tc>
        <w:tc>
          <w:tcPr>
            <w:tcW w:w="6240" w:type="dxa"/>
          </w:tcPr>
          <w:p w14:paraId="7AB4FCD9" w14:textId="77777777" w:rsidR="00810B20" w:rsidRPr="006A2BD8" w:rsidRDefault="00810B20" w:rsidP="00AE3E0A">
            <w:pPr>
              <w:pStyle w:val="Tabelazwyky"/>
            </w:pPr>
            <w:r w:rsidRPr="006A2BD8">
              <w:rPr>
                <w:i/>
              </w:rPr>
              <w:t xml:space="preserve">Simple Object Access </w:t>
            </w:r>
            <w:proofErr w:type="spellStart"/>
            <w:r w:rsidRPr="006A2BD8">
              <w:rPr>
                <w:i/>
              </w:rPr>
              <w:t>Protocol</w:t>
            </w:r>
            <w:proofErr w:type="spellEnd"/>
            <w:r w:rsidRPr="006A2BD8">
              <w:t xml:space="preserve"> – protokół wywoływania zdalnego dostępu do obiektów, wykorzystujący XML do kodowania wywołań.</w:t>
            </w:r>
          </w:p>
        </w:tc>
      </w:tr>
      <w:tr w:rsidR="00810B20" w:rsidRPr="00502D40" w14:paraId="030C8C5E" w14:textId="77777777" w:rsidTr="003F22FF">
        <w:tc>
          <w:tcPr>
            <w:tcW w:w="2988" w:type="dxa"/>
          </w:tcPr>
          <w:p w14:paraId="353F263E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SSO</w:t>
            </w:r>
          </w:p>
        </w:tc>
        <w:tc>
          <w:tcPr>
            <w:tcW w:w="6240" w:type="dxa"/>
          </w:tcPr>
          <w:p w14:paraId="52AAF1D6" w14:textId="77777777" w:rsidR="00810B20" w:rsidRPr="006A2BD8" w:rsidRDefault="00810B20" w:rsidP="00AE3E0A">
            <w:pPr>
              <w:pStyle w:val="Tabelazwyky"/>
            </w:pPr>
            <w:r w:rsidRPr="006A2BD8">
              <w:rPr>
                <w:i/>
              </w:rPr>
              <w:t xml:space="preserve">Single </w:t>
            </w:r>
            <w:proofErr w:type="spellStart"/>
            <w:r w:rsidRPr="006A2BD8">
              <w:rPr>
                <w:i/>
              </w:rPr>
              <w:t>Sign</w:t>
            </w:r>
            <w:proofErr w:type="spellEnd"/>
            <w:r w:rsidRPr="006A2BD8">
              <w:rPr>
                <w:i/>
              </w:rPr>
              <w:t xml:space="preserve"> On</w:t>
            </w:r>
            <w:r w:rsidRPr="006A2BD8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502D40" w14:paraId="6921CB0B" w14:textId="77777777" w:rsidTr="003F22FF">
        <w:tc>
          <w:tcPr>
            <w:tcW w:w="2988" w:type="dxa"/>
          </w:tcPr>
          <w:p w14:paraId="13719BA9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SZPROT</w:t>
            </w:r>
          </w:p>
        </w:tc>
        <w:tc>
          <w:tcPr>
            <w:tcW w:w="6240" w:type="dxa"/>
          </w:tcPr>
          <w:p w14:paraId="086D6E01" w14:textId="77777777" w:rsidR="00810B20" w:rsidRPr="006A2BD8" w:rsidRDefault="00810B20" w:rsidP="00AE3E0A">
            <w:pPr>
              <w:pStyle w:val="Tabelazwyky"/>
            </w:pPr>
            <w:r w:rsidRPr="006A2BD8">
              <w:t>System Zintegrowanej Rejestracji Przedsiębiorców. Projekt „Programu e-Cło”.</w:t>
            </w:r>
          </w:p>
        </w:tc>
      </w:tr>
      <w:tr w:rsidR="00810B20" w:rsidRPr="00502D40" w14:paraId="5D5735D2" w14:textId="77777777" w:rsidTr="003F22FF">
        <w:tc>
          <w:tcPr>
            <w:tcW w:w="2988" w:type="dxa"/>
          </w:tcPr>
          <w:p w14:paraId="5077450E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TREZOR</w:t>
            </w:r>
          </w:p>
        </w:tc>
        <w:tc>
          <w:tcPr>
            <w:tcW w:w="6240" w:type="dxa"/>
          </w:tcPr>
          <w:p w14:paraId="0AA0FEAF" w14:textId="77777777" w:rsidR="00810B20" w:rsidRPr="006A2BD8" w:rsidRDefault="00810B20" w:rsidP="00AE3E0A">
            <w:pPr>
              <w:pStyle w:val="Tabelazwyky"/>
            </w:pPr>
            <w:r w:rsidRPr="006A2BD8">
              <w:t>Informatyczny System Obsługi Budżetu Państwa.</w:t>
            </w:r>
          </w:p>
        </w:tc>
      </w:tr>
      <w:tr w:rsidR="00810B20" w:rsidRPr="00502D40" w14:paraId="7281FA81" w14:textId="77777777" w:rsidTr="003F22FF">
        <w:tc>
          <w:tcPr>
            <w:tcW w:w="2988" w:type="dxa"/>
          </w:tcPr>
          <w:p w14:paraId="75B8A69B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WFW</w:t>
            </w:r>
          </w:p>
        </w:tc>
        <w:tc>
          <w:tcPr>
            <w:tcW w:w="6240" w:type="dxa"/>
          </w:tcPr>
          <w:p w14:paraId="47DC8909" w14:textId="77777777" w:rsidR="00810B20" w:rsidRPr="006A2BD8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A2BD8">
              <w:rPr>
                <w:rFonts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6A2BD8">
              <w:rPr>
                <w:rFonts w:cs="Arial"/>
                <w:sz w:val="20"/>
                <w:szCs w:val="20"/>
              </w:rPr>
              <w:t>workflow</w:t>
            </w:r>
            <w:proofErr w:type="spellEnd"/>
            <w:r w:rsidRPr="006A2BD8">
              <w:rPr>
                <w:rFonts w:cs="Arial"/>
                <w:sz w:val="20"/>
                <w:szCs w:val="20"/>
              </w:rPr>
              <w:t xml:space="preserve">), jak i automatyzacji procesów biznesowych (tradycyjnie określane terminem Business </w:t>
            </w:r>
            <w:proofErr w:type="spellStart"/>
            <w:r w:rsidRPr="006A2BD8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6A2BD8">
              <w:rPr>
                <w:rFonts w:cs="Arial"/>
                <w:sz w:val="20"/>
                <w:szCs w:val="20"/>
              </w:rPr>
              <w:t xml:space="preserve"> Management, BPM).</w:t>
            </w:r>
          </w:p>
        </w:tc>
      </w:tr>
      <w:tr w:rsidR="00810B20" w:rsidRPr="00502D40" w14:paraId="5530BA73" w14:textId="77777777" w:rsidTr="003F22FF">
        <w:tc>
          <w:tcPr>
            <w:tcW w:w="2988" w:type="dxa"/>
          </w:tcPr>
          <w:p w14:paraId="7F7417B4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WOMIS</w:t>
            </w:r>
          </w:p>
        </w:tc>
        <w:tc>
          <w:tcPr>
            <w:tcW w:w="6240" w:type="dxa"/>
          </w:tcPr>
          <w:p w14:paraId="23BE4383" w14:textId="77777777" w:rsidR="00810B20" w:rsidRPr="006A2BD8" w:rsidRDefault="00810B20" w:rsidP="00AE3E0A">
            <w:pPr>
              <w:pStyle w:val="Tabelazwyky"/>
            </w:pPr>
            <w:r w:rsidRPr="006A2BD8">
              <w:rPr>
                <w:i/>
              </w:rPr>
              <w:t>Write-Off Management and Information System</w:t>
            </w:r>
            <w:r w:rsidRPr="006A2BD8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502D40" w14:paraId="5D8D266C" w14:textId="77777777" w:rsidTr="003F22FF">
        <w:tc>
          <w:tcPr>
            <w:tcW w:w="2988" w:type="dxa"/>
          </w:tcPr>
          <w:p w14:paraId="496DC104" w14:textId="77777777" w:rsidR="00810B20" w:rsidRPr="003F22FF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3F22FF">
              <w:rPr>
                <w:rFonts w:ascii="Lato" w:hAnsi="Lato" w:cs="Arial"/>
                <w:sz w:val="20"/>
                <w:szCs w:val="20"/>
                <w:lang w:val="en-GB" w:eastAsia="pl-PL"/>
              </w:rPr>
              <w:t>WSDL</w:t>
            </w:r>
          </w:p>
        </w:tc>
        <w:tc>
          <w:tcPr>
            <w:tcW w:w="6240" w:type="dxa"/>
          </w:tcPr>
          <w:p w14:paraId="12929E3B" w14:textId="77777777" w:rsidR="00810B20" w:rsidRPr="006A2BD8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– oparty na XML język do definiowania usług sieciowych. Opisuje protokoły i formaty używane przez usługi sieciowe. </w:t>
            </w:r>
          </w:p>
          <w:p w14:paraId="1DCD06DE" w14:textId="77777777" w:rsidR="00810B20" w:rsidRPr="006A2BD8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502D40" w14:paraId="69493B09" w14:textId="77777777" w:rsidTr="003F22FF">
        <w:tc>
          <w:tcPr>
            <w:tcW w:w="2988" w:type="dxa"/>
          </w:tcPr>
          <w:p w14:paraId="0B07EAC8" w14:textId="77777777" w:rsidR="00810B20" w:rsidRPr="003F22FF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3F22FF">
              <w:rPr>
                <w:rFonts w:ascii="Lato" w:hAnsi="Lato" w:cs="Arial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49C6C390" w14:textId="77777777" w:rsidR="00810B20" w:rsidRPr="006A2BD8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502D40" w14:paraId="3888C1FD" w14:textId="77777777" w:rsidTr="003F22FF">
        <w:tc>
          <w:tcPr>
            <w:tcW w:w="2988" w:type="dxa"/>
          </w:tcPr>
          <w:p w14:paraId="396AAC4D" w14:textId="77777777" w:rsidR="00810B20" w:rsidRPr="003F22FF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3F22FF">
              <w:rPr>
                <w:rFonts w:ascii="Lato" w:hAnsi="Lato" w:cs="Arial"/>
                <w:sz w:val="20"/>
                <w:szCs w:val="20"/>
                <w:lang w:val="en-GB" w:eastAsia="pl-PL"/>
              </w:rPr>
              <w:lastRenderedPageBreak/>
              <w:t>XML Schema</w:t>
            </w:r>
          </w:p>
        </w:tc>
        <w:tc>
          <w:tcPr>
            <w:tcW w:w="6240" w:type="dxa"/>
          </w:tcPr>
          <w:p w14:paraId="4C60CC41" w14:textId="77777777" w:rsidR="00810B20" w:rsidRPr="006A2BD8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502D40" w14:paraId="157C2448" w14:textId="77777777" w:rsidTr="003F22FF">
        <w:tc>
          <w:tcPr>
            <w:tcW w:w="2988" w:type="dxa"/>
          </w:tcPr>
          <w:p w14:paraId="7186E1B8" w14:textId="77777777" w:rsidR="00810B20" w:rsidRPr="003F22FF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3F22FF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XSD </w:t>
            </w:r>
          </w:p>
        </w:tc>
        <w:tc>
          <w:tcPr>
            <w:tcW w:w="6240" w:type="dxa"/>
          </w:tcPr>
          <w:p w14:paraId="5E8E55BD" w14:textId="77777777" w:rsidR="00810B20" w:rsidRPr="006A2BD8" w:rsidRDefault="00810B20" w:rsidP="00AE3E0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Definition  - plik zawierający definicje XML </w:t>
            </w:r>
            <w:proofErr w:type="spellStart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810B20" w:rsidRPr="00502D40" w14:paraId="3744BCBE" w14:textId="77777777" w:rsidTr="003F22FF">
        <w:tc>
          <w:tcPr>
            <w:tcW w:w="2988" w:type="dxa"/>
          </w:tcPr>
          <w:p w14:paraId="568891DB" w14:textId="77777777" w:rsidR="00810B20" w:rsidRPr="003F22FF" w:rsidRDefault="00810B20" w:rsidP="00AE3E0A">
            <w:pPr>
              <w:spacing w:before="60" w:after="60"/>
              <w:rPr>
                <w:rFonts w:cs="Arial"/>
                <w:sz w:val="20"/>
                <w:szCs w:val="20"/>
                <w:lang w:val="en-GB"/>
              </w:rPr>
            </w:pPr>
            <w:r w:rsidRPr="003F22FF">
              <w:rPr>
                <w:rFonts w:cs="Arial"/>
                <w:sz w:val="20"/>
                <w:szCs w:val="20"/>
                <w:lang w:val="en-GB"/>
              </w:rPr>
              <w:t>ZEFIR 2</w:t>
            </w:r>
          </w:p>
        </w:tc>
        <w:tc>
          <w:tcPr>
            <w:tcW w:w="6240" w:type="dxa"/>
          </w:tcPr>
          <w:p w14:paraId="50506522" w14:textId="77777777" w:rsidR="00810B20" w:rsidRPr="006A2BD8" w:rsidRDefault="00810B20" w:rsidP="00AE3E0A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6A2BD8">
              <w:rPr>
                <w:rFonts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6309945F" w14:textId="77777777" w:rsidR="003F3585" w:rsidRPr="00502D40" w:rsidRDefault="00C43119" w:rsidP="00502D40">
      <w:pPr>
        <w:pStyle w:val="Nagwek3"/>
      </w:pPr>
      <w:bookmarkStart w:id="43" w:name="_Toc349568560"/>
      <w:bookmarkStart w:id="44" w:name="_Toc183694408"/>
      <w:r w:rsidRPr="00502D40">
        <w:t>Terminy</w:t>
      </w:r>
      <w:bookmarkEnd w:id="43"/>
      <w:bookmarkEnd w:id="44"/>
    </w:p>
    <w:p w14:paraId="018DE811" w14:textId="4B43BA9E" w:rsidR="00034C39" w:rsidRPr="00502D40" w:rsidRDefault="00034C39" w:rsidP="00502D40">
      <w:pPr>
        <w:pStyle w:val="Z2PodpisRysunkuTabeli"/>
      </w:pPr>
      <w:bookmarkStart w:id="45" w:name="_Toc183694390"/>
      <w:r w:rsidRPr="00502D40">
        <w:t xml:space="preserve">Tabela </w:t>
      </w:r>
      <w:fldSimple w:instr=" SEQ Tabela \* ARABIC ">
        <w:r w:rsidR="00034478">
          <w:rPr>
            <w:noProof/>
          </w:rPr>
          <w:t>6</w:t>
        </w:r>
      </w:fldSimple>
      <w:r w:rsidRPr="00502D40">
        <w:t>. Wykaz definicji</w:t>
      </w:r>
      <w:bookmarkEnd w:id="4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502D40" w14:paraId="3C442FEE" w14:textId="77777777" w:rsidTr="003F2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3C0C88B3" w14:textId="77777777" w:rsidR="00034C39" w:rsidRPr="00502D40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502D40">
              <w:rPr>
                <w:rFonts w:ascii="Lato" w:hAnsi="Lato"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47E52188" w14:textId="77777777" w:rsidR="00034C39" w:rsidRPr="00502D40" w:rsidRDefault="00034C39" w:rsidP="00F9660A">
            <w:pPr>
              <w:pStyle w:val="Z2Nagwektabeli"/>
              <w:rPr>
                <w:rFonts w:ascii="Lato" w:hAnsi="Lato" w:cs="Arial"/>
                <w:szCs w:val="18"/>
              </w:rPr>
            </w:pPr>
            <w:r w:rsidRPr="00502D40">
              <w:rPr>
                <w:rFonts w:ascii="Lato" w:hAnsi="Lato" w:cs="Arial"/>
                <w:szCs w:val="18"/>
              </w:rPr>
              <w:t>Definicja</w:t>
            </w:r>
          </w:p>
        </w:tc>
      </w:tr>
      <w:tr w:rsidR="00D64ACB" w:rsidRPr="00502D40" w14:paraId="3149C653" w14:textId="77777777" w:rsidTr="003F22FF">
        <w:tc>
          <w:tcPr>
            <w:tcW w:w="2988" w:type="dxa"/>
          </w:tcPr>
          <w:p w14:paraId="1EEF88EB" w14:textId="77777777" w:rsidR="00D64ACB" w:rsidRPr="006A2BD8" w:rsidRDefault="00716456" w:rsidP="004E2C82">
            <w:pPr>
              <w:rPr>
                <w:rFonts w:cs="Arial"/>
                <w:sz w:val="20"/>
                <w:szCs w:val="20"/>
              </w:rPr>
            </w:pPr>
            <w:r w:rsidRPr="006A2BD8">
              <w:rPr>
                <w:rFonts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66644F79" w14:textId="77777777" w:rsidR="00D64ACB" w:rsidRPr="006A2BD8" w:rsidRDefault="00716456" w:rsidP="007B5AE2">
            <w:pPr>
              <w:rPr>
                <w:rFonts w:cs="Arial"/>
                <w:sz w:val="20"/>
                <w:szCs w:val="20"/>
              </w:rPr>
            </w:pPr>
            <w:r w:rsidRPr="006A2BD8">
              <w:rPr>
                <w:rFonts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502D40" w14:paraId="0AEB6555" w14:textId="77777777" w:rsidTr="003F22FF">
        <w:tc>
          <w:tcPr>
            <w:tcW w:w="2988" w:type="dxa"/>
          </w:tcPr>
          <w:p w14:paraId="764A312B" w14:textId="77777777" w:rsidR="00D64ACB" w:rsidRPr="006A2BD8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174D48B7" w14:textId="77777777" w:rsidR="00D64ACB" w:rsidRPr="006A2BD8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502D40" w14:paraId="34C6DADF" w14:textId="77777777" w:rsidTr="003F22FF">
        <w:tc>
          <w:tcPr>
            <w:tcW w:w="2988" w:type="dxa"/>
          </w:tcPr>
          <w:p w14:paraId="039B20FC" w14:textId="77777777" w:rsidR="00D64ACB" w:rsidRPr="006A2BD8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714D1260" w14:textId="77777777" w:rsidR="00D64ACB" w:rsidRPr="006A2BD8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A2BD8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4BC7695D" w14:textId="77777777" w:rsidR="008304F5" w:rsidRPr="00502D40" w:rsidRDefault="008304F5" w:rsidP="00502D40">
      <w:pPr>
        <w:pStyle w:val="Nagwek1"/>
      </w:pPr>
      <w:bookmarkStart w:id="46" w:name="_Toc349568561"/>
      <w:bookmarkStart w:id="47" w:name="_Toc183694409"/>
      <w:r w:rsidRPr="00502D40">
        <w:lastRenderedPageBreak/>
        <w:t>Zawartość merytoryczna dokumentu</w:t>
      </w:r>
      <w:bookmarkEnd w:id="46"/>
      <w:bookmarkEnd w:id="47"/>
    </w:p>
    <w:p w14:paraId="3C21F225" w14:textId="77777777" w:rsidR="00654129" w:rsidRPr="00502D40" w:rsidRDefault="00D64ACB" w:rsidP="003F22FF">
      <w:r w:rsidRPr="00502D40">
        <w:t xml:space="preserve">Dokument zawiera </w:t>
      </w:r>
      <w:r w:rsidR="005E6523" w:rsidRPr="00502D40">
        <w:t xml:space="preserve">definicje struktury i zawartości informacyjnej dokumentu XML (zwanej tutaj także komunikatem) deklaracji </w:t>
      </w:r>
      <w:r w:rsidR="00D318B1" w:rsidRPr="00502D40">
        <w:t>od nabycia wewnątrzwspólnotowego wyrobów gazowych (z wyłączeniem gazu do napędu silników spalinowych) AKC-WG</w:t>
      </w:r>
      <w:r w:rsidR="005E6523" w:rsidRPr="00502D40">
        <w:t>.</w:t>
      </w:r>
    </w:p>
    <w:p w14:paraId="7D535BB7" w14:textId="77777777" w:rsidR="00D64ACB" w:rsidRPr="00502D40" w:rsidRDefault="00D64ACB" w:rsidP="003F22FF">
      <w:pPr>
        <w:rPr>
          <w:rFonts w:cs="Arial"/>
          <w:sz w:val="18"/>
          <w:szCs w:val="18"/>
        </w:rPr>
      </w:pPr>
      <w:r w:rsidRPr="00502D40">
        <w:t>Struktury danych wspólne dla wszystkich zestawów u</w:t>
      </w:r>
      <w:r w:rsidR="00237AB5" w:rsidRPr="00502D40">
        <w:t>sług zostały umieszczone w plikach</w:t>
      </w:r>
      <w:r w:rsidRPr="00502D40">
        <w:t xml:space="preserve"> </w:t>
      </w:r>
      <w:r w:rsidR="00897644" w:rsidRPr="00502D40">
        <w:t>Types</w:t>
      </w:r>
      <w:r w:rsidR="007050E4" w:rsidRPr="00502D40">
        <w:t>_Z3</w:t>
      </w:r>
      <w:r w:rsidR="00897644" w:rsidRPr="00502D40">
        <w:t>.xsd,  Trader</w:t>
      </w:r>
      <w:r w:rsidR="007050E4" w:rsidRPr="00502D40">
        <w:t>_Z2</w:t>
      </w:r>
      <w:r w:rsidR="00897644" w:rsidRPr="00502D40">
        <w:t>.xsd.</w:t>
      </w:r>
    </w:p>
    <w:p w14:paraId="01F2795D" w14:textId="5D007ABD" w:rsidR="00D64ACB" w:rsidRPr="00502D40" w:rsidRDefault="00D64ACB" w:rsidP="00502D40">
      <w:pPr>
        <w:pStyle w:val="Z2PodpisRysunkuTabeli"/>
      </w:pPr>
      <w:bookmarkStart w:id="48" w:name="_Toc348954995"/>
      <w:bookmarkStart w:id="49" w:name="_Toc183694391"/>
      <w:r w:rsidRPr="00502D40">
        <w:t xml:space="preserve">Tabela </w:t>
      </w:r>
      <w:fldSimple w:instr=" SEQ Tabela \* ARABIC ">
        <w:r w:rsidR="00034478">
          <w:rPr>
            <w:noProof/>
          </w:rPr>
          <w:t>7</w:t>
        </w:r>
      </w:fldSimple>
      <w:r w:rsidRPr="00502D40">
        <w:t xml:space="preserve">. </w:t>
      </w:r>
      <w:r w:rsidR="00847416" w:rsidRPr="00502D40">
        <w:t>Powiązanie plików</w:t>
      </w:r>
      <w:r w:rsidRPr="00502D40">
        <w:t xml:space="preserve"> XSD</w:t>
      </w:r>
      <w:bookmarkEnd w:id="48"/>
      <w:bookmarkEnd w:id="49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502D40" w14:paraId="0F89BEBD" w14:textId="77777777" w:rsidTr="00646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57" w:type="dxa"/>
          </w:tcPr>
          <w:p w14:paraId="4E269E41" w14:textId="77777777" w:rsidR="00847416" w:rsidRPr="00502D40" w:rsidRDefault="00847416" w:rsidP="004E2C82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>Plik XSD</w:t>
            </w:r>
          </w:p>
        </w:tc>
        <w:tc>
          <w:tcPr>
            <w:tcW w:w="7171" w:type="dxa"/>
          </w:tcPr>
          <w:p w14:paraId="3A9209AB" w14:textId="77777777" w:rsidR="00847416" w:rsidRPr="00502D40" w:rsidRDefault="00847416" w:rsidP="004E2C82">
            <w:pPr>
              <w:pStyle w:val="Z2Nagwektabeli"/>
              <w:rPr>
                <w:rFonts w:ascii="Lato" w:hAnsi="Lato"/>
              </w:rPr>
            </w:pPr>
            <w:r w:rsidRPr="00502D40">
              <w:rPr>
                <w:rFonts w:ascii="Lato" w:hAnsi="Lato"/>
              </w:rPr>
              <w:t>Opis</w:t>
            </w:r>
          </w:p>
        </w:tc>
      </w:tr>
      <w:tr w:rsidR="00847416" w:rsidRPr="00502D40" w14:paraId="117BA96E" w14:textId="77777777" w:rsidTr="0064649E">
        <w:trPr>
          <w:trHeight w:val="201"/>
        </w:trPr>
        <w:tc>
          <w:tcPr>
            <w:tcW w:w="2057" w:type="dxa"/>
          </w:tcPr>
          <w:p w14:paraId="3267156E" w14:textId="77777777" w:rsidR="00847416" w:rsidRPr="00B2756F" w:rsidRDefault="00847416" w:rsidP="00847416">
            <w:pPr>
              <w:rPr>
                <w:rFonts w:cs="Arial"/>
                <w:sz w:val="20"/>
                <w:szCs w:val="20"/>
              </w:rPr>
            </w:pPr>
            <w:r w:rsidRPr="00B2756F">
              <w:rPr>
                <w:rFonts w:cs="Arial"/>
                <w:sz w:val="20"/>
                <w:szCs w:val="20"/>
              </w:rPr>
              <w:t>Types</w:t>
            </w:r>
            <w:r w:rsidR="007050E4" w:rsidRPr="00B2756F">
              <w:rPr>
                <w:rFonts w:cs="Arial"/>
                <w:sz w:val="20"/>
                <w:szCs w:val="20"/>
              </w:rPr>
              <w:t>_Z3</w:t>
            </w:r>
            <w:r w:rsidRPr="00B2756F">
              <w:rPr>
                <w:rFonts w:cs="Arial"/>
                <w:sz w:val="20"/>
                <w:szCs w:val="20"/>
              </w:rPr>
              <w:t xml:space="preserve">.xsd, </w:t>
            </w:r>
          </w:p>
          <w:p w14:paraId="37ADDC5A" w14:textId="77777777" w:rsidR="007A5393" w:rsidRPr="00B2756F" w:rsidRDefault="00847416" w:rsidP="00847416">
            <w:pPr>
              <w:rPr>
                <w:rFonts w:cs="Arial"/>
                <w:sz w:val="20"/>
                <w:szCs w:val="20"/>
              </w:rPr>
            </w:pPr>
            <w:r w:rsidRPr="00B2756F">
              <w:rPr>
                <w:rFonts w:cs="Arial"/>
                <w:sz w:val="20"/>
                <w:szCs w:val="20"/>
              </w:rPr>
              <w:t>Trader</w:t>
            </w:r>
            <w:r w:rsidR="007050E4" w:rsidRPr="00B2756F">
              <w:rPr>
                <w:rFonts w:cs="Arial"/>
                <w:sz w:val="20"/>
                <w:szCs w:val="20"/>
              </w:rPr>
              <w:t>_Z2</w:t>
            </w:r>
            <w:r w:rsidRPr="00B2756F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7171" w:type="dxa"/>
          </w:tcPr>
          <w:p w14:paraId="23EB35CC" w14:textId="77777777" w:rsidR="007A5393" w:rsidRPr="006A2BD8" w:rsidRDefault="00847416" w:rsidP="00B51284">
            <w:pPr>
              <w:rPr>
                <w:rFonts w:cs="Arial"/>
                <w:sz w:val="20"/>
                <w:szCs w:val="20"/>
              </w:rPr>
            </w:pPr>
            <w:r w:rsidRPr="006A2BD8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6A2BD8">
              <w:rPr>
                <w:rFonts w:cs="Arial"/>
                <w:sz w:val="20"/>
                <w:szCs w:val="20"/>
              </w:rPr>
              <w:t>deklaracjach</w:t>
            </w:r>
            <w:r w:rsidR="007A5393" w:rsidRPr="006A2BD8">
              <w:rPr>
                <w:rFonts w:cs="Arial"/>
                <w:sz w:val="20"/>
                <w:szCs w:val="20"/>
              </w:rPr>
              <w:t>.</w:t>
            </w:r>
          </w:p>
        </w:tc>
      </w:tr>
      <w:tr w:rsidR="00847416" w:rsidRPr="00502D40" w14:paraId="21FBBAD2" w14:textId="77777777" w:rsidTr="0064649E">
        <w:tc>
          <w:tcPr>
            <w:tcW w:w="2057" w:type="dxa"/>
          </w:tcPr>
          <w:p w14:paraId="501F9E07" w14:textId="77777777" w:rsidR="00847416" w:rsidRPr="006A2BD8" w:rsidRDefault="00D318B1" w:rsidP="004E2C82">
            <w:pPr>
              <w:rPr>
                <w:rFonts w:cs="Arial"/>
                <w:sz w:val="20"/>
                <w:szCs w:val="20"/>
              </w:rPr>
            </w:pPr>
            <w:r w:rsidRPr="006A2BD8">
              <w:rPr>
                <w:rFonts w:cs="Arial"/>
                <w:sz w:val="20"/>
                <w:szCs w:val="20"/>
              </w:rPr>
              <w:t>AKC_WG</w:t>
            </w:r>
            <w:r w:rsidR="00847416" w:rsidRPr="006A2BD8">
              <w:rPr>
                <w:rFonts w:cs="Arial"/>
                <w:sz w:val="20"/>
                <w:szCs w:val="20"/>
              </w:rPr>
              <w:t>.xsd</w:t>
            </w:r>
          </w:p>
        </w:tc>
        <w:tc>
          <w:tcPr>
            <w:tcW w:w="7171" w:type="dxa"/>
          </w:tcPr>
          <w:p w14:paraId="67FE4DCE" w14:textId="77777777" w:rsidR="00847416" w:rsidRPr="006A2BD8" w:rsidRDefault="00897644" w:rsidP="00A4737B">
            <w:pPr>
              <w:rPr>
                <w:rFonts w:cs="Arial"/>
                <w:sz w:val="20"/>
                <w:szCs w:val="20"/>
              </w:rPr>
            </w:pPr>
            <w:r w:rsidRPr="006A2BD8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55413D5E" w14:textId="77777777" w:rsidR="004E2C82" w:rsidRPr="00502D40" w:rsidRDefault="007B6312" w:rsidP="00502D40">
      <w:pPr>
        <w:pStyle w:val="Nagwek1"/>
      </w:pPr>
      <w:bookmarkStart w:id="50" w:name="_Toc183694410"/>
      <w:r w:rsidRPr="00502D40">
        <w:lastRenderedPageBreak/>
        <w:t>Specyfikacja deklaracji AKC_</w:t>
      </w:r>
      <w:r w:rsidR="00954150" w:rsidRPr="00502D40">
        <w:t>WG</w:t>
      </w:r>
      <w:bookmarkEnd w:id="50"/>
    </w:p>
    <w:p w14:paraId="42DC14B7" w14:textId="77777777" w:rsidR="00CA300B" w:rsidRPr="00502D40" w:rsidRDefault="00667866" w:rsidP="0064649E">
      <w:r w:rsidRPr="00502D40">
        <w:t>Struktury typu</w:t>
      </w:r>
      <w:r w:rsidR="00A812AD" w:rsidRPr="00502D40">
        <w:t xml:space="preserve"> </w:t>
      </w:r>
      <w:proofErr w:type="spellStart"/>
      <w:r w:rsidR="00A812AD" w:rsidRPr="00502D40">
        <w:t>ZIdentification</w:t>
      </w:r>
      <w:proofErr w:type="spellEnd"/>
      <w:r w:rsidR="00A812AD" w:rsidRPr="00502D40">
        <w:t>,</w:t>
      </w:r>
      <w:r w:rsidR="00BF033E" w:rsidRPr="00502D40">
        <w:t xml:space="preserve"> </w:t>
      </w:r>
      <w:proofErr w:type="spellStart"/>
      <w:r w:rsidR="00BF033E" w:rsidRPr="00502D40">
        <w:t>Z</w:t>
      </w:r>
      <w:r w:rsidR="007050E4" w:rsidRPr="00502D40">
        <w:t>Tax</w:t>
      </w:r>
      <w:r w:rsidR="00BF033E" w:rsidRPr="00502D40">
        <w:t>Office</w:t>
      </w:r>
      <w:proofErr w:type="spellEnd"/>
      <w:r w:rsidR="00BF033E" w:rsidRPr="00502D40">
        <w:t>,</w:t>
      </w:r>
      <w:r w:rsidRPr="00502D40">
        <w:t xml:space="preserve"> </w:t>
      </w:r>
      <w:proofErr w:type="spellStart"/>
      <w:r w:rsidR="00942D6B" w:rsidRPr="00502D40">
        <w:t>ZCorporate</w:t>
      </w:r>
      <w:proofErr w:type="spellEnd"/>
      <w:r w:rsidR="00942D6B" w:rsidRPr="00502D40">
        <w:t xml:space="preserve">, </w:t>
      </w:r>
      <w:proofErr w:type="spellStart"/>
      <w:r w:rsidR="002D03E2" w:rsidRPr="00502D40">
        <w:t>ZCarDetails</w:t>
      </w:r>
      <w:proofErr w:type="spellEnd"/>
      <w:r w:rsidR="002D03E2" w:rsidRPr="00502D40">
        <w:t>,</w:t>
      </w:r>
      <w:r w:rsidR="00AA2D51" w:rsidRPr="00502D40">
        <w:t xml:space="preserve"> </w:t>
      </w:r>
      <w:proofErr w:type="spellStart"/>
      <w:r w:rsidR="00AA2D51" w:rsidRPr="00502D40">
        <w:t>Z</w:t>
      </w:r>
      <w:r w:rsidR="00DD16EC" w:rsidRPr="00502D40">
        <w:t>Ext</w:t>
      </w:r>
      <w:r w:rsidR="00AA2D51" w:rsidRPr="00502D40">
        <w:t>Statement</w:t>
      </w:r>
      <w:proofErr w:type="spellEnd"/>
      <w:r w:rsidR="00AA2D51" w:rsidRPr="00502D40">
        <w:t>,</w:t>
      </w:r>
      <w:r w:rsidR="00BF033E" w:rsidRPr="00502D40">
        <w:t xml:space="preserve"> </w:t>
      </w:r>
      <w:proofErr w:type="spellStart"/>
      <w:r w:rsidR="00BF033E" w:rsidRPr="00502D40">
        <w:t>ZAmountC</w:t>
      </w:r>
      <w:proofErr w:type="spellEnd"/>
      <w:r w:rsidR="00BF033E" w:rsidRPr="00502D40">
        <w:t>,</w:t>
      </w:r>
      <w:r w:rsidR="00AA2D51" w:rsidRPr="00502D40">
        <w:t xml:space="preserve"> </w:t>
      </w:r>
      <w:proofErr w:type="spellStart"/>
      <w:r w:rsidR="00BF033E" w:rsidRPr="00502D40">
        <w:t>ZPercentage</w:t>
      </w:r>
      <w:proofErr w:type="spellEnd"/>
      <w:r w:rsidR="00BF033E" w:rsidRPr="00502D40">
        <w:t>,</w:t>
      </w:r>
      <w:r w:rsidR="002D03E2" w:rsidRPr="00502D40">
        <w:t xml:space="preserve"> </w:t>
      </w:r>
      <w:proofErr w:type="spellStart"/>
      <w:r w:rsidR="00916898" w:rsidRPr="00502D40">
        <w:t>SignatureType</w:t>
      </w:r>
      <w:proofErr w:type="spellEnd"/>
      <w:r w:rsidR="00543269" w:rsidRPr="00502D40">
        <w:t xml:space="preserve"> </w:t>
      </w:r>
      <w:r w:rsidRPr="00502D40">
        <w:t xml:space="preserve">zostały zdefiniowane w dokumencie </w:t>
      </w:r>
      <w:r w:rsidR="004E63A3" w:rsidRPr="00502D40">
        <w:fldChar w:fldCharType="begin"/>
      </w:r>
      <w:r w:rsidR="004E63A3" w:rsidRPr="00502D40">
        <w:instrText xml:space="preserve"> REF _Ref361653747 \r \h </w:instrText>
      </w:r>
      <w:r w:rsidR="005D3C54" w:rsidRPr="00502D40">
        <w:instrText xml:space="preserve"> \* MERGEFORMAT </w:instrText>
      </w:r>
      <w:r w:rsidR="004E63A3" w:rsidRPr="00502D40">
        <w:fldChar w:fldCharType="separate"/>
      </w:r>
      <w:r w:rsidR="000402FB" w:rsidRPr="00502D40">
        <w:t>A1</w:t>
      </w:r>
      <w:r w:rsidR="004E63A3" w:rsidRPr="00502D40">
        <w:fldChar w:fldCharType="end"/>
      </w:r>
      <w:r w:rsidRPr="00502D40">
        <w:t xml:space="preserve"> </w:t>
      </w:r>
      <w:r w:rsidR="00B507E4" w:rsidRPr="00502D40">
        <w:t>i</w:t>
      </w:r>
      <w:r w:rsidRPr="00502D40">
        <w:t xml:space="preserve"> nie będą tutaj szczegółowo omawiane.</w:t>
      </w:r>
    </w:p>
    <w:p w14:paraId="36569B76" w14:textId="435CF621" w:rsidR="00B71E48" w:rsidRDefault="00B71E48" w:rsidP="00B71E48">
      <w:pPr>
        <w:pStyle w:val="Legenda"/>
        <w:keepNext/>
      </w:pPr>
      <w:bookmarkStart w:id="51" w:name="_Toc183694392"/>
      <w:r>
        <w:t xml:space="preserve">Tabela </w:t>
      </w:r>
      <w:fldSimple w:instr=" SEQ Tabela \* ARABIC ">
        <w:r w:rsidR="00034478">
          <w:rPr>
            <w:noProof/>
          </w:rPr>
          <w:t>8</w:t>
        </w:r>
      </w:fldSimple>
      <w:r>
        <w:t xml:space="preserve">. </w:t>
      </w:r>
      <w:r w:rsidRPr="00F02A2C">
        <w:t>Powiązanie plików XSD</w:t>
      </w:r>
      <w:bookmarkEnd w:id="5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502D40" w14:paraId="37714026" w14:textId="77777777" w:rsidTr="00646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20628C38" w14:textId="77777777" w:rsidR="00AE58FB" w:rsidRPr="00B71E4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7FA9FD8E" w14:textId="77777777" w:rsidR="00AE58FB" w:rsidRPr="00B71E48" w:rsidRDefault="0089300F" w:rsidP="002B3C9A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 xml:space="preserve">Deklaracja </w:t>
            </w:r>
            <w:r w:rsidR="008D63A3" w:rsidRPr="00B71E48">
              <w:rPr>
                <w:rFonts w:cs="Arial"/>
                <w:sz w:val="20"/>
                <w:szCs w:val="20"/>
              </w:rPr>
              <w:t>od nabycia wewnątrzwspólnotowego wyrobów gazowych (z wyłączeniem gazu do napędu silników spalinowych) AKC-WG</w:t>
            </w:r>
          </w:p>
        </w:tc>
      </w:tr>
      <w:tr w:rsidR="00AE58FB" w:rsidRPr="00502D40" w14:paraId="2C1B391D" w14:textId="77777777" w:rsidTr="0064649E">
        <w:tc>
          <w:tcPr>
            <w:tcW w:w="2738" w:type="dxa"/>
          </w:tcPr>
          <w:p w14:paraId="0EB6CC8C" w14:textId="77777777" w:rsidR="00AE58FB" w:rsidRPr="00B71E4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5D1C910" w14:textId="77777777" w:rsidR="00AE58FB" w:rsidRPr="00B71E4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502D40" w14:paraId="6E14CBA2" w14:textId="77777777" w:rsidTr="0064649E">
        <w:tc>
          <w:tcPr>
            <w:tcW w:w="2738" w:type="dxa"/>
          </w:tcPr>
          <w:p w14:paraId="2B6AE042" w14:textId="77777777" w:rsidR="00AE58FB" w:rsidRPr="00B71E48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E2A0BD5" w14:textId="77777777" w:rsidR="00AE58FB" w:rsidRPr="00B71E48" w:rsidRDefault="007050E4" w:rsidP="002B3C9A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3_0</w:t>
            </w:r>
          </w:p>
        </w:tc>
      </w:tr>
      <w:tr w:rsidR="00AE58FB" w:rsidRPr="00502D40" w14:paraId="568EB4A3" w14:textId="77777777" w:rsidTr="0064649E">
        <w:tc>
          <w:tcPr>
            <w:tcW w:w="2738" w:type="dxa"/>
          </w:tcPr>
          <w:p w14:paraId="2ED4FD37" w14:textId="77777777" w:rsidR="00AE58FB" w:rsidRPr="00B71E48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B71E48">
              <w:rPr>
                <w:rFonts w:cs="Arial"/>
                <w:sz w:val="20"/>
                <w:szCs w:val="20"/>
              </w:rPr>
              <w:t>a</w:t>
            </w:r>
            <w:r w:rsidRPr="00B71E48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3C02E818" w14:textId="77777777" w:rsidR="00AE58FB" w:rsidRPr="00B71E4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502D40" w14:paraId="7C06D85F" w14:textId="77777777" w:rsidTr="0064649E">
        <w:tc>
          <w:tcPr>
            <w:tcW w:w="2738" w:type="dxa"/>
          </w:tcPr>
          <w:p w14:paraId="3BB4BBD7" w14:textId="77777777" w:rsidR="00AE58FB" w:rsidRPr="00B71E4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1F96ECCB" w14:textId="77777777" w:rsidR="00AE58FB" w:rsidRPr="00B71E48" w:rsidRDefault="009F6ED6" w:rsidP="002B3C9A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502D40" w14:paraId="7C3B2401" w14:textId="77777777" w:rsidTr="0064649E">
        <w:tc>
          <w:tcPr>
            <w:tcW w:w="2738" w:type="dxa"/>
          </w:tcPr>
          <w:p w14:paraId="2DA7B04B" w14:textId="77777777" w:rsidR="00AE58FB" w:rsidRPr="00B71E4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152309C9" w14:textId="77777777" w:rsidR="00AE58FB" w:rsidRPr="00B71E48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502D40" w14:paraId="66281AD0" w14:textId="77777777" w:rsidTr="0064649E">
        <w:tc>
          <w:tcPr>
            <w:tcW w:w="2738" w:type="dxa"/>
          </w:tcPr>
          <w:p w14:paraId="03E13F37" w14:textId="77777777" w:rsidR="00AE58FB" w:rsidRPr="00B71E4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7342D667" w14:textId="77777777" w:rsidR="00AE58FB" w:rsidRPr="00B71E48" w:rsidRDefault="00B5046C" w:rsidP="002B3C9A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502D40" w14:paraId="4F7170C0" w14:textId="77777777" w:rsidTr="0064649E">
        <w:tc>
          <w:tcPr>
            <w:tcW w:w="2738" w:type="dxa"/>
          </w:tcPr>
          <w:p w14:paraId="2B997EE5" w14:textId="77777777" w:rsidR="00AE58FB" w:rsidRPr="00B71E4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B71E48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3AA5EF28" w14:textId="60BA42C0" w:rsidR="00B5046C" w:rsidRPr="00B71E48" w:rsidRDefault="00117850" w:rsidP="00B5046C">
            <w:pPr>
              <w:rPr>
                <w:rFonts w:cs="Arial"/>
                <w:sz w:val="20"/>
                <w:szCs w:val="20"/>
              </w:rPr>
            </w:pPr>
            <w:r w:rsidRPr="00BE619B">
              <w:rPr>
                <w:rFonts w:cs="Arial"/>
                <w:sz w:val="20"/>
                <w:szCs w:val="20"/>
              </w:rPr>
              <w:t>http://www.w3.org/2000/09/xmldsig#</w:t>
            </w:r>
            <w:r w:rsidRPr="00B71E48">
              <w:rPr>
                <w:rFonts w:cs="Arial"/>
                <w:sz w:val="20"/>
                <w:szCs w:val="20"/>
              </w:rPr>
              <w:t xml:space="preserve"> </w:t>
            </w:r>
          </w:p>
          <w:p w14:paraId="0AD4B4D1" w14:textId="77777777" w:rsidR="007050E4" w:rsidRPr="00B71E48" w:rsidRDefault="007050E4" w:rsidP="007050E4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http://www.e-clo.pl/ZEFIR2/eZefir2/xsd/v3_0/AKC_WG.xsd</w:t>
            </w:r>
          </w:p>
          <w:p w14:paraId="1D295CE4" w14:textId="77777777" w:rsidR="007050E4" w:rsidRPr="00B71E48" w:rsidRDefault="007050E4" w:rsidP="007050E4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http://www.e-clo.pl/ZEFIR2/eZefir2/xsd/v3_0/Types.xsd</w:t>
            </w:r>
          </w:p>
          <w:p w14:paraId="56DD5BB0" w14:textId="77777777" w:rsidR="007050E4" w:rsidRPr="00B71E48" w:rsidRDefault="007050E4" w:rsidP="007050E4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http://www.e-clo.pl/ZEFIR2/eZefir2/xsd/v2_0/Trader.xsd</w:t>
            </w:r>
          </w:p>
          <w:p w14:paraId="05134602" w14:textId="77777777" w:rsidR="00117850" w:rsidRPr="00B71E48" w:rsidRDefault="007050E4" w:rsidP="007050E4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http://www.e-clo.pl/ZEFIR2/eZefir2/xsd/v2_0/Authentication.xsd</w:t>
            </w:r>
          </w:p>
        </w:tc>
      </w:tr>
      <w:tr w:rsidR="00AE58FB" w:rsidRPr="00502D40" w14:paraId="367BA983" w14:textId="77777777" w:rsidTr="0064649E">
        <w:tc>
          <w:tcPr>
            <w:tcW w:w="2738" w:type="dxa"/>
          </w:tcPr>
          <w:p w14:paraId="4DFF4E2A" w14:textId="77777777" w:rsidR="00AE58FB" w:rsidRPr="00B71E48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66687FC" w14:textId="77777777" w:rsidR="00AE58FB" w:rsidRPr="00B71E48" w:rsidRDefault="002F2EC1" w:rsidP="002B3C9A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akc_</w:t>
            </w:r>
            <w:r w:rsidR="00420D4C" w:rsidRPr="00B71E48">
              <w:rPr>
                <w:rFonts w:cs="Arial"/>
                <w:sz w:val="20"/>
                <w:szCs w:val="20"/>
              </w:rPr>
              <w:t>wg</w:t>
            </w:r>
            <w:r w:rsidR="00AE58FB" w:rsidRPr="00B71E48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545EF2A1" w14:textId="77777777" w:rsidR="0064649E" w:rsidRPr="0064649E" w:rsidRDefault="0064649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(</w:t>
      </w:r>
      <w:proofErr w:type="spellStart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AKCWGType</w:t>
      </w:r>
      <w:proofErr w:type="spellEnd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598EF543" w14:textId="77777777" w:rsidR="0064649E" w:rsidRPr="0064649E" w:rsidRDefault="0064649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- (</w:t>
      </w:r>
      <w:proofErr w:type="spellStart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HeaderType</w:t>
      </w:r>
      <w:proofErr w:type="spellEnd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5C63DEF5" w14:textId="77777777" w:rsidR="0064649E" w:rsidRPr="0064649E" w:rsidRDefault="0064649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ZCorporate</w:t>
      </w:r>
      <w:proofErr w:type="spellEnd"/>
    </w:p>
    <w:p w14:paraId="7E6D521D" w14:textId="77777777" w:rsidR="0064649E" w:rsidRPr="0064649E" w:rsidRDefault="0064649E" w:rsidP="00E85EA9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- - (</w:t>
      </w:r>
      <w:proofErr w:type="spellStart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AmountPayableType</w:t>
      </w:r>
      <w:proofErr w:type="spellEnd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42F41F11" w14:textId="77777777" w:rsidR="0064649E" w:rsidRPr="0064649E" w:rsidRDefault="0064649E" w:rsidP="00E85EA9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lastRenderedPageBreak/>
        <w:t>- - (</w:t>
      </w:r>
      <w:proofErr w:type="spellStart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CalcAmountPayableType</w:t>
      </w:r>
      <w:proofErr w:type="spellEnd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)</w:t>
      </w:r>
    </w:p>
    <w:p w14:paraId="2A58A4D2" w14:textId="77777777" w:rsidR="0064649E" w:rsidRPr="0064649E" w:rsidRDefault="0064649E" w:rsidP="00E85EA9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- - - (ItemType)</w:t>
      </w:r>
    </w:p>
    <w:p w14:paraId="25B7D75F" w14:textId="77777777" w:rsidR="0064649E" w:rsidRPr="0064649E" w:rsidRDefault="0064649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 xml:space="preserve">- - </w:t>
      </w:r>
      <w:proofErr w:type="spellStart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ZExtStatement</w:t>
      </w:r>
      <w:proofErr w:type="spellEnd"/>
    </w:p>
    <w:p w14:paraId="18CE0B24" w14:textId="77777777" w:rsidR="0064649E" w:rsidRPr="0064649E" w:rsidRDefault="0064649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4649E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- (</w:t>
      </w:r>
      <w:proofErr w:type="spellStart"/>
      <w:r w:rsidRPr="0064649E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AuthenticationType</w:t>
      </w:r>
      <w:proofErr w:type="spellEnd"/>
      <w:r w:rsidRPr="0064649E">
        <w:rPr>
          <w:rFonts w:ascii="Consolas" w:eastAsia="Times New Roman" w:hAnsi="Consolas" w:cs="Courier New"/>
          <w:color w:val="000000"/>
          <w:sz w:val="20"/>
          <w:szCs w:val="20"/>
          <w:lang w:val="en-US"/>
        </w:rPr>
        <w:t>)</w:t>
      </w:r>
    </w:p>
    <w:p w14:paraId="338E1D53" w14:textId="77777777" w:rsidR="0064649E" w:rsidRPr="0064649E" w:rsidRDefault="0064649E" w:rsidP="005D7ED5">
      <w:pPr>
        <w:rPr>
          <w:rFonts w:ascii="Consolas" w:eastAsia="Times New Roman" w:hAnsi="Consolas" w:cs="Courier New"/>
          <w:sz w:val="20"/>
          <w:szCs w:val="20"/>
          <w:lang w:val="en-US"/>
        </w:rPr>
      </w:pPr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 xml:space="preserve">- </w:t>
      </w:r>
      <w:proofErr w:type="spellStart"/>
      <w:r w:rsidRPr="0064649E">
        <w:rPr>
          <w:rFonts w:ascii="Consolas" w:eastAsia="Times New Roman" w:hAnsi="Consolas" w:cs="Courier New"/>
          <w:sz w:val="20"/>
          <w:szCs w:val="20"/>
          <w:lang w:val="en-US"/>
        </w:rPr>
        <w:t>SignatureType</w:t>
      </w:r>
      <w:proofErr w:type="spellEnd"/>
    </w:p>
    <w:p w14:paraId="74EC43B0" w14:textId="12700031" w:rsidR="00B71E48" w:rsidRDefault="00B71E48" w:rsidP="00B71E48">
      <w:pPr>
        <w:pStyle w:val="Legenda"/>
        <w:keepNext/>
      </w:pPr>
      <w:bookmarkStart w:id="52" w:name="_Toc183694393"/>
      <w:r>
        <w:t xml:space="preserve">Tabela </w:t>
      </w:r>
      <w:fldSimple w:instr=" SEQ Tabela \* ARABIC ">
        <w:r w:rsidR="00034478">
          <w:rPr>
            <w:noProof/>
          </w:rPr>
          <w:t>9</w:t>
        </w:r>
      </w:fldSimple>
      <w:r>
        <w:t xml:space="preserve">. </w:t>
      </w:r>
      <w:r w:rsidRPr="00B71E48">
        <w:t xml:space="preserve">Struktura elementu </w:t>
      </w:r>
      <w:proofErr w:type="spellStart"/>
      <w:r w:rsidRPr="00B71E48">
        <w:t>AKCWGType</w:t>
      </w:r>
      <w:bookmarkEnd w:id="52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2"/>
        <w:gridCol w:w="3057"/>
        <w:gridCol w:w="811"/>
        <w:gridCol w:w="2132"/>
        <w:gridCol w:w="1192"/>
      </w:tblGrid>
      <w:tr w:rsidR="00725C5B" w:rsidRPr="00502D40" w14:paraId="335F555A" w14:textId="77777777" w:rsidTr="00272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62" w:type="dxa"/>
          </w:tcPr>
          <w:p w14:paraId="67DBED4E" w14:textId="77777777" w:rsidR="00725C5B" w:rsidRPr="00502D40" w:rsidRDefault="00725C5B" w:rsidP="005D7ED5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57" w:type="dxa"/>
          </w:tcPr>
          <w:p w14:paraId="7B2BB408" w14:textId="77777777" w:rsidR="00725C5B" w:rsidRPr="00502D40" w:rsidRDefault="00725C5B" w:rsidP="005D7ED5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11" w:type="dxa"/>
          </w:tcPr>
          <w:p w14:paraId="56A689EC" w14:textId="77777777" w:rsidR="00725C5B" w:rsidRPr="00502D40" w:rsidRDefault="00725C5B" w:rsidP="00725C5B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32" w:type="dxa"/>
          </w:tcPr>
          <w:p w14:paraId="4E05F5AE" w14:textId="77777777" w:rsidR="00725C5B" w:rsidRPr="00502D40" w:rsidRDefault="00725C5B" w:rsidP="005D7ED5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55AEF0F9" w14:textId="77777777" w:rsidR="00725C5B" w:rsidRPr="00502D40" w:rsidRDefault="00725C5B" w:rsidP="005D7ED5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725C5B" w:rsidRPr="00502D40" w14:paraId="5938A970" w14:textId="77777777" w:rsidTr="00272282">
        <w:trPr>
          <w:trHeight w:val="213"/>
        </w:trPr>
        <w:tc>
          <w:tcPr>
            <w:tcW w:w="1862" w:type="dxa"/>
          </w:tcPr>
          <w:p w14:paraId="6B5A2FD0" w14:textId="77777777" w:rsidR="00725C5B" w:rsidRPr="00B71E48" w:rsidRDefault="00725C5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71E48">
              <w:rPr>
                <w:rStyle w:val="pole"/>
                <w:rFonts w:ascii="Lato" w:hAnsi="Lato"/>
                <w:sz w:val="20"/>
                <w:szCs w:val="20"/>
              </w:rPr>
              <w:t>Header</w:t>
            </w:r>
          </w:p>
        </w:tc>
        <w:tc>
          <w:tcPr>
            <w:tcW w:w="3057" w:type="dxa"/>
          </w:tcPr>
          <w:p w14:paraId="7DE941C2" w14:textId="77777777" w:rsidR="00725C5B" w:rsidRPr="00B71E48" w:rsidRDefault="00725C5B" w:rsidP="005D7ED5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 xml:space="preserve">Nagłówek </w:t>
            </w:r>
          </w:p>
        </w:tc>
        <w:tc>
          <w:tcPr>
            <w:tcW w:w="811" w:type="dxa"/>
          </w:tcPr>
          <w:p w14:paraId="788CB1C6" w14:textId="77777777" w:rsidR="00725C5B" w:rsidRPr="00B71E48" w:rsidRDefault="00686408" w:rsidP="00725C5B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488CF456" w14:textId="77777777" w:rsidR="00725C5B" w:rsidRPr="00B71E48" w:rsidRDefault="00832675" w:rsidP="005D7ED5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B71E4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B71E4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HeaderType\h  \* MERGEFORMAT </w:instrText>
            </w:r>
            <w:r w:rsidRPr="00B71E48">
              <w:rPr>
                <w:rStyle w:val="poleodsylacz"/>
                <w:rFonts w:ascii="Lato" w:hAnsi="Lato"/>
                <w:sz w:val="20"/>
                <w:szCs w:val="20"/>
              </w:rPr>
            </w:r>
            <w:r w:rsidRPr="00B71E4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B71E48">
              <w:rPr>
                <w:rStyle w:val="poleodsylacz"/>
                <w:rFonts w:ascii="Lato" w:hAnsi="Lato"/>
                <w:sz w:val="20"/>
                <w:szCs w:val="20"/>
              </w:rPr>
              <w:t>HeaderType</w:t>
            </w:r>
            <w:r w:rsidRPr="00B71E4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2" w:type="dxa"/>
          </w:tcPr>
          <w:p w14:paraId="62866760" w14:textId="77777777" w:rsidR="00725C5B" w:rsidRPr="00B71E48" w:rsidRDefault="00725C5B" w:rsidP="005D7ED5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11212" w:rsidRPr="00502D40" w14:paraId="6F961C68" w14:textId="77777777" w:rsidTr="00272282">
        <w:trPr>
          <w:trHeight w:val="213"/>
        </w:trPr>
        <w:tc>
          <w:tcPr>
            <w:tcW w:w="1862" w:type="dxa"/>
          </w:tcPr>
          <w:p w14:paraId="6DC9062D" w14:textId="77777777" w:rsidR="00E11212" w:rsidRPr="00B71E48" w:rsidRDefault="00E11212" w:rsidP="009756F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71E48">
              <w:rPr>
                <w:rStyle w:val="pole"/>
                <w:rFonts w:ascii="Lato" w:hAnsi="Lato"/>
                <w:sz w:val="20"/>
                <w:szCs w:val="20"/>
              </w:rPr>
              <w:t>Authentication</w:t>
            </w:r>
          </w:p>
        </w:tc>
        <w:tc>
          <w:tcPr>
            <w:tcW w:w="3057" w:type="dxa"/>
          </w:tcPr>
          <w:p w14:paraId="53FEDA0B" w14:textId="77777777" w:rsidR="00E11212" w:rsidRPr="00B71E48" w:rsidRDefault="00E11212" w:rsidP="009756FA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811" w:type="dxa"/>
          </w:tcPr>
          <w:p w14:paraId="72FFAED6" w14:textId="77777777" w:rsidR="00E11212" w:rsidRPr="00B71E48" w:rsidRDefault="00E11212" w:rsidP="009756FA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55E33596" w14:textId="77777777" w:rsidR="00E11212" w:rsidRPr="00B71E48" w:rsidRDefault="00832675" w:rsidP="009756FA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71E48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92" w:type="dxa"/>
          </w:tcPr>
          <w:p w14:paraId="088BA06D" w14:textId="77777777" w:rsidR="00E11212" w:rsidRPr="00B71E48" w:rsidRDefault="00E11212" w:rsidP="009756FA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E11212" w:rsidRPr="00502D40" w14:paraId="56F5C892" w14:textId="77777777" w:rsidTr="00272282">
        <w:trPr>
          <w:trHeight w:val="213"/>
        </w:trPr>
        <w:tc>
          <w:tcPr>
            <w:tcW w:w="1862" w:type="dxa"/>
          </w:tcPr>
          <w:p w14:paraId="6CCCC56E" w14:textId="77777777" w:rsidR="00E11212" w:rsidRPr="00B71E48" w:rsidRDefault="00E11212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71E48">
              <w:rPr>
                <w:rStyle w:val="pole"/>
                <w:rFonts w:ascii="Lato" w:hAnsi="Lato"/>
                <w:sz w:val="20"/>
                <w:szCs w:val="20"/>
              </w:rPr>
              <w:t>Signature</w:t>
            </w:r>
          </w:p>
        </w:tc>
        <w:tc>
          <w:tcPr>
            <w:tcW w:w="3057" w:type="dxa"/>
          </w:tcPr>
          <w:p w14:paraId="06BEEC59" w14:textId="77777777" w:rsidR="00E11212" w:rsidRPr="00B71E48" w:rsidRDefault="00E11212" w:rsidP="005D7ED5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11" w:type="dxa"/>
          </w:tcPr>
          <w:p w14:paraId="657DCEA6" w14:textId="77777777" w:rsidR="00E11212" w:rsidRPr="00B71E48" w:rsidRDefault="00E11212" w:rsidP="00725C5B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266D989D" w14:textId="77777777" w:rsidR="00E11212" w:rsidRPr="00B71E48" w:rsidRDefault="00E11212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71E48">
              <w:rPr>
                <w:rStyle w:val="pole"/>
                <w:rFonts w:ascii="Lato" w:hAnsi="Lato"/>
                <w:sz w:val="20"/>
                <w:szCs w:val="20"/>
              </w:rPr>
              <w:t>SignatureType</w:t>
            </w:r>
          </w:p>
        </w:tc>
        <w:tc>
          <w:tcPr>
            <w:tcW w:w="1192" w:type="dxa"/>
          </w:tcPr>
          <w:p w14:paraId="55847E80" w14:textId="77777777" w:rsidR="00E11212" w:rsidRPr="00B71E48" w:rsidRDefault="00E11212" w:rsidP="005D7ED5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32675" w:rsidRPr="00502D40" w14:paraId="637012D9" w14:textId="77777777" w:rsidTr="00272282">
        <w:trPr>
          <w:trHeight w:val="213"/>
        </w:trPr>
        <w:tc>
          <w:tcPr>
            <w:tcW w:w="1862" w:type="dxa"/>
          </w:tcPr>
          <w:p w14:paraId="2E1C5B3D" w14:textId="77777777" w:rsidR="00832675" w:rsidRPr="00B71E48" w:rsidRDefault="00832675" w:rsidP="0083267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71E48">
              <w:rPr>
                <w:rStyle w:val="pole"/>
                <w:rFonts w:ascii="Lato" w:hAnsi="Lato"/>
                <w:sz w:val="20"/>
                <w:szCs w:val="20"/>
              </w:rPr>
              <w:t>version</w:t>
            </w:r>
          </w:p>
        </w:tc>
        <w:tc>
          <w:tcPr>
            <w:tcW w:w="3057" w:type="dxa"/>
          </w:tcPr>
          <w:p w14:paraId="10E4F09B" w14:textId="77777777" w:rsidR="00832675" w:rsidRPr="00B71E48" w:rsidRDefault="00832675" w:rsidP="007050E4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Wersja schematu, z którą zgodny jest komunikat. Atrybut jest opcjonalny, w przypadku jego braku należy przyjąć wartość "</w:t>
            </w:r>
            <w:r w:rsidR="007050E4" w:rsidRPr="00B71E48">
              <w:rPr>
                <w:rFonts w:cs="Arial"/>
                <w:sz w:val="20"/>
                <w:szCs w:val="20"/>
              </w:rPr>
              <w:t>3</w:t>
            </w:r>
            <w:r w:rsidRPr="00B71E48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811" w:type="dxa"/>
          </w:tcPr>
          <w:p w14:paraId="39EF1BB0" w14:textId="77777777" w:rsidR="00832675" w:rsidRPr="00B71E48" w:rsidRDefault="00832675" w:rsidP="00832675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32" w:type="dxa"/>
          </w:tcPr>
          <w:p w14:paraId="2505FD51" w14:textId="77777777" w:rsidR="00832675" w:rsidRPr="00B71E48" w:rsidRDefault="00832675" w:rsidP="0083267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B71E48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2" w:type="dxa"/>
          </w:tcPr>
          <w:p w14:paraId="71D3BFC0" w14:textId="77777777" w:rsidR="00832675" w:rsidRPr="00B71E48" w:rsidRDefault="00832675" w:rsidP="00832675">
            <w:pPr>
              <w:rPr>
                <w:rFonts w:cs="Arial"/>
                <w:sz w:val="20"/>
                <w:szCs w:val="20"/>
              </w:rPr>
            </w:pPr>
            <w:r w:rsidRPr="00B71E48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68CF3295" w14:textId="40A9D3B1" w:rsidR="00B71E48" w:rsidRDefault="00B71E48" w:rsidP="00B71E48">
      <w:pPr>
        <w:pStyle w:val="Legenda"/>
        <w:keepNext/>
      </w:pPr>
      <w:bookmarkStart w:id="53" w:name="_Toc183694394"/>
      <w:r>
        <w:t xml:space="preserve">Tabela </w:t>
      </w:r>
      <w:fldSimple w:instr=" SEQ Tabela \* ARABIC ">
        <w:r w:rsidR="00034478">
          <w:rPr>
            <w:noProof/>
          </w:rPr>
          <w:t>10</w:t>
        </w:r>
      </w:fldSimple>
      <w:r>
        <w:t xml:space="preserve">. </w:t>
      </w:r>
      <w:r w:rsidR="00F42DC3" w:rsidRPr="00F42DC3">
        <w:t xml:space="preserve">Struktura elementu </w:t>
      </w:r>
      <w:proofErr w:type="spellStart"/>
      <w:r w:rsidR="00F42DC3" w:rsidRPr="00F42DC3">
        <w:t>HeaderType</w:t>
      </w:r>
      <w:bookmarkEnd w:id="5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840"/>
        <w:gridCol w:w="2095"/>
        <w:gridCol w:w="1197"/>
      </w:tblGrid>
      <w:tr w:rsidR="00725C5B" w:rsidRPr="00502D40" w14:paraId="17CCD67B" w14:textId="77777777" w:rsidTr="00272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908" w:type="dxa"/>
          </w:tcPr>
          <w:p w14:paraId="4487BC1F" w14:textId="77777777" w:rsidR="00725C5B" w:rsidRPr="00502D40" w:rsidRDefault="00725C5B" w:rsidP="005D7ED5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40" w:type="dxa"/>
          </w:tcPr>
          <w:p w14:paraId="2648D55E" w14:textId="77777777" w:rsidR="00725C5B" w:rsidRPr="00502D40" w:rsidRDefault="00725C5B" w:rsidP="005D7ED5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32E4466" w14:textId="77777777" w:rsidR="00725C5B" w:rsidRPr="00502D40" w:rsidRDefault="00725C5B" w:rsidP="00725C5B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102E14F" w14:textId="77777777" w:rsidR="00725C5B" w:rsidRPr="00502D40" w:rsidRDefault="00725C5B" w:rsidP="005D7ED5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568A6EE3" w14:textId="77777777" w:rsidR="00725C5B" w:rsidRPr="00502D40" w:rsidRDefault="00725C5B" w:rsidP="005D7ED5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725C5B" w:rsidRPr="00502D40" w14:paraId="5132E857" w14:textId="77777777" w:rsidTr="00272282">
        <w:trPr>
          <w:trHeight w:val="213"/>
        </w:trPr>
        <w:tc>
          <w:tcPr>
            <w:tcW w:w="1908" w:type="dxa"/>
          </w:tcPr>
          <w:p w14:paraId="284CE242" w14:textId="77777777" w:rsidR="00725C5B" w:rsidRPr="00F42DC3" w:rsidRDefault="00725C5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identifier</w:t>
            </w:r>
          </w:p>
        </w:tc>
        <w:tc>
          <w:tcPr>
            <w:tcW w:w="3240" w:type="dxa"/>
          </w:tcPr>
          <w:p w14:paraId="2890D2F2" w14:textId="77777777" w:rsidR="00725C5B" w:rsidRPr="00F42DC3" w:rsidRDefault="00725C5B" w:rsidP="005D7ED5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Pole na wprowadzenie NIP</w:t>
            </w:r>
            <w:r w:rsidR="0099124A" w:rsidRPr="00F42DC3">
              <w:rPr>
                <w:rFonts w:cs="Arial"/>
                <w:sz w:val="20"/>
                <w:szCs w:val="20"/>
              </w:rPr>
              <w:t xml:space="preserve"> lub PESEL Podatnika.</w:t>
            </w:r>
          </w:p>
        </w:tc>
        <w:tc>
          <w:tcPr>
            <w:tcW w:w="840" w:type="dxa"/>
          </w:tcPr>
          <w:p w14:paraId="56F96701" w14:textId="77777777" w:rsidR="00725C5B" w:rsidRPr="00F42DC3" w:rsidRDefault="00686408" w:rsidP="00725C5B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095" w:type="dxa"/>
          </w:tcPr>
          <w:p w14:paraId="38F16A14" w14:textId="77777777" w:rsidR="00725C5B" w:rsidRPr="00F42DC3" w:rsidRDefault="00725C5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ZIdentification</w:t>
            </w:r>
          </w:p>
        </w:tc>
        <w:tc>
          <w:tcPr>
            <w:tcW w:w="1197" w:type="dxa"/>
          </w:tcPr>
          <w:p w14:paraId="207F5D81" w14:textId="77777777" w:rsidR="00725C5B" w:rsidRPr="00F42DC3" w:rsidRDefault="00725C5B" w:rsidP="005D7ED5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502D40" w14:paraId="500191EF" w14:textId="77777777" w:rsidTr="00272282">
        <w:trPr>
          <w:trHeight w:val="213"/>
        </w:trPr>
        <w:tc>
          <w:tcPr>
            <w:tcW w:w="1908" w:type="dxa"/>
          </w:tcPr>
          <w:p w14:paraId="29084093" w14:textId="77777777" w:rsidR="00725C5B" w:rsidRPr="00F42DC3" w:rsidRDefault="00725C5B" w:rsidP="00FE415A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4" w:name="period"/>
            <w:r w:rsidRPr="00F42DC3">
              <w:rPr>
                <w:rStyle w:val="pole"/>
                <w:rFonts w:ascii="Lato" w:hAnsi="Lato"/>
                <w:sz w:val="20"/>
                <w:szCs w:val="20"/>
              </w:rPr>
              <w:t>period</w:t>
            </w:r>
            <w:bookmarkEnd w:id="54"/>
          </w:p>
        </w:tc>
        <w:tc>
          <w:tcPr>
            <w:tcW w:w="3240" w:type="dxa"/>
          </w:tcPr>
          <w:p w14:paraId="3CA2219E" w14:textId="77777777" w:rsidR="00725C5B" w:rsidRPr="00F42DC3" w:rsidRDefault="00725C5B" w:rsidP="00FE415A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32F0788D" w14:textId="77777777" w:rsidR="00725C5B" w:rsidRPr="00F42DC3" w:rsidRDefault="006A14BF" w:rsidP="00FE415A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2095" w:type="dxa"/>
          </w:tcPr>
          <w:p w14:paraId="4E4D7E02" w14:textId="77777777" w:rsidR="00725C5B" w:rsidRPr="00B2756F" w:rsidRDefault="00725C5B" w:rsidP="00FE415A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B2756F">
              <w:rPr>
                <w:rStyle w:val="pole"/>
                <w:rFonts w:ascii="Lato" w:hAnsi="Lato"/>
                <w:sz w:val="20"/>
                <w:szCs w:val="20"/>
                <w:lang w:val="pl-PL"/>
              </w:rPr>
              <w:t>ZPeriod</w:t>
            </w:r>
          </w:p>
          <w:p w14:paraId="0DE7E2D4" w14:textId="76900FE4" w:rsidR="002C29EB" w:rsidRPr="00F42DC3" w:rsidRDefault="00424972" w:rsidP="00FE415A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Patrz reguła </w:t>
            </w:r>
            <w:r w:rsidRPr="00F42DC3">
              <w:rPr>
                <w:rFonts w:cs="Arial"/>
                <w:sz w:val="20"/>
                <w:szCs w:val="20"/>
              </w:rPr>
              <w:fldChar w:fldCharType="begin"/>
            </w:r>
            <w:r w:rsidRPr="00F42DC3">
              <w:rPr>
                <w:rFonts w:cs="Arial"/>
                <w:sz w:val="20"/>
                <w:szCs w:val="20"/>
              </w:rPr>
              <w:instrText xml:space="preserve"> REF R1 \h </w:instrText>
            </w:r>
            <w:r w:rsidR="00502D40" w:rsidRPr="00F42DC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42DC3">
              <w:rPr>
                <w:rFonts w:cs="Arial"/>
                <w:sz w:val="20"/>
                <w:szCs w:val="20"/>
              </w:rPr>
            </w:r>
            <w:r w:rsidRPr="00F42DC3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F42DC3">
              <w:rPr>
                <w:rFonts w:cs="Arial"/>
                <w:sz w:val="20"/>
                <w:szCs w:val="20"/>
              </w:rPr>
              <w:t>R1</w:t>
            </w:r>
            <w:r w:rsidRPr="00F42DC3">
              <w:rPr>
                <w:rFonts w:cs="Arial"/>
                <w:sz w:val="20"/>
                <w:szCs w:val="20"/>
              </w:rPr>
              <w:fldChar w:fldCharType="end"/>
            </w:r>
            <w:r w:rsidR="006964B0" w:rsidRPr="00F42DC3">
              <w:rPr>
                <w:rFonts w:cs="Arial"/>
                <w:sz w:val="20"/>
                <w:szCs w:val="20"/>
              </w:rPr>
              <w:t>,R11</w:t>
            </w:r>
          </w:p>
        </w:tc>
        <w:tc>
          <w:tcPr>
            <w:tcW w:w="1197" w:type="dxa"/>
          </w:tcPr>
          <w:p w14:paraId="13F5992A" w14:textId="77777777" w:rsidR="00725C5B" w:rsidRPr="00F42DC3" w:rsidRDefault="00725C5B" w:rsidP="00FE415A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502D40" w14:paraId="6B58A261" w14:textId="77777777" w:rsidTr="00272282">
        <w:trPr>
          <w:trHeight w:val="213"/>
        </w:trPr>
        <w:tc>
          <w:tcPr>
            <w:tcW w:w="1908" w:type="dxa"/>
          </w:tcPr>
          <w:p w14:paraId="67486812" w14:textId="77777777" w:rsidR="00725C5B" w:rsidRPr="00F42DC3" w:rsidRDefault="007050E4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="00725C5B" w:rsidRPr="00F42DC3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3240" w:type="dxa"/>
          </w:tcPr>
          <w:p w14:paraId="5FCD6A1B" w14:textId="77777777" w:rsidR="00787947" w:rsidRPr="00F42DC3" w:rsidRDefault="00787947" w:rsidP="00787947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Urząd </w:t>
            </w:r>
            <w:r w:rsidR="007050E4" w:rsidRPr="00F42DC3">
              <w:rPr>
                <w:rFonts w:cs="Arial"/>
                <w:sz w:val="20"/>
                <w:szCs w:val="20"/>
              </w:rPr>
              <w:t>skarbowy</w:t>
            </w:r>
            <w:r w:rsidRPr="00F42DC3">
              <w:rPr>
                <w:rFonts w:cs="Arial"/>
                <w:sz w:val="20"/>
                <w:szCs w:val="20"/>
              </w:rPr>
              <w:t>, do którego adresowana jest deklaracja.</w:t>
            </w:r>
          </w:p>
          <w:p w14:paraId="666C7967" w14:textId="77777777" w:rsidR="000917FE" w:rsidRPr="00F42DC3" w:rsidRDefault="000917FE" w:rsidP="000917FE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Zgodny ze słownikiem </w:t>
            </w:r>
            <w:r w:rsidR="008C5772" w:rsidRPr="00F42DC3">
              <w:rPr>
                <w:rFonts w:cs="Arial"/>
                <w:sz w:val="20"/>
                <w:szCs w:val="20"/>
              </w:rPr>
              <w:t>3090</w:t>
            </w:r>
            <w:r w:rsidRPr="00F42DC3">
              <w:rPr>
                <w:rFonts w:cs="Arial"/>
                <w:sz w:val="20"/>
                <w:szCs w:val="20"/>
              </w:rPr>
              <w:t>, dostępnym pod adresem:</w:t>
            </w:r>
          </w:p>
          <w:p w14:paraId="6A7A5E53" w14:textId="77777777" w:rsidR="00725C5B" w:rsidRPr="00F42DC3" w:rsidRDefault="000917FE" w:rsidP="000917FE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lastRenderedPageBreak/>
              <w:t>https://puesc.gov.pl/seap_pdr_extimpl/slowniki/</w:t>
            </w:r>
            <w:r w:rsidR="008C5772" w:rsidRPr="00F42DC3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840" w:type="dxa"/>
          </w:tcPr>
          <w:p w14:paraId="7381844B" w14:textId="77777777" w:rsidR="00725C5B" w:rsidRPr="00F42DC3" w:rsidRDefault="0099124A" w:rsidP="005D7ED5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095" w:type="dxa"/>
          </w:tcPr>
          <w:p w14:paraId="4ABD31E6" w14:textId="77777777" w:rsidR="00725C5B" w:rsidRPr="00F42DC3" w:rsidRDefault="00725C5B" w:rsidP="007050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</w:t>
            </w:r>
            <w:r w:rsidR="007050E4" w:rsidRPr="00F42DC3">
              <w:rPr>
                <w:rStyle w:val="pole"/>
                <w:rFonts w:ascii="Lato" w:hAnsi="Lato"/>
                <w:sz w:val="20"/>
                <w:szCs w:val="20"/>
              </w:rPr>
              <w:t>Tax</w:t>
            </w:r>
            <w:r w:rsidRPr="00F42DC3">
              <w:rPr>
                <w:rStyle w:val="pole"/>
                <w:rFonts w:ascii="Lato" w:hAnsi="Lato"/>
                <w:sz w:val="20"/>
                <w:szCs w:val="20"/>
              </w:rPr>
              <w:t>Office</w:t>
            </w:r>
          </w:p>
        </w:tc>
        <w:tc>
          <w:tcPr>
            <w:tcW w:w="1197" w:type="dxa"/>
          </w:tcPr>
          <w:p w14:paraId="573019BF" w14:textId="77777777" w:rsidR="00725C5B" w:rsidRPr="00F42DC3" w:rsidRDefault="00725C5B" w:rsidP="005D7ED5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725C5B" w:rsidRPr="00502D40" w14:paraId="0AF6B563" w14:textId="77777777" w:rsidTr="00272282">
        <w:trPr>
          <w:trHeight w:val="213"/>
        </w:trPr>
        <w:tc>
          <w:tcPr>
            <w:tcW w:w="1908" w:type="dxa"/>
          </w:tcPr>
          <w:p w14:paraId="425A55F4" w14:textId="77777777" w:rsidR="00725C5B" w:rsidRPr="00F42DC3" w:rsidRDefault="00725C5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5" w:name="submissionAim"/>
            <w:r w:rsidRPr="00F42DC3">
              <w:rPr>
                <w:rStyle w:val="pole"/>
                <w:rFonts w:ascii="Lato" w:hAnsi="Lato"/>
                <w:sz w:val="20"/>
                <w:szCs w:val="20"/>
              </w:rPr>
              <w:t>submissionAim</w:t>
            </w:r>
            <w:bookmarkEnd w:id="55"/>
          </w:p>
        </w:tc>
        <w:tc>
          <w:tcPr>
            <w:tcW w:w="3240" w:type="dxa"/>
          </w:tcPr>
          <w:p w14:paraId="1EA04F14" w14:textId="77777777" w:rsidR="00725C5B" w:rsidRPr="00F42DC3" w:rsidRDefault="00725C5B" w:rsidP="005D7ED5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840" w:type="dxa"/>
          </w:tcPr>
          <w:p w14:paraId="07067927" w14:textId="77777777" w:rsidR="00725C5B" w:rsidRPr="00F42DC3" w:rsidRDefault="0041569C" w:rsidP="005D7ED5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095" w:type="dxa"/>
          </w:tcPr>
          <w:p w14:paraId="1E627A34" w14:textId="77777777" w:rsidR="00725C5B" w:rsidRPr="00F42DC3" w:rsidRDefault="00725C5B" w:rsidP="005D7ED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ZSubmissionAim</w:t>
            </w:r>
          </w:p>
          <w:p w14:paraId="42F6D6BC" w14:textId="0FBE8276" w:rsidR="00725C5B" w:rsidRPr="00F42DC3" w:rsidRDefault="00424972" w:rsidP="0042497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Patrz reguła </w:t>
            </w:r>
            <w:r w:rsidRPr="00F42DC3">
              <w:rPr>
                <w:rFonts w:cs="Arial"/>
                <w:sz w:val="20"/>
                <w:szCs w:val="20"/>
              </w:rPr>
              <w:fldChar w:fldCharType="begin"/>
            </w:r>
            <w:r w:rsidRPr="00F42DC3">
              <w:rPr>
                <w:rFonts w:cs="Arial"/>
                <w:sz w:val="20"/>
                <w:szCs w:val="20"/>
              </w:rPr>
              <w:instrText xml:space="preserve"> REF R2 \h </w:instrText>
            </w:r>
            <w:r w:rsidR="00502D40" w:rsidRPr="00F42DC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42DC3">
              <w:rPr>
                <w:rFonts w:cs="Arial"/>
                <w:sz w:val="20"/>
                <w:szCs w:val="20"/>
              </w:rPr>
            </w:r>
            <w:r w:rsidRPr="00F42DC3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F42DC3">
              <w:rPr>
                <w:rFonts w:cs="Arial"/>
                <w:sz w:val="20"/>
                <w:szCs w:val="20"/>
              </w:rPr>
              <w:t>R2</w:t>
            </w:r>
            <w:r w:rsidRPr="00F42DC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298CCD5" w14:textId="77777777" w:rsidR="00725C5B" w:rsidRPr="00F42DC3" w:rsidRDefault="00725C5B" w:rsidP="005D7ED5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F4034" w:rsidRPr="00502D40" w14:paraId="34996C5C" w14:textId="77777777" w:rsidTr="00272282">
        <w:trPr>
          <w:trHeight w:val="213"/>
        </w:trPr>
        <w:tc>
          <w:tcPr>
            <w:tcW w:w="1908" w:type="dxa"/>
          </w:tcPr>
          <w:p w14:paraId="35995EAC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orgDocNo</w:t>
            </w:r>
          </w:p>
        </w:tc>
        <w:tc>
          <w:tcPr>
            <w:tcW w:w="3240" w:type="dxa"/>
          </w:tcPr>
          <w:p w14:paraId="57D1BFCE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840" w:type="dxa"/>
          </w:tcPr>
          <w:p w14:paraId="24B81B14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45F38E8E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ZDocNo</w:t>
            </w:r>
          </w:p>
        </w:tc>
        <w:tc>
          <w:tcPr>
            <w:tcW w:w="1197" w:type="dxa"/>
          </w:tcPr>
          <w:p w14:paraId="2BB0B195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EF4034" w:rsidRPr="00502D40" w14:paraId="4B5BCCC0" w14:textId="77777777" w:rsidTr="00272282">
        <w:trPr>
          <w:trHeight w:val="213"/>
        </w:trPr>
        <w:tc>
          <w:tcPr>
            <w:tcW w:w="1908" w:type="dxa"/>
          </w:tcPr>
          <w:p w14:paraId="7CDEC6FB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justification</w:t>
            </w:r>
          </w:p>
        </w:tc>
        <w:tc>
          <w:tcPr>
            <w:tcW w:w="3240" w:type="dxa"/>
          </w:tcPr>
          <w:p w14:paraId="098488EB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840" w:type="dxa"/>
          </w:tcPr>
          <w:p w14:paraId="3C854B0E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5" w:type="dxa"/>
          </w:tcPr>
          <w:p w14:paraId="609D2DF4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08F8C9A1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EF4034" w:rsidRPr="00502D40" w14:paraId="1FF21834" w14:textId="77777777" w:rsidTr="00272282">
        <w:trPr>
          <w:trHeight w:val="213"/>
        </w:trPr>
        <w:tc>
          <w:tcPr>
            <w:tcW w:w="1908" w:type="dxa"/>
          </w:tcPr>
          <w:p w14:paraId="1BCAC27C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6" w:name="Trader"/>
            <w:r w:rsidRPr="00F42DC3">
              <w:rPr>
                <w:rStyle w:val="pole"/>
                <w:rFonts w:ascii="Lato" w:hAnsi="Lato"/>
                <w:sz w:val="20"/>
                <w:szCs w:val="20"/>
              </w:rPr>
              <w:t>Trader</w:t>
            </w:r>
            <w:bookmarkEnd w:id="56"/>
          </w:p>
        </w:tc>
        <w:tc>
          <w:tcPr>
            <w:tcW w:w="3240" w:type="dxa"/>
          </w:tcPr>
          <w:p w14:paraId="4C93D5A1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Dane płatnika</w:t>
            </w:r>
          </w:p>
        </w:tc>
        <w:tc>
          <w:tcPr>
            <w:tcW w:w="840" w:type="dxa"/>
          </w:tcPr>
          <w:p w14:paraId="5E775F5F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095" w:type="dxa"/>
          </w:tcPr>
          <w:p w14:paraId="2492B035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ZTrader</w:t>
            </w:r>
          </w:p>
          <w:p w14:paraId="2A7E9BED" w14:textId="1A9F9A3F" w:rsidR="00942320" w:rsidRPr="00F42DC3" w:rsidRDefault="00424972" w:rsidP="0042497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Patrz reguła </w:t>
            </w:r>
            <w:r w:rsidRPr="00F42DC3">
              <w:rPr>
                <w:rFonts w:cs="Arial"/>
                <w:sz w:val="20"/>
                <w:szCs w:val="20"/>
              </w:rPr>
              <w:fldChar w:fldCharType="begin"/>
            </w:r>
            <w:r w:rsidRPr="00F42DC3">
              <w:rPr>
                <w:rFonts w:cs="Arial"/>
                <w:sz w:val="20"/>
                <w:szCs w:val="20"/>
              </w:rPr>
              <w:instrText xml:space="preserve"> REF R3 \h </w:instrText>
            </w:r>
            <w:r w:rsidR="00502D40" w:rsidRPr="00F42DC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42DC3">
              <w:rPr>
                <w:rFonts w:cs="Arial"/>
                <w:sz w:val="20"/>
                <w:szCs w:val="20"/>
              </w:rPr>
            </w:r>
            <w:r w:rsidRPr="00F42DC3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F42DC3">
              <w:rPr>
                <w:rFonts w:cs="Arial"/>
                <w:sz w:val="20"/>
                <w:szCs w:val="20"/>
              </w:rPr>
              <w:t>R3</w:t>
            </w:r>
            <w:r w:rsidRPr="00F42DC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6308F30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F4034" w:rsidRPr="00502D40" w14:paraId="71FD429E" w14:textId="77777777" w:rsidTr="00272282">
        <w:trPr>
          <w:trHeight w:val="213"/>
        </w:trPr>
        <w:tc>
          <w:tcPr>
            <w:tcW w:w="1908" w:type="dxa"/>
          </w:tcPr>
          <w:p w14:paraId="25974EB8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CalcAmount</w:t>
            </w:r>
            <w:r w:rsidR="000F0E6C" w:rsidRPr="00F42DC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2DC3">
              <w:rPr>
                <w:rStyle w:val="pole"/>
                <w:rFonts w:ascii="Lato" w:hAnsi="Lato"/>
                <w:sz w:val="20"/>
                <w:szCs w:val="20"/>
              </w:rPr>
              <w:t>Payable</w:t>
            </w:r>
          </w:p>
        </w:tc>
        <w:tc>
          <w:tcPr>
            <w:tcW w:w="3240" w:type="dxa"/>
          </w:tcPr>
          <w:p w14:paraId="38B3BBCA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Obliczenie kwot podatku akcyzowego od poszczególnych wyrobów</w:t>
            </w:r>
          </w:p>
        </w:tc>
        <w:tc>
          <w:tcPr>
            <w:tcW w:w="840" w:type="dxa"/>
          </w:tcPr>
          <w:p w14:paraId="62381124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095" w:type="dxa"/>
          </w:tcPr>
          <w:p w14:paraId="1BF68D56" w14:textId="77777777" w:rsidR="00EF4034" w:rsidRPr="00F42DC3" w:rsidRDefault="00832675" w:rsidP="00EF4034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CalcAmountPayableType \h  \* MERGEFORMAT </w:instrText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2DC3">
              <w:rPr>
                <w:rStyle w:val="poleodsylacz"/>
                <w:rFonts w:ascii="Lato" w:hAnsi="Lato"/>
                <w:sz w:val="20"/>
                <w:szCs w:val="20"/>
              </w:rPr>
              <w:t>Calc</w:t>
            </w:r>
            <w:r w:rsidR="000402FB" w:rsidRPr="00F42DC3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F42DC3">
              <w:rPr>
                <w:rStyle w:val="poleodsylacz"/>
                <w:rFonts w:ascii="Lato" w:hAnsi="Lato"/>
                <w:sz w:val="20"/>
                <w:szCs w:val="20"/>
              </w:rPr>
              <w:t>Amount</w:t>
            </w:r>
            <w:r w:rsidR="000402FB" w:rsidRPr="00F42DC3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F42DC3">
              <w:rPr>
                <w:rStyle w:val="poleodsylacz"/>
                <w:rFonts w:ascii="Lato" w:hAnsi="Lato"/>
                <w:sz w:val="20"/>
                <w:szCs w:val="20"/>
              </w:rPr>
              <w:t>Payable</w:t>
            </w:r>
            <w:r w:rsidR="000402FB" w:rsidRPr="00F42DC3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F42DC3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C98EE5D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F4034" w:rsidRPr="00502D40" w14:paraId="67DFF3C9" w14:textId="77777777" w:rsidTr="00272282">
        <w:trPr>
          <w:trHeight w:val="213"/>
        </w:trPr>
        <w:tc>
          <w:tcPr>
            <w:tcW w:w="1908" w:type="dxa"/>
          </w:tcPr>
          <w:p w14:paraId="1BF1A9A0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AmountPayable</w:t>
            </w:r>
          </w:p>
        </w:tc>
        <w:tc>
          <w:tcPr>
            <w:tcW w:w="3240" w:type="dxa"/>
          </w:tcPr>
          <w:p w14:paraId="21052D47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Kwota podatku akcyzowego</w:t>
            </w:r>
          </w:p>
        </w:tc>
        <w:tc>
          <w:tcPr>
            <w:tcW w:w="840" w:type="dxa"/>
          </w:tcPr>
          <w:p w14:paraId="5EA6C193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095" w:type="dxa"/>
          </w:tcPr>
          <w:p w14:paraId="3E5D1ADD" w14:textId="77777777" w:rsidR="00EF4034" w:rsidRPr="00F42DC3" w:rsidRDefault="00832675" w:rsidP="00EF4034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AmountPayableType \h  \* MERGEFORMAT </w:instrText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2DC3">
              <w:rPr>
                <w:rStyle w:val="poleodsylacz"/>
                <w:rFonts w:ascii="Lato" w:hAnsi="Lato"/>
                <w:sz w:val="20"/>
                <w:szCs w:val="20"/>
              </w:rPr>
              <w:t>AmountPayable</w:t>
            </w:r>
            <w:r w:rsidR="000402FB" w:rsidRPr="00F42DC3">
              <w:rPr>
                <w:rStyle w:val="poleodsylacz"/>
                <w:rFonts w:ascii="Arial" w:hAnsi="Arial" w:cs="Arial"/>
                <w:sz w:val="20"/>
                <w:szCs w:val="20"/>
              </w:rPr>
              <w:t>‌</w:t>
            </w:r>
            <w:r w:rsidR="000402FB" w:rsidRPr="00F42DC3">
              <w:rPr>
                <w:rStyle w:val="poleodsylacz"/>
                <w:rFonts w:ascii="Lato" w:hAnsi="Lato"/>
                <w:sz w:val="20"/>
                <w:szCs w:val="20"/>
              </w:rPr>
              <w:t>Type</w:t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4DC70CC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EF4034" w:rsidRPr="00502D40" w14:paraId="5D3AC022" w14:textId="77777777" w:rsidTr="00272282">
        <w:trPr>
          <w:trHeight w:val="213"/>
        </w:trPr>
        <w:tc>
          <w:tcPr>
            <w:tcW w:w="1908" w:type="dxa"/>
          </w:tcPr>
          <w:p w14:paraId="15985045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Statement</w:t>
            </w:r>
          </w:p>
        </w:tc>
        <w:tc>
          <w:tcPr>
            <w:tcW w:w="3240" w:type="dxa"/>
          </w:tcPr>
          <w:p w14:paraId="0F4C3046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840" w:type="dxa"/>
          </w:tcPr>
          <w:p w14:paraId="78E4B2A9" w14:textId="77777777" w:rsidR="00EF4034" w:rsidRPr="00F42DC3" w:rsidRDefault="00EF4034" w:rsidP="0082146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2095" w:type="dxa"/>
          </w:tcPr>
          <w:p w14:paraId="78A6F74D" w14:textId="77777777" w:rsidR="00EF4034" w:rsidRPr="00F42DC3" w:rsidRDefault="00EF4034" w:rsidP="00EF403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ZExtStatement</w:t>
            </w:r>
          </w:p>
        </w:tc>
        <w:tc>
          <w:tcPr>
            <w:tcW w:w="1197" w:type="dxa"/>
          </w:tcPr>
          <w:p w14:paraId="386A3331" w14:textId="77777777" w:rsidR="00EF4034" w:rsidRPr="00F42DC3" w:rsidRDefault="00EF4034" w:rsidP="00EF4034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832675" w:rsidRPr="00502D40" w14:paraId="2DE35FB5" w14:textId="77777777" w:rsidTr="00272282">
        <w:trPr>
          <w:trHeight w:val="213"/>
        </w:trPr>
        <w:tc>
          <w:tcPr>
            <w:tcW w:w="1908" w:type="dxa"/>
          </w:tcPr>
          <w:p w14:paraId="31E9B052" w14:textId="77777777" w:rsidR="00832675" w:rsidRPr="00F42DC3" w:rsidRDefault="00832675" w:rsidP="0083267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selfRef</w:t>
            </w:r>
          </w:p>
        </w:tc>
        <w:tc>
          <w:tcPr>
            <w:tcW w:w="3240" w:type="dxa"/>
          </w:tcPr>
          <w:p w14:paraId="6D1DF6B4" w14:textId="77777777" w:rsidR="00832675" w:rsidRPr="00F42DC3" w:rsidRDefault="00832675" w:rsidP="00832675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840" w:type="dxa"/>
          </w:tcPr>
          <w:p w14:paraId="318E4B15" w14:textId="77777777" w:rsidR="00832675" w:rsidRPr="00F42DC3" w:rsidRDefault="00832675" w:rsidP="008326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3AE3297D" w14:textId="77777777" w:rsidR="00832675" w:rsidRPr="00F42DC3" w:rsidRDefault="00832675" w:rsidP="0083267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ZSelfRef</w:t>
            </w:r>
          </w:p>
        </w:tc>
        <w:tc>
          <w:tcPr>
            <w:tcW w:w="1197" w:type="dxa"/>
          </w:tcPr>
          <w:p w14:paraId="37BB777A" w14:textId="77777777" w:rsidR="00832675" w:rsidRPr="00F42DC3" w:rsidRDefault="00832675" w:rsidP="00832675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231B0924" w14:textId="07EC4EB8" w:rsidR="00F42DC3" w:rsidRDefault="00F42DC3" w:rsidP="00F42DC3">
      <w:pPr>
        <w:pStyle w:val="Legenda"/>
        <w:keepNext/>
      </w:pPr>
      <w:bookmarkStart w:id="57" w:name="_Toc183694395"/>
      <w:r>
        <w:t xml:space="preserve">Tabela </w:t>
      </w:r>
      <w:fldSimple w:instr=" SEQ Tabela \* ARABIC ">
        <w:r w:rsidR="00034478">
          <w:rPr>
            <w:noProof/>
          </w:rPr>
          <w:t>11</w:t>
        </w:r>
      </w:fldSimple>
      <w:r>
        <w:t xml:space="preserve">. </w:t>
      </w:r>
      <w:r w:rsidRPr="00F42DC3">
        <w:t xml:space="preserve">Struktura elementu </w:t>
      </w:r>
      <w:proofErr w:type="spellStart"/>
      <w:r w:rsidRPr="00F42DC3">
        <w:t>CalcAmountPayableType</w:t>
      </w:r>
      <w:bookmarkEnd w:id="5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31"/>
        <w:gridCol w:w="2985"/>
        <w:gridCol w:w="799"/>
        <w:gridCol w:w="1948"/>
        <w:gridCol w:w="1191"/>
      </w:tblGrid>
      <w:tr w:rsidR="009065ED" w:rsidRPr="00502D40" w14:paraId="1686002F" w14:textId="77777777" w:rsidTr="00272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2131" w:type="dxa"/>
          </w:tcPr>
          <w:p w14:paraId="046B76B8" w14:textId="77777777" w:rsidR="009065ED" w:rsidRPr="00502D40" w:rsidRDefault="009065ED" w:rsidP="00930C0C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2985" w:type="dxa"/>
          </w:tcPr>
          <w:p w14:paraId="29B632C9" w14:textId="77777777" w:rsidR="009065ED" w:rsidRPr="00502D40" w:rsidRDefault="009065ED" w:rsidP="00930C0C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99" w:type="dxa"/>
          </w:tcPr>
          <w:p w14:paraId="4DC701FF" w14:textId="77777777" w:rsidR="009065ED" w:rsidRPr="00502D40" w:rsidRDefault="009065ED" w:rsidP="00930C0C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8" w:type="dxa"/>
          </w:tcPr>
          <w:p w14:paraId="66A47E4C" w14:textId="77777777" w:rsidR="009065ED" w:rsidRPr="00502D40" w:rsidRDefault="009065ED" w:rsidP="00930C0C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1" w:type="dxa"/>
          </w:tcPr>
          <w:p w14:paraId="4F8E05EC" w14:textId="77777777" w:rsidR="009065ED" w:rsidRPr="00502D40" w:rsidRDefault="009065ED" w:rsidP="00930C0C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9065ED" w:rsidRPr="00502D40" w14:paraId="052C48CF" w14:textId="77777777" w:rsidTr="00272282">
        <w:trPr>
          <w:trHeight w:val="213"/>
        </w:trPr>
        <w:tc>
          <w:tcPr>
            <w:tcW w:w="2131" w:type="dxa"/>
          </w:tcPr>
          <w:p w14:paraId="2DC1CF8F" w14:textId="77777777" w:rsidR="009065ED" w:rsidRPr="00F42DC3" w:rsidRDefault="009065ED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Item</w:t>
            </w:r>
          </w:p>
        </w:tc>
        <w:tc>
          <w:tcPr>
            <w:tcW w:w="2985" w:type="dxa"/>
          </w:tcPr>
          <w:p w14:paraId="7F447B89" w14:textId="77777777" w:rsidR="009065ED" w:rsidRPr="00F42DC3" w:rsidRDefault="009065ED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Kwota akcyzy od poszczególnych wyrobów</w:t>
            </w:r>
          </w:p>
        </w:tc>
        <w:tc>
          <w:tcPr>
            <w:tcW w:w="799" w:type="dxa"/>
          </w:tcPr>
          <w:p w14:paraId="014427C4" w14:textId="77777777" w:rsidR="009065ED" w:rsidRPr="00F42DC3" w:rsidRDefault="009065ED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948" w:type="dxa"/>
          </w:tcPr>
          <w:p w14:paraId="2EB63A62" w14:textId="77777777" w:rsidR="009065ED" w:rsidRPr="00F42DC3" w:rsidRDefault="00832675" w:rsidP="00930C0C">
            <w:pPr>
              <w:rPr>
                <w:rStyle w:val="poleodsylacz"/>
                <w:rFonts w:ascii="Lato" w:hAnsi="Lato"/>
                <w:sz w:val="20"/>
                <w:szCs w:val="20"/>
              </w:rPr>
            </w:pP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ItemType\h  \* MERGEFORMAT </w:instrText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F42DC3">
              <w:rPr>
                <w:rStyle w:val="poleodsylacz"/>
                <w:rFonts w:ascii="Lato" w:hAnsi="Lato"/>
                <w:sz w:val="20"/>
                <w:szCs w:val="20"/>
              </w:rPr>
              <w:t>ItemType</w:t>
            </w:r>
            <w:r w:rsidRPr="00F42DC3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1FEA9394" w14:textId="77777777" w:rsidR="009065ED" w:rsidRPr="00F42DC3" w:rsidRDefault="009065ED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0..</w:t>
            </w:r>
            <w:r w:rsidR="00FB395E" w:rsidRPr="00F42DC3">
              <w:rPr>
                <w:rFonts w:cs="Arial"/>
                <w:sz w:val="20"/>
                <w:szCs w:val="20"/>
              </w:rPr>
              <w:t>999</w:t>
            </w:r>
          </w:p>
        </w:tc>
      </w:tr>
      <w:tr w:rsidR="00AF4995" w:rsidRPr="00502D40" w14:paraId="3278F585" w14:textId="77777777" w:rsidTr="00272282">
        <w:trPr>
          <w:trHeight w:val="213"/>
        </w:trPr>
        <w:tc>
          <w:tcPr>
            <w:tcW w:w="2131" w:type="dxa"/>
          </w:tcPr>
          <w:p w14:paraId="0EF1D33B" w14:textId="77777777" w:rsidR="00AF4995" w:rsidRPr="00F42DC3" w:rsidRDefault="00AF499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8" w:name="totalNumberOfGoodsK"/>
            <w:r w:rsidRPr="00F42DC3">
              <w:rPr>
                <w:rStyle w:val="pole"/>
                <w:rFonts w:ascii="Lato" w:hAnsi="Lato"/>
                <w:sz w:val="20"/>
                <w:szCs w:val="20"/>
              </w:rPr>
              <w:lastRenderedPageBreak/>
              <w:t>totalNumberOf</w:t>
            </w:r>
            <w:r w:rsidR="000F0E6C" w:rsidRPr="00F42DC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2DC3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="00F26365" w:rsidRPr="00F42DC3">
              <w:rPr>
                <w:rStyle w:val="pole"/>
                <w:rFonts w:ascii="Lato" w:hAnsi="Lato"/>
                <w:sz w:val="20"/>
                <w:szCs w:val="20"/>
              </w:rPr>
              <w:t>K</w:t>
            </w:r>
            <w:bookmarkEnd w:id="58"/>
          </w:p>
        </w:tc>
        <w:tc>
          <w:tcPr>
            <w:tcW w:w="2985" w:type="dxa"/>
          </w:tcPr>
          <w:p w14:paraId="6E4125BB" w14:textId="77777777" w:rsidR="00AF4995" w:rsidRPr="00F42DC3" w:rsidRDefault="00F2636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Ilość wyrobów w tysiącach kilogramów, stanowiąca sumę wartości w polach „Wartość opałowa”.</w:t>
            </w:r>
          </w:p>
        </w:tc>
        <w:tc>
          <w:tcPr>
            <w:tcW w:w="799" w:type="dxa"/>
          </w:tcPr>
          <w:p w14:paraId="54516E55" w14:textId="77777777" w:rsidR="00AF4995" w:rsidRPr="00F42DC3" w:rsidRDefault="00F2636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272</w:t>
            </w:r>
          </w:p>
        </w:tc>
        <w:tc>
          <w:tcPr>
            <w:tcW w:w="1948" w:type="dxa"/>
          </w:tcPr>
          <w:p w14:paraId="53028A9E" w14:textId="77777777" w:rsidR="00AF4995" w:rsidRPr="00F42DC3" w:rsidRDefault="00AF499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  <w:p w14:paraId="238CC424" w14:textId="77ED3142" w:rsidR="00AF4995" w:rsidRPr="00F42DC3" w:rsidRDefault="00424972" w:rsidP="0042497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Patrz reguła </w:t>
            </w:r>
            <w:r w:rsidRPr="00F42DC3">
              <w:rPr>
                <w:rFonts w:cs="Arial"/>
                <w:sz w:val="20"/>
                <w:szCs w:val="20"/>
              </w:rPr>
              <w:fldChar w:fldCharType="begin"/>
            </w:r>
            <w:r w:rsidRPr="00F42DC3">
              <w:rPr>
                <w:rFonts w:cs="Arial"/>
                <w:sz w:val="20"/>
                <w:szCs w:val="20"/>
              </w:rPr>
              <w:instrText xml:space="preserve"> REF R4 \h </w:instrText>
            </w:r>
            <w:r w:rsidR="00502D40" w:rsidRPr="00F42DC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42DC3">
              <w:rPr>
                <w:rFonts w:cs="Arial"/>
                <w:sz w:val="20"/>
                <w:szCs w:val="20"/>
              </w:rPr>
            </w:r>
            <w:r w:rsidRPr="00F42DC3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F42DC3">
              <w:rPr>
                <w:rFonts w:cs="Arial"/>
                <w:sz w:val="20"/>
                <w:szCs w:val="20"/>
              </w:rPr>
              <w:t>R4</w:t>
            </w:r>
            <w:r w:rsidRPr="00F42DC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6A4D4C67" w14:textId="77777777" w:rsidR="00AF4995" w:rsidRPr="00F42DC3" w:rsidRDefault="00D447C0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F26365" w:rsidRPr="00502D40" w14:paraId="1FE3EE23" w14:textId="77777777" w:rsidTr="00272282">
        <w:trPr>
          <w:trHeight w:val="213"/>
        </w:trPr>
        <w:tc>
          <w:tcPr>
            <w:tcW w:w="2131" w:type="dxa"/>
          </w:tcPr>
          <w:p w14:paraId="656FAA95" w14:textId="77777777" w:rsidR="00F26365" w:rsidRPr="00F42DC3" w:rsidRDefault="00F2636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59" w:name="totalNumberOfGoodsJ"/>
            <w:r w:rsidRPr="00F42DC3">
              <w:rPr>
                <w:rStyle w:val="pole"/>
                <w:rFonts w:ascii="Lato" w:hAnsi="Lato"/>
                <w:sz w:val="20"/>
                <w:szCs w:val="20"/>
              </w:rPr>
              <w:t>totalNumberOf</w:t>
            </w:r>
            <w:r w:rsidR="000F0E6C" w:rsidRPr="00F42DC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="0058245A" w:rsidRPr="00F42DC3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Pr="00F42DC3">
              <w:rPr>
                <w:rStyle w:val="pole"/>
                <w:rFonts w:ascii="Lato" w:hAnsi="Lato"/>
                <w:sz w:val="20"/>
                <w:szCs w:val="20"/>
              </w:rPr>
              <w:t>J</w:t>
            </w:r>
            <w:bookmarkEnd w:id="59"/>
          </w:p>
        </w:tc>
        <w:tc>
          <w:tcPr>
            <w:tcW w:w="2985" w:type="dxa"/>
          </w:tcPr>
          <w:p w14:paraId="07F009F9" w14:textId="77777777" w:rsidR="00F26365" w:rsidRPr="00F42DC3" w:rsidRDefault="00F2636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Wartość opałowa w GJ stanowiąca sumę wartości w polach „Ilość wyrobów w GJ”.</w:t>
            </w:r>
          </w:p>
        </w:tc>
        <w:tc>
          <w:tcPr>
            <w:tcW w:w="799" w:type="dxa"/>
          </w:tcPr>
          <w:p w14:paraId="1EBB41E4" w14:textId="77777777" w:rsidR="00F26365" w:rsidRPr="00F42DC3" w:rsidRDefault="00F2636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273</w:t>
            </w:r>
          </w:p>
        </w:tc>
        <w:tc>
          <w:tcPr>
            <w:tcW w:w="1948" w:type="dxa"/>
          </w:tcPr>
          <w:p w14:paraId="10DB96A8" w14:textId="77777777" w:rsidR="00F26365" w:rsidRPr="00F42DC3" w:rsidRDefault="00F2636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  <w:p w14:paraId="532F61CE" w14:textId="6187B107" w:rsidR="0010477B" w:rsidRPr="00F42DC3" w:rsidRDefault="00424972" w:rsidP="0042497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Patrz reguła </w:t>
            </w:r>
            <w:r w:rsidRPr="00F42DC3">
              <w:rPr>
                <w:rFonts w:cs="Arial"/>
                <w:sz w:val="20"/>
                <w:szCs w:val="20"/>
              </w:rPr>
              <w:fldChar w:fldCharType="begin"/>
            </w:r>
            <w:r w:rsidRPr="00F42DC3">
              <w:rPr>
                <w:rFonts w:cs="Arial"/>
                <w:sz w:val="20"/>
                <w:szCs w:val="20"/>
              </w:rPr>
              <w:instrText xml:space="preserve"> REF R5 \h </w:instrText>
            </w:r>
            <w:r w:rsidR="00502D40" w:rsidRPr="00F42DC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42DC3">
              <w:rPr>
                <w:rFonts w:cs="Arial"/>
                <w:sz w:val="20"/>
                <w:szCs w:val="20"/>
              </w:rPr>
            </w:r>
            <w:r w:rsidRPr="00F42DC3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F42DC3">
              <w:rPr>
                <w:rFonts w:cs="Arial"/>
                <w:sz w:val="20"/>
                <w:szCs w:val="20"/>
              </w:rPr>
              <w:t>R5</w:t>
            </w:r>
            <w:r w:rsidRPr="00F42DC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5BC7ED35" w14:textId="77777777" w:rsidR="00F26365" w:rsidRPr="00F42DC3" w:rsidRDefault="00D447C0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F26365" w:rsidRPr="00502D40" w14:paraId="7FD26F79" w14:textId="77777777" w:rsidTr="00272282">
        <w:trPr>
          <w:trHeight w:val="213"/>
        </w:trPr>
        <w:tc>
          <w:tcPr>
            <w:tcW w:w="2131" w:type="dxa"/>
          </w:tcPr>
          <w:p w14:paraId="06336D11" w14:textId="77777777" w:rsidR="00F26365" w:rsidRPr="00F42DC3" w:rsidRDefault="00F2636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0" w:name="totalAmountOfTax"/>
            <w:r w:rsidRPr="00F42DC3">
              <w:rPr>
                <w:rStyle w:val="pole"/>
                <w:rFonts w:ascii="Lato" w:hAnsi="Lato"/>
                <w:sz w:val="20"/>
                <w:szCs w:val="20"/>
              </w:rPr>
              <w:t>totalAmount</w:t>
            </w:r>
            <w:r w:rsidR="000F0E6C" w:rsidRPr="00F42DC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2DC3">
              <w:rPr>
                <w:rStyle w:val="pole"/>
                <w:rFonts w:ascii="Lato" w:hAnsi="Lato"/>
                <w:sz w:val="20"/>
                <w:szCs w:val="20"/>
              </w:rPr>
              <w:t>OfTax</w:t>
            </w:r>
            <w:bookmarkEnd w:id="60"/>
          </w:p>
        </w:tc>
        <w:tc>
          <w:tcPr>
            <w:tcW w:w="2985" w:type="dxa"/>
          </w:tcPr>
          <w:p w14:paraId="7DEBC910" w14:textId="77777777" w:rsidR="00F26365" w:rsidRPr="00F42DC3" w:rsidRDefault="00F2636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Suma kwot wprowadzonych w polu „Kwota podatku w zł”</w:t>
            </w:r>
          </w:p>
        </w:tc>
        <w:tc>
          <w:tcPr>
            <w:tcW w:w="799" w:type="dxa"/>
          </w:tcPr>
          <w:p w14:paraId="598D6B3D" w14:textId="77777777" w:rsidR="00F26365" w:rsidRPr="00F42DC3" w:rsidRDefault="00F2636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274</w:t>
            </w:r>
          </w:p>
        </w:tc>
        <w:tc>
          <w:tcPr>
            <w:tcW w:w="1948" w:type="dxa"/>
          </w:tcPr>
          <w:p w14:paraId="2157E9E4" w14:textId="77777777" w:rsidR="00F26365" w:rsidRPr="00F42DC3" w:rsidRDefault="00F2636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4B4846E" w14:textId="2D9F43B8" w:rsidR="00F26365" w:rsidRPr="00F42DC3" w:rsidRDefault="00424972" w:rsidP="0042497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Patrz reguła </w:t>
            </w:r>
            <w:r w:rsidRPr="00F42DC3">
              <w:rPr>
                <w:rFonts w:cs="Arial"/>
                <w:sz w:val="20"/>
                <w:szCs w:val="20"/>
              </w:rPr>
              <w:fldChar w:fldCharType="begin"/>
            </w:r>
            <w:r w:rsidRPr="00F42DC3">
              <w:rPr>
                <w:rFonts w:cs="Arial"/>
                <w:sz w:val="20"/>
                <w:szCs w:val="20"/>
              </w:rPr>
              <w:instrText xml:space="preserve"> REF R6 \h </w:instrText>
            </w:r>
            <w:r w:rsidR="00502D40" w:rsidRPr="00F42DC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42DC3">
              <w:rPr>
                <w:rFonts w:cs="Arial"/>
                <w:sz w:val="20"/>
                <w:szCs w:val="20"/>
              </w:rPr>
            </w:r>
            <w:r w:rsidRPr="00F42DC3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F42DC3">
              <w:rPr>
                <w:rFonts w:cs="Arial"/>
                <w:sz w:val="20"/>
                <w:szCs w:val="20"/>
              </w:rPr>
              <w:t>R6</w:t>
            </w:r>
            <w:r w:rsidRPr="00F42DC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1" w:type="dxa"/>
          </w:tcPr>
          <w:p w14:paraId="5C493711" w14:textId="77777777" w:rsidR="00F26365" w:rsidRPr="00F42DC3" w:rsidRDefault="00F2636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6E0D270D" w14:textId="29533584" w:rsidR="00F42DC3" w:rsidRDefault="00F42DC3" w:rsidP="00F42DC3">
      <w:pPr>
        <w:pStyle w:val="Legenda"/>
        <w:keepNext/>
      </w:pPr>
      <w:bookmarkStart w:id="61" w:name="_Toc183694396"/>
      <w:r>
        <w:t xml:space="preserve">Tabela </w:t>
      </w:r>
      <w:fldSimple w:instr=" SEQ Tabela \* ARABIC ">
        <w:r w:rsidR="00034478">
          <w:rPr>
            <w:noProof/>
          </w:rPr>
          <w:t>12</w:t>
        </w:r>
      </w:fldSimple>
      <w:r>
        <w:t xml:space="preserve">. </w:t>
      </w:r>
      <w:r w:rsidRPr="00F42DC3">
        <w:t xml:space="preserve">Struktura elementu </w:t>
      </w:r>
      <w:proofErr w:type="spellStart"/>
      <w:r w:rsidRPr="00F42DC3">
        <w:t>ItemType</w:t>
      </w:r>
      <w:bookmarkEnd w:id="61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46"/>
        <w:gridCol w:w="3025"/>
        <w:gridCol w:w="786"/>
        <w:gridCol w:w="2218"/>
        <w:gridCol w:w="1179"/>
      </w:tblGrid>
      <w:tr w:rsidR="009065ED" w:rsidRPr="00502D40" w14:paraId="2768A80D" w14:textId="77777777" w:rsidTr="00272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46" w:type="dxa"/>
          </w:tcPr>
          <w:p w14:paraId="1026E713" w14:textId="77777777" w:rsidR="009065ED" w:rsidRPr="00502D40" w:rsidRDefault="009065ED" w:rsidP="00930C0C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25" w:type="dxa"/>
          </w:tcPr>
          <w:p w14:paraId="3F7B76DB" w14:textId="77777777" w:rsidR="009065ED" w:rsidRPr="00502D40" w:rsidRDefault="009065ED" w:rsidP="00930C0C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86" w:type="dxa"/>
          </w:tcPr>
          <w:p w14:paraId="7E8B76D0" w14:textId="77777777" w:rsidR="009065ED" w:rsidRPr="00502D40" w:rsidRDefault="009065ED" w:rsidP="00930C0C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218" w:type="dxa"/>
          </w:tcPr>
          <w:p w14:paraId="4759FFCD" w14:textId="77777777" w:rsidR="009065ED" w:rsidRPr="00502D40" w:rsidRDefault="009065ED" w:rsidP="00930C0C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79" w:type="dxa"/>
          </w:tcPr>
          <w:p w14:paraId="62B72739" w14:textId="77777777" w:rsidR="009065ED" w:rsidRPr="00502D40" w:rsidRDefault="009065ED" w:rsidP="00930C0C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9065ED" w:rsidRPr="00502D40" w14:paraId="54E83F6D" w14:textId="77777777" w:rsidTr="00272282">
        <w:trPr>
          <w:trHeight w:val="213"/>
        </w:trPr>
        <w:tc>
          <w:tcPr>
            <w:tcW w:w="1846" w:type="dxa"/>
          </w:tcPr>
          <w:p w14:paraId="7503B53D" w14:textId="77777777" w:rsidR="009065ED" w:rsidRPr="00F42DC3" w:rsidRDefault="009065ED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id</w:t>
            </w:r>
          </w:p>
        </w:tc>
        <w:tc>
          <w:tcPr>
            <w:tcW w:w="3025" w:type="dxa"/>
          </w:tcPr>
          <w:p w14:paraId="2A4CE00B" w14:textId="77777777" w:rsidR="009065ED" w:rsidRPr="00F42DC3" w:rsidRDefault="009065ED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Liczba porządkowa.</w:t>
            </w:r>
          </w:p>
        </w:tc>
        <w:tc>
          <w:tcPr>
            <w:tcW w:w="786" w:type="dxa"/>
          </w:tcPr>
          <w:p w14:paraId="623BDBA3" w14:textId="77777777" w:rsidR="009065ED" w:rsidRPr="00F42DC3" w:rsidRDefault="003C55AD" w:rsidP="00930C0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42DC3">
              <w:rPr>
                <w:rFonts w:cs="Arial"/>
                <w:sz w:val="20"/>
                <w:szCs w:val="20"/>
              </w:rPr>
              <w:t>C</w:t>
            </w:r>
            <w:r w:rsidR="009065ED" w:rsidRPr="00F42DC3">
              <w:rPr>
                <w:rFonts w:cs="Arial"/>
                <w:sz w:val="20"/>
                <w:szCs w:val="20"/>
              </w:rPr>
              <w:t>.a</w:t>
            </w:r>
            <w:proofErr w:type="spellEnd"/>
          </w:p>
        </w:tc>
        <w:tc>
          <w:tcPr>
            <w:tcW w:w="2218" w:type="dxa"/>
          </w:tcPr>
          <w:p w14:paraId="2D65EDA8" w14:textId="77777777" w:rsidR="009065ED" w:rsidRPr="00F42DC3" w:rsidRDefault="000A59EB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79" w:type="dxa"/>
          </w:tcPr>
          <w:p w14:paraId="3A5B2005" w14:textId="77777777" w:rsidR="009065ED" w:rsidRPr="00F42DC3" w:rsidRDefault="009065ED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065ED" w:rsidRPr="00502D40" w14:paraId="057795F4" w14:textId="77777777" w:rsidTr="00272282">
        <w:trPr>
          <w:trHeight w:val="213"/>
        </w:trPr>
        <w:tc>
          <w:tcPr>
            <w:tcW w:w="1846" w:type="dxa"/>
          </w:tcPr>
          <w:p w14:paraId="6CD609BE" w14:textId="77777777" w:rsidR="009065ED" w:rsidRPr="00F42DC3" w:rsidRDefault="00DE33B3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groupOf</w:t>
            </w:r>
            <w:r w:rsidR="000F0E6C" w:rsidRPr="00F42DC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2DC3">
              <w:rPr>
                <w:rStyle w:val="pole"/>
                <w:rFonts w:ascii="Lato" w:hAnsi="Lato"/>
                <w:sz w:val="20"/>
                <w:szCs w:val="20"/>
              </w:rPr>
              <w:t>Goods</w:t>
            </w:r>
            <w:r w:rsidR="000F0E6C" w:rsidRPr="00F42DC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2DC3">
              <w:rPr>
                <w:rStyle w:val="pole"/>
                <w:rFonts w:ascii="Lato" w:hAnsi="Lato"/>
                <w:sz w:val="20"/>
                <w:szCs w:val="20"/>
              </w:rPr>
              <w:t>Name</w:t>
            </w:r>
          </w:p>
        </w:tc>
        <w:tc>
          <w:tcPr>
            <w:tcW w:w="3025" w:type="dxa"/>
          </w:tcPr>
          <w:p w14:paraId="6A40B35C" w14:textId="77777777" w:rsidR="009065ED" w:rsidRPr="00F42DC3" w:rsidRDefault="00D614E7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786" w:type="dxa"/>
          </w:tcPr>
          <w:p w14:paraId="4F2DBBA5" w14:textId="77777777" w:rsidR="009065ED" w:rsidRPr="00F42DC3" w:rsidRDefault="003C55AD" w:rsidP="00930C0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42DC3">
              <w:rPr>
                <w:rFonts w:cs="Arial"/>
                <w:sz w:val="20"/>
                <w:szCs w:val="20"/>
              </w:rPr>
              <w:t>C</w:t>
            </w:r>
            <w:r w:rsidR="009065ED" w:rsidRPr="00F42DC3">
              <w:rPr>
                <w:rFonts w:cs="Arial"/>
                <w:sz w:val="20"/>
                <w:szCs w:val="20"/>
              </w:rPr>
              <w:t>.b</w:t>
            </w:r>
            <w:proofErr w:type="spellEnd"/>
          </w:p>
        </w:tc>
        <w:tc>
          <w:tcPr>
            <w:tcW w:w="2218" w:type="dxa"/>
          </w:tcPr>
          <w:p w14:paraId="28848003" w14:textId="77777777" w:rsidR="009065ED" w:rsidRPr="00F42DC3" w:rsidRDefault="00964168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ZGroupOfGoodsName</w:t>
            </w:r>
          </w:p>
        </w:tc>
        <w:tc>
          <w:tcPr>
            <w:tcW w:w="1179" w:type="dxa"/>
          </w:tcPr>
          <w:p w14:paraId="7E2FA91C" w14:textId="77777777" w:rsidR="009065ED" w:rsidRPr="00F42DC3" w:rsidRDefault="009065ED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9065ED" w:rsidRPr="00502D40" w14:paraId="61D48DAF" w14:textId="77777777" w:rsidTr="00272282">
        <w:trPr>
          <w:trHeight w:val="213"/>
        </w:trPr>
        <w:tc>
          <w:tcPr>
            <w:tcW w:w="1846" w:type="dxa"/>
          </w:tcPr>
          <w:p w14:paraId="57C07201" w14:textId="77777777" w:rsidR="009065ED" w:rsidRPr="00F42DC3" w:rsidRDefault="009065ED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codeCN</w:t>
            </w:r>
          </w:p>
        </w:tc>
        <w:tc>
          <w:tcPr>
            <w:tcW w:w="3025" w:type="dxa"/>
          </w:tcPr>
          <w:p w14:paraId="0CE26B54" w14:textId="77777777" w:rsidR="009065ED" w:rsidRPr="00F42DC3" w:rsidRDefault="009065ED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Pole pozwalające na wpisanie ośmiocyfrowego kodu CN towaru.</w:t>
            </w:r>
          </w:p>
        </w:tc>
        <w:tc>
          <w:tcPr>
            <w:tcW w:w="786" w:type="dxa"/>
          </w:tcPr>
          <w:p w14:paraId="653C3C9F" w14:textId="77777777" w:rsidR="009065ED" w:rsidRPr="00F42DC3" w:rsidRDefault="00BA72B5" w:rsidP="00930C0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42DC3">
              <w:rPr>
                <w:rFonts w:cs="Arial"/>
                <w:sz w:val="20"/>
                <w:szCs w:val="20"/>
              </w:rPr>
              <w:t>C</w:t>
            </w:r>
            <w:r w:rsidR="009065ED" w:rsidRPr="00F42DC3">
              <w:rPr>
                <w:rFonts w:cs="Arial"/>
                <w:sz w:val="20"/>
                <w:szCs w:val="20"/>
              </w:rPr>
              <w:t>.</w:t>
            </w:r>
            <w:r w:rsidRPr="00F42DC3">
              <w:rPr>
                <w:rFonts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2218" w:type="dxa"/>
          </w:tcPr>
          <w:p w14:paraId="52EE8810" w14:textId="77777777" w:rsidR="009065ED" w:rsidRPr="00F42DC3" w:rsidRDefault="00964168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ZCodeCN</w:t>
            </w:r>
          </w:p>
        </w:tc>
        <w:tc>
          <w:tcPr>
            <w:tcW w:w="1179" w:type="dxa"/>
          </w:tcPr>
          <w:p w14:paraId="23E6A1A9" w14:textId="77777777" w:rsidR="009065ED" w:rsidRPr="00F42DC3" w:rsidRDefault="009065ED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BA72B5" w:rsidRPr="00502D40" w14:paraId="04964CA1" w14:textId="77777777" w:rsidTr="00272282">
        <w:trPr>
          <w:trHeight w:val="213"/>
        </w:trPr>
        <w:tc>
          <w:tcPr>
            <w:tcW w:w="1846" w:type="dxa"/>
          </w:tcPr>
          <w:p w14:paraId="324C62BE" w14:textId="77777777" w:rsidR="00BA72B5" w:rsidRPr="00F42DC3" w:rsidRDefault="00BA72B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2" w:name="shortages"/>
            <w:r w:rsidRPr="00F42DC3">
              <w:rPr>
                <w:rStyle w:val="pole"/>
                <w:rFonts w:ascii="Lato" w:hAnsi="Lato"/>
                <w:sz w:val="20"/>
                <w:szCs w:val="20"/>
              </w:rPr>
              <w:t>shortages</w:t>
            </w:r>
            <w:bookmarkEnd w:id="62"/>
          </w:p>
        </w:tc>
        <w:tc>
          <w:tcPr>
            <w:tcW w:w="3025" w:type="dxa"/>
          </w:tcPr>
          <w:p w14:paraId="3774E9A4" w14:textId="77777777" w:rsidR="00BA72B5" w:rsidRPr="00F42DC3" w:rsidRDefault="00BA72B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786" w:type="dxa"/>
          </w:tcPr>
          <w:p w14:paraId="1B341185" w14:textId="77777777" w:rsidR="00BA72B5" w:rsidRPr="00F42DC3" w:rsidRDefault="00BA72B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3790E618" w14:textId="77777777" w:rsidR="00BA72B5" w:rsidRPr="00F42DC3" w:rsidRDefault="00213359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ZShortages</w:t>
            </w:r>
          </w:p>
          <w:p w14:paraId="4CD80B32" w14:textId="77777777" w:rsidR="00BA72B5" w:rsidRPr="00F42DC3" w:rsidRDefault="00424972" w:rsidP="0042497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Patrz reguła </w:t>
            </w:r>
            <w:r w:rsidRPr="00F42DC3">
              <w:rPr>
                <w:rFonts w:cs="Arial"/>
                <w:sz w:val="20"/>
                <w:szCs w:val="20"/>
              </w:rPr>
              <w:fldChar w:fldCharType="begin"/>
            </w:r>
            <w:r w:rsidRPr="00F42DC3">
              <w:rPr>
                <w:rFonts w:cs="Arial"/>
                <w:sz w:val="20"/>
                <w:szCs w:val="20"/>
              </w:rPr>
              <w:instrText xml:space="preserve"> REF R7 \h </w:instrText>
            </w:r>
            <w:r w:rsidR="00832675" w:rsidRPr="00F42DC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42DC3">
              <w:rPr>
                <w:rFonts w:cs="Arial"/>
                <w:sz w:val="20"/>
                <w:szCs w:val="20"/>
              </w:rPr>
            </w:r>
            <w:r w:rsidRPr="00F42DC3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F42DC3">
              <w:rPr>
                <w:rFonts w:cs="Arial"/>
                <w:sz w:val="20"/>
                <w:szCs w:val="20"/>
              </w:rPr>
              <w:t>R7</w:t>
            </w:r>
            <w:r w:rsidRPr="00F42DC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79" w:type="dxa"/>
          </w:tcPr>
          <w:p w14:paraId="17326D42" w14:textId="77777777" w:rsidR="00BA72B5" w:rsidRPr="00F42DC3" w:rsidRDefault="00BA72B5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0153A6" w:rsidRPr="00502D40" w14:paraId="089D1D86" w14:textId="77777777" w:rsidTr="00272282">
        <w:trPr>
          <w:trHeight w:val="213"/>
        </w:trPr>
        <w:tc>
          <w:tcPr>
            <w:tcW w:w="1846" w:type="dxa"/>
          </w:tcPr>
          <w:p w14:paraId="15067330" w14:textId="77777777" w:rsidR="000153A6" w:rsidRPr="00F42DC3" w:rsidRDefault="00AF499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3" w:name="numberOfGoodsK"/>
            <w:r w:rsidRPr="00F42DC3">
              <w:rPr>
                <w:rStyle w:val="pole"/>
                <w:rFonts w:ascii="Lato" w:hAnsi="Lato"/>
                <w:sz w:val="20"/>
                <w:szCs w:val="20"/>
              </w:rPr>
              <w:lastRenderedPageBreak/>
              <w:t>numberOf</w:t>
            </w:r>
            <w:r w:rsidR="000F0E6C" w:rsidRPr="00F42DC3">
              <w:rPr>
                <w:rStyle w:val="pole"/>
                <w:rFonts w:ascii="Arial" w:hAnsi="Arial" w:cs="Arial"/>
                <w:sz w:val="20"/>
                <w:szCs w:val="20"/>
              </w:rPr>
              <w:t>‌</w:t>
            </w:r>
            <w:r w:rsidRPr="00F42DC3">
              <w:rPr>
                <w:rStyle w:val="pole"/>
                <w:rFonts w:ascii="Lato" w:hAnsi="Lato"/>
                <w:sz w:val="20"/>
                <w:szCs w:val="20"/>
              </w:rPr>
              <w:t>GoodsK</w:t>
            </w:r>
            <w:bookmarkEnd w:id="63"/>
          </w:p>
        </w:tc>
        <w:tc>
          <w:tcPr>
            <w:tcW w:w="3025" w:type="dxa"/>
          </w:tcPr>
          <w:p w14:paraId="337DC2D8" w14:textId="77777777" w:rsidR="000153A6" w:rsidRPr="00F42DC3" w:rsidRDefault="000153A6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Ilość wyrobów w tysiącach kilogramów z dokładnością do 3 miejsc po przecinku</w:t>
            </w:r>
          </w:p>
        </w:tc>
        <w:tc>
          <w:tcPr>
            <w:tcW w:w="786" w:type="dxa"/>
          </w:tcPr>
          <w:p w14:paraId="7AA89A1A" w14:textId="77777777" w:rsidR="000153A6" w:rsidRPr="00F42DC3" w:rsidRDefault="000153A6" w:rsidP="00930C0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42DC3">
              <w:rPr>
                <w:rFonts w:cs="Arial"/>
                <w:sz w:val="20"/>
                <w:szCs w:val="20"/>
              </w:rPr>
              <w:t>C.d</w:t>
            </w:r>
            <w:proofErr w:type="spellEnd"/>
          </w:p>
        </w:tc>
        <w:tc>
          <w:tcPr>
            <w:tcW w:w="2218" w:type="dxa"/>
          </w:tcPr>
          <w:p w14:paraId="312CDC25" w14:textId="77777777" w:rsidR="00C26F26" w:rsidRPr="00F42DC3" w:rsidRDefault="00D05B53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79" w:type="dxa"/>
          </w:tcPr>
          <w:p w14:paraId="2106454B" w14:textId="77777777" w:rsidR="000153A6" w:rsidRPr="00F42DC3" w:rsidRDefault="00C26F26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0153A6" w:rsidRPr="00502D40" w14:paraId="44BDFC9E" w14:textId="77777777" w:rsidTr="00272282">
        <w:trPr>
          <w:trHeight w:val="213"/>
        </w:trPr>
        <w:tc>
          <w:tcPr>
            <w:tcW w:w="1846" w:type="dxa"/>
          </w:tcPr>
          <w:p w14:paraId="0E8257E7" w14:textId="77777777" w:rsidR="000153A6" w:rsidRPr="00F42DC3" w:rsidRDefault="00B0198A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4" w:name="numberOfGoodsJ"/>
            <w:r w:rsidRPr="00F42DC3">
              <w:rPr>
                <w:rStyle w:val="pole"/>
                <w:rFonts w:ascii="Lato" w:hAnsi="Lato"/>
                <w:sz w:val="20"/>
                <w:szCs w:val="20"/>
              </w:rPr>
              <w:t>numberOfGoods</w:t>
            </w:r>
            <w:r w:rsidR="00AF4995" w:rsidRPr="00F42DC3">
              <w:rPr>
                <w:rStyle w:val="pole"/>
                <w:rFonts w:ascii="Lato" w:hAnsi="Lato"/>
                <w:sz w:val="20"/>
                <w:szCs w:val="20"/>
              </w:rPr>
              <w:t>J</w:t>
            </w:r>
            <w:bookmarkEnd w:id="64"/>
          </w:p>
        </w:tc>
        <w:tc>
          <w:tcPr>
            <w:tcW w:w="3025" w:type="dxa"/>
          </w:tcPr>
          <w:p w14:paraId="3972F191" w14:textId="77777777" w:rsidR="000153A6" w:rsidRPr="00F42DC3" w:rsidRDefault="000153A6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Ilość wyrobów w GJ z dokładnością do 3 miejsc po przecinku</w:t>
            </w:r>
          </w:p>
        </w:tc>
        <w:tc>
          <w:tcPr>
            <w:tcW w:w="786" w:type="dxa"/>
          </w:tcPr>
          <w:p w14:paraId="09AA0772" w14:textId="77777777" w:rsidR="000153A6" w:rsidRPr="00F42DC3" w:rsidRDefault="000153A6" w:rsidP="00930C0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42DC3">
              <w:rPr>
                <w:rFonts w:cs="Arial"/>
                <w:sz w:val="20"/>
                <w:szCs w:val="20"/>
              </w:rPr>
              <w:t>C.e</w:t>
            </w:r>
            <w:proofErr w:type="spellEnd"/>
          </w:p>
        </w:tc>
        <w:tc>
          <w:tcPr>
            <w:tcW w:w="2218" w:type="dxa"/>
          </w:tcPr>
          <w:p w14:paraId="5AEC43A1" w14:textId="77777777" w:rsidR="00C26F26" w:rsidRPr="00F42DC3" w:rsidRDefault="00D05B53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ZAmountE</w:t>
            </w:r>
          </w:p>
        </w:tc>
        <w:tc>
          <w:tcPr>
            <w:tcW w:w="1179" w:type="dxa"/>
          </w:tcPr>
          <w:p w14:paraId="34EB5F91" w14:textId="77777777" w:rsidR="000153A6" w:rsidRPr="00F42DC3" w:rsidRDefault="00C26F26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0153A6" w:rsidRPr="00502D40" w14:paraId="22F91CB1" w14:textId="77777777" w:rsidTr="00272282">
        <w:trPr>
          <w:trHeight w:val="213"/>
        </w:trPr>
        <w:tc>
          <w:tcPr>
            <w:tcW w:w="1846" w:type="dxa"/>
          </w:tcPr>
          <w:p w14:paraId="4791030E" w14:textId="77777777" w:rsidR="000153A6" w:rsidRPr="00F42DC3" w:rsidRDefault="009109CC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5" w:name="taxRate"/>
            <w:r w:rsidRPr="00F42DC3">
              <w:rPr>
                <w:rStyle w:val="pole"/>
                <w:rFonts w:ascii="Lato" w:hAnsi="Lato"/>
                <w:sz w:val="20"/>
                <w:szCs w:val="20"/>
              </w:rPr>
              <w:t>taxRate</w:t>
            </w:r>
            <w:bookmarkEnd w:id="65"/>
          </w:p>
        </w:tc>
        <w:tc>
          <w:tcPr>
            <w:tcW w:w="3025" w:type="dxa"/>
          </w:tcPr>
          <w:p w14:paraId="212EF8C5" w14:textId="77777777" w:rsidR="000153A6" w:rsidRPr="00F42DC3" w:rsidRDefault="000153A6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Stawka podatku określona taryfą</w:t>
            </w:r>
          </w:p>
        </w:tc>
        <w:tc>
          <w:tcPr>
            <w:tcW w:w="786" w:type="dxa"/>
          </w:tcPr>
          <w:p w14:paraId="220A5863" w14:textId="77777777" w:rsidR="000153A6" w:rsidRPr="00F42DC3" w:rsidRDefault="00BE3FE0" w:rsidP="00930C0C">
            <w:pPr>
              <w:rPr>
                <w:rFonts w:cs="Arial"/>
                <w:sz w:val="20"/>
                <w:szCs w:val="20"/>
              </w:rPr>
            </w:pPr>
            <w:proofErr w:type="spellStart"/>
            <w:r w:rsidRPr="00F42DC3">
              <w:rPr>
                <w:rFonts w:cs="Arial"/>
                <w:sz w:val="20"/>
                <w:szCs w:val="20"/>
              </w:rPr>
              <w:t>C</w:t>
            </w:r>
            <w:r w:rsidR="000153A6" w:rsidRPr="00F42DC3">
              <w:rPr>
                <w:rFonts w:cs="Arial"/>
                <w:sz w:val="20"/>
                <w:szCs w:val="20"/>
              </w:rPr>
              <w:t>.f</w:t>
            </w:r>
            <w:proofErr w:type="spellEnd"/>
          </w:p>
        </w:tc>
        <w:tc>
          <w:tcPr>
            <w:tcW w:w="2218" w:type="dxa"/>
          </w:tcPr>
          <w:p w14:paraId="01ED9800" w14:textId="77777777" w:rsidR="000153A6" w:rsidRPr="00F42DC3" w:rsidRDefault="00F91CF4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79" w:type="dxa"/>
          </w:tcPr>
          <w:p w14:paraId="12ECD6CC" w14:textId="77777777" w:rsidR="000153A6" w:rsidRPr="00F42DC3" w:rsidRDefault="000153A6" w:rsidP="00930C0C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604CD2" w:rsidRPr="00502D40" w14:paraId="30C5F1EA" w14:textId="77777777" w:rsidTr="00272282">
        <w:trPr>
          <w:trHeight w:val="213"/>
        </w:trPr>
        <w:tc>
          <w:tcPr>
            <w:tcW w:w="1846" w:type="dxa"/>
          </w:tcPr>
          <w:p w14:paraId="49CE6ED8" w14:textId="77777777" w:rsidR="00604CD2" w:rsidRPr="00F42DC3" w:rsidRDefault="00604CD2" w:rsidP="00604CD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fromIsztar</w:t>
            </w:r>
          </w:p>
        </w:tc>
        <w:tc>
          <w:tcPr>
            <w:tcW w:w="3025" w:type="dxa"/>
          </w:tcPr>
          <w:p w14:paraId="0F7F2552" w14:textId="77777777" w:rsidR="00604CD2" w:rsidRPr="00F42DC3" w:rsidRDefault="00604CD2" w:rsidP="00604CD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Czy stawka podatku akcyzowego jest pobrana z Systemu ISZTAR.</w:t>
            </w:r>
          </w:p>
        </w:tc>
        <w:tc>
          <w:tcPr>
            <w:tcW w:w="786" w:type="dxa"/>
          </w:tcPr>
          <w:p w14:paraId="1BC76DE5" w14:textId="77777777" w:rsidR="00604CD2" w:rsidRPr="00F42DC3" w:rsidRDefault="00604CD2" w:rsidP="00604CD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218" w:type="dxa"/>
          </w:tcPr>
          <w:p w14:paraId="4CCF9905" w14:textId="77777777" w:rsidR="00604CD2" w:rsidRPr="00F42DC3" w:rsidRDefault="00604CD2" w:rsidP="00604CD2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boolean</w:t>
            </w:r>
          </w:p>
        </w:tc>
        <w:tc>
          <w:tcPr>
            <w:tcW w:w="1179" w:type="dxa"/>
          </w:tcPr>
          <w:p w14:paraId="532E42CF" w14:textId="77777777" w:rsidR="00604CD2" w:rsidRPr="00F42DC3" w:rsidRDefault="00604CD2" w:rsidP="00604CD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604CD2" w:rsidRPr="00502D40" w14:paraId="4DBFBD96" w14:textId="77777777" w:rsidTr="00272282">
        <w:trPr>
          <w:trHeight w:val="1002"/>
        </w:trPr>
        <w:tc>
          <w:tcPr>
            <w:tcW w:w="1846" w:type="dxa"/>
          </w:tcPr>
          <w:p w14:paraId="34DE7B5F" w14:textId="77777777" w:rsidR="00604CD2" w:rsidRPr="00F42DC3" w:rsidRDefault="00604CD2" w:rsidP="00604CD2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6" w:name="amountOfTax"/>
            <w:r w:rsidRPr="00F42DC3">
              <w:rPr>
                <w:rStyle w:val="pole"/>
                <w:rFonts w:ascii="Lato" w:hAnsi="Lato"/>
                <w:sz w:val="20"/>
                <w:szCs w:val="20"/>
              </w:rPr>
              <w:t>amountOfTax</w:t>
            </w:r>
            <w:bookmarkEnd w:id="66"/>
          </w:p>
        </w:tc>
        <w:tc>
          <w:tcPr>
            <w:tcW w:w="3025" w:type="dxa"/>
          </w:tcPr>
          <w:p w14:paraId="562FAB6D" w14:textId="77777777" w:rsidR="00604CD2" w:rsidRPr="00F42DC3" w:rsidRDefault="00604CD2" w:rsidP="00604CD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Kwota podatku wyliczona wg wzoru: wartość w polu: „</w:t>
            </w:r>
            <w:proofErr w:type="spellStart"/>
            <w:r w:rsidRPr="00F42DC3">
              <w:rPr>
                <w:rFonts w:cs="Arial"/>
                <w:sz w:val="20"/>
                <w:szCs w:val="20"/>
              </w:rPr>
              <w:t>numberOfGoodsK</w:t>
            </w:r>
            <w:proofErr w:type="spellEnd"/>
            <w:r w:rsidRPr="00F42DC3">
              <w:rPr>
                <w:rFonts w:cs="Arial"/>
                <w:sz w:val="20"/>
                <w:szCs w:val="20"/>
              </w:rPr>
              <w:t>”                                                             pomnożona przez wartość w polu „</w:t>
            </w:r>
            <w:proofErr w:type="spellStart"/>
            <w:r w:rsidRPr="00F42DC3">
              <w:rPr>
                <w:rFonts w:cs="Arial"/>
                <w:sz w:val="20"/>
                <w:szCs w:val="20"/>
              </w:rPr>
              <w:t>taxRate</w:t>
            </w:r>
            <w:proofErr w:type="spellEnd"/>
            <w:r w:rsidRPr="00F42DC3">
              <w:rPr>
                <w:rFonts w:cs="Arial"/>
                <w:sz w:val="20"/>
                <w:szCs w:val="20"/>
              </w:rPr>
              <w:t>” lub „</w:t>
            </w:r>
            <w:proofErr w:type="spellStart"/>
            <w:r w:rsidRPr="00F42DC3">
              <w:rPr>
                <w:rFonts w:cs="Arial"/>
                <w:sz w:val="20"/>
                <w:szCs w:val="20"/>
              </w:rPr>
              <w:t>numberOfGoodsJ</w:t>
            </w:r>
            <w:proofErr w:type="spellEnd"/>
            <w:r w:rsidRPr="00F42DC3">
              <w:rPr>
                <w:rFonts w:cs="Arial"/>
                <w:sz w:val="20"/>
                <w:szCs w:val="20"/>
              </w:rPr>
              <w:t>” pomnożona przez  wartość w polu „</w:t>
            </w:r>
            <w:proofErr w:type="spellStart"/>
            <w:r w:rsidRPr="00F42DC3">
              <w:rPr>
                <w:rFonts w:cs="Arial"/>
                <w:sz w:val="20"/>
                <w:szCs w:val="20"/>
              </w:rPr>
              <w:t>taxRate</w:t>
            </w:r>
            <w:proofErr w:type="spellEnd"/>
            <w:r w:rsidRPr="00F42DC3">
              <w:rPr>
                <w:rFonts w:cs="Arial"/>
                <w:sz w:val="20"/>
                <w:szCs w:val="20"/>
              </w:rPr>
              <w:t>”.</w:t>
            </w:r>
          </w:p>
        </w:tc>
        <w:tc>
          <w:tcPr>
            <w:tcW w:w="786" w:type="dxa"/>
          </w:tcPr>
          <w:p w14:paraId="7DD04C1C" w14:textId="77777777" w:rsidR="00604CD2" w:rsidRPr="00F42DC3" w:rsidRDefault="00604CD2" w:rsidP="00604CD2">
            <w:pPr>
              <w:rPr>
                <w:rFonts w:cs="Arial"/>
                <w:sz w:val="20"/>
                <w:szCs w:val="20"/>
              </w:rPr>
            </w:pPr>
            <w:proofErr w:type="spellStart"/>
            <w:r w:rsidRPr="00F42DC3">
              <w:rPr>
                <w:rFonts w:cs="Arial"/>
                <w:sz w:val="20"/>
                <w:szCs w:val="20"/>
              </w:rPr>
              <w:t>C.g</w:t>
            </w:r>
            <w:proofErr w:type="spellEnd"/>
          </w:p>
        </w:tc>
        <w:tc>
          <w:tcPr>
            <w:tcW w:w="2218" w:type="dxa"/>
          </w:tcPr>
          <w:p w14:paraId="3B04D45E" w14:textId="77777777" w:rsidR="00604CD2" w:rsidRPr="00F42DC3" w:rsidRDefault="00604CD2" w:rsidP="00604CD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F42DC3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43540047" w14:textId="77777777" w:rsidR="00604CD2" w:rsidRPr="00F42DC3" w:rsidRDefault="00424972" w:rsidP="0042497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 xml:space="preserve">Patrz reguła </w:t>
            </w:r>
            <w:r w:rsidRPr="00F42DC3">
              <w:rPr>
                <w:rFonts w:cs="Arial"/>
                <w:sz w:val="20"/>
                <w:szCs w:val="20"/>
              </w:rPr>
              <w:fldChar w:fldCharType="begin"/>
            </w:r>
            <w:r w:rsidRPr="00F42DC3">
              <w:rPr>
                <w:rFonts w:cs="Arial"/>
                <w:sz w:val="20"/>
                <w:szCs w:val="20"/>
              </w:rPr>
              <w:instrText xml:space="preserve"> REF R8 \h </w:instrText>
            </w:r>
            <w:r w:rsidR="00832675" w:rsidRPr="00F42DC3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F42DC3">
              <w:rPr>
                <w:rFonts w:cs="Arial"/>
                <w:sz w:val="20"/>
                <w:szCs w:val="20"/>
              </w:rPr>
            </w:r>
            <w:r w:rsidRPr="00F42DC3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F42DC3">
              <w:rPr>
                <w:rFonts w:cs="Arial"/>
                <w:sz w:val="20"/>
                <w:szCs w:val="20"/>
              </w:rPr>
              <w:t>R8</w:t>
            </w:r>
            <w:r w:rsidRPr="00F42DC3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79" w:type="dxa"/>
          </w:tcPr>
          <w:p w14:paraId="089B6D60" w14:textId="77777777" w:rsidR="00604CD2" w:rsidRPr="00F42DC3" w:rsidRDefault="00604CD2" w:rsidP="00604CD2">
            <w:pPr>
              <w:rPr>
                <w:rFonts w:cs="Arial"/>
                <w:sz w:val="20"/>
                <w:szCs w:val="20"/>
              </w:rPr>
            </w:pPr>
            <w:r w:rsidRPr="00F42DC3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1E49B069" w14:textId="2D9D2B69" w:rsidR="001C1992" w:rsidRDefault="001C1992" w:rsidP="001C1992">
      <w:pPr>
        <w:pStyle w:val="Legenda"/>
        <w:keepNext/>
      </w:pPr>
      <w:bookmarkStart w:id="67" w:name="_Toc183694397"/>
      <w:r>
        <w:t xml:space="preserve">Tabela </w:t>
      </w:r>
      <w:fldSimple w:instr=" SEQ Tabela \* ARABIC ">
        <w:r w:rsidR="00034478">
          <w:rPr>
            <w:noProof/>
          </w:rPr>
          <w:t>13</w:t>
        </w:r>
      </w:fldSimple>
      <w:r>
        <w:t xml:space="preserve">. </w:t>
      </w:r>
      <w:r w:rsidRPr="001C1992">
        <w:t xml:space="preserve">Struktura elementu </w:t>
      </w:r>
      <w:proofErr w:type="spellStart"/>
      <w:r w:rsidRPr="001C1992">
        <w:t>AmountPayableType</w:t>
      </w:r>
      <w:bookmarkEnd w:id="67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65"/>
        <w:gridCol w:w="3129"/>
        <w:gridCol w:w="826"/>
        <w:gridCol w:w="1947"/>
        <w:gridCol w:w="1287"/>
      </w:tblGrid>
      <w:tr w:rsidR="00725C5B" w:rsidRPr="00502D40" w14:paraId="285425F3" w14:textId="77777777" w:rsidTr="00272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865" w:type="dxa"/>
          </w:tcPr>
          <w:p w14:paraId="2CFF8549" w14:textId="77777777" w:rsidR="00725C5B" w:rsidRPr="00502D40" w:rsidRDefault="00725C5B" w:rsidP="00E85EA9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29" w:type="dxa"/>
          </w:tcPr>
          <w:p w14:paraId="61A90B8C" w14:textId="77777777" w:rsidR="00725C5B" w:rsidRPr="00502D40" w:rsidRDefault="00725C5B" w:rsidP="00E85EA9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6" w:type="dxa"/>
          </w:tcPr>
          <w:p w14:paraId="2D2CE562" w14:textId="77777777" w:rsidR="00725C5B" w:rsidRPr="00502D40" w:rsidRDefault="00725C5B" w:rsidP="00725C5B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47" w:type="dxa"/>
          </w:tcPr>
          <w:p w14:paraId="2E68AD2E" w14:textId="77777777" w:rsidR="00725C5B" w:rsidRPr="00502D40" w:rsidRDefault="00725C5B" w:rsidP="00E85EA9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287" w:type="dxa"/>
          </w:tcPr>
          <w:p w14:paraId="00C8899E" w14:textId="77777777" w:rsidR="00725C5B" w:rsidRPr="00502D40" w:rsidRDefault="00725C5B" w:rsidP="00E85EA9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D51FC5" w:rsidRPr="00502D40" w14:paraId="2197C829" w14:textId="77777777" w:rsidTr="00272282">
        <w:trPr>
          <w:trHeight w:val="213"/>
        </w:trPr>
        <w:tc>
          <w:tcPr>
            <w:tcW w:w="1865" w:type="dxa"/>
          </w:tcPr>
          <w:p w14:paraId="3F40B3EB" w14:textId="77777777" w:rsidR="00D51FC5" w:rsidRPr="001C1992" w:rsidRDefault="00D51FC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8" w:name="reductions"/>
            <w:r w:rsidRPr="001C1992">
              <w:rPr>
                <w:rStyle w:val="pole"/>
                <w:rFonts w:ascii="Lato" w:hAnsi="Lato"/>
                <w:sz w:val="20"/>
                <w:szCs w:val="20"/>
              </w:rPr>
              <w:t>reductions</w:t>
            </w:r>
            <w:bookmarkEnd w:id="68"/>
          </w:p>
        </w:tc>
        <w:tc>
          <w:tcPr>
            <w:tcW w:w="3129" w:type="dxa"/>
          </w:tcPr>
          <w:p w14:paraId="30431F24" w14:textId="77777777" w:rsidR="00D51FC5" w:rsidRPr="001C1992" w:rsidRDefault="00D51FC5" w:rsidP="00930C0C">
            <w:pPr>
              <w:rPr>
                <w:rFonts w:cs="Arial"/>
                <w:sz w:val="20"/>
                <w:szCs w:val="20"/>
              </w:rPr>
            </w:pPr>
            <w:r w:rsidRPr="001C1992">
              <w:rPr>
                <w:rFonts w:cs="Arial"/>
                <w:sz w:val="20"/>
                <w:szCs w:val="20"/>
              </w:rPr>
              <w:t>Zwolnienia i obniżenia</w:t>
            </w:r>
          </w:p>
        </w:tc>
        <w:tc>
          <w:tcPr>
            <w:tcW w:w="826" w:type="dxa"/>
          </w:tcPr>
          <w:p w14:paraId="1A0E854B" w14:textId="77777777" w:rsidR="00D51FC5" w:rsidRPr="001C1992" w:rsidRDefault="002D2F97" w:rsidP="00930C0C">
            <w:pPr>
              <w:rPr>
                <w:rFonts w:cs="Arial"/>
                <w:sz w:val="20"/>
                <w:szCs w:val="20"/>
              </w:rPr>
            </w:pPr>
            <w:r w:rsidRPr="001C1992">
              <w:rPr>
                <w:rFonts w:cs="Arial"/>
                <w:sz w:val="20"/>
                <w:szCs w:val="20"/>
              </w:rPr>
              <w:t>276</w:t>
            </w:r>
          </w:p>
        </w:tc>
        <w:tc>
          <w:tcPr>
            <w:tcW w:w="1947" w:type="dxa"/>
          </w:tcPr>
          <w:p w14:paraId="3A1C4039" w14:textId="77777777" w:rsidR="00D51FC5" w:rsidRPr="001C1992" w:rsidRDefault="00D51FC5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C1992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68D8AA77" w14:textId="51F5AC14" w:rsidR="00D51FC5" w:rsidRPr="001C1992" w:rsidRDefault="00424972" w:rsidP="00424972">
            <w:pPr>
              <w:rPr>
                <w:rFonts w:cs="Arial"/>
                <w:sz w:val="20"/>
                <w:szCs w:val="20"/>
              </w:rPr>
            </w:pPr>
            <w:r w:rsidRPr="001C1992">
              <w:rPr>
                <w:rFonts w:cs="Arial"/>
                <w:sz w:val="20"/>
                <w:szCs w:val="20"/>
              </w:rPr>
              <w:t xml:space="preserve">Patrz reguła </w:t>
            </w:r>
            <w:r w:rsidRPr="001C1992">
              <w:rPr>
                <w:rFonts w:cs="Arial"/>
                <w:sz w:val="20"/>
                <w:szCs w:val="20"/>
              </w:rPr>
              <w:fldChar w:fldCharType="begin"/>
            </w:r>
            <w:r w:rsidRPr="001C1992">
              <w:rPr>
                <w:rFonts w:cs="Arial"/>
                <w:sz w:val="20"/>
                <w:szCs w:val="20"/>
              </w:rPr>
              <w:instrText xml:space="preserve"> REF R9 \h </w:instrText>
            </w:r>
            <w:r w:rsidR="00502D40" w:rsidRPr="001C1992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1C1992">
              <w:rPr>
                <w:rFonts w:cs="Arial"/>
                <w:sz w:val="20"/>
                <w:szCs w:val="20"/>
              </w:rPr>
            </w:r>
            <w:r w:rsidRPr="001C1992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1C1992">
              <w:rPr>
                <w:rFonts w:cs="Arial"/>
                <w:sz w:val="20"/>
                <w:szCs w:val="20"/>
              </w:rPr>
              <w:t>R9</w:t>
            </w:r>
            <w:r w:rsidRPr="001C199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87" w:type="dxa"/>
          </w:tcPr>
          <w:p w14:paraId="5B107650" w14:textId="77777777" w:rsidR="00D51FC5" w:rsidRPr="001C1992" w:rsidRDefault="00D51FC5" w:rsidP="00930C0C">
            <w:pPr>
              <w:rPr>
                <w:rFonts w:cs="Arial"/>
                <w:sz w:val="20"/>
                <w:szCs w:val="20"/>
              </w:rPr>
            </w:pPr>
            <w:r w:rsidRPr="001C1992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F667FC" w:rsidRPr="00502D40" w14:paraId="3974C677" w14:textId="77777777" w:rsidTr="00272282">
        <w:trPr>
          <w:trHeight w:val="213"/>
        </w:trPr>
        <w:tc>
          <w:tcPr>
            <w:tcW w:w="1865" w:type="dxa"/>
          </w:tcPr>
          <w:p w14:paraId="56E6925A" w14:textId="77777777" w:rsidR="00F667FC" w:rsidRPr="001C1992" w:rsidRDefault="00F667FC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bookmarkStart w:id="69" w:name="totalOfTax"/>
            <w:r w:rsidRPr="001C1992">
              <w:rPr>
                <w:rStyle w:val="pole"/>
                <w:rFonts w:ascii="Lato" w:hAnsi="Lato"/>
                <w:sz w:val="20"/>
                <w:szCs w:val="20"/>
              </w:rPr>
              <w:t>totalOfTax</w:t>
            </w:r>
            <w:bookmarkEnd w:id="69"/>
          </w:p>
        </w:tc>
        <w:tc>
          <w:tcPr>
            <w:tcW w:w="3129" w:type="dxa"/>
          </w:tcPr>
          <w:p w14:paraId="66896F25" w14:textId="77777777" w:rsidR="00F667FC" w:rsidRPr="001C1992" w:rsidRDefault="00F667FC" w:rsidP="00930C0C">
            <w:pPr>
              <w:rPr>
                <w:rFonts w:cs="Arial"/>
                <w:sz w:val="20"/>
                <w:szCs w:val="20"/>
              </w:rPr>
            </w:pPr>
            <w:r w:rsidRPr="001C1992">
              <w:rPr>
                <w:rFonts w:cs="Arial"/>
                <w:sz w:val="20"/>
                <w:szCs w:val="20"/>
              </w:rPr>
              <w:t>Ogółem podatek</w:t>
            </w:r>
          </w:p>
        </w:tc>
        <w:tc>
          <w:tcPr>
            <w:tcW w:w="826" w:type="dxa"/>
          </w:tcPr>
          <w:p w14:paraId="4179C039" w14:textId="77777777" w:rsidR="00F667FC" w:rsidRPr="001C1992" w:rsidRDefault="002D2F97" w:rsidP="00930C0C">
            <w:pPr>
              <w:rPr>
                <w:rFonts w:cs="Arial"/>
                <w:sz w:val="20"/>
                <w:szCs w:val="20"/>
              </w:rPr>
            </w:pPr>
            <w:r w:rsidRPr="001C1992">
              <w:rPr>
                <w:rFonts w:cs="Arial"/>
                <w:sz w:val="20"/>
                <w:szCs w:val="20"/>
              </w:rPr>
              <w:t>277</w:t>
            </w:r>
          </w:p>
        </w:tc>
        <w:tc>
          <w:tcPr>
            <w:tcW w:w="1947" w:type="dxa"/>
          </w:tcPr>
          <w:p w14:paraId="76D0261E" w14:textId="77777777" w:rsidR="00F667FC" w:rsidRPr="001C1992" w:rsidRDefault="00F667FC" w:rsidP="00930C0C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1C1992">
              <w:rPr>
                <w:rStyle w:val="pole"/>
                <w:rFonts w:ascii="Lato" w:hAnsi="Lato"/>
                <w:sz w:val="20"/>
                <w:szCs w:val="20"/>
              </w:rPr>
              <w:t>ZAmountT</w:t>
            </w:r>
          </w:p>
          <w:p w14:paraId="2A533DD1" w14:textId="58D76AFC" w:rsidR="00F667FC" w:rsidRPr="001C1992" w:rsidRDefault="00424972" w:rsidP="00930C0C">
            <w:pPr>
              <w:rPr>
                <w:rFonts w:cs="Arial"/>
                <w:sz w:val="20"/>
                <w:szCs w:val="20"/>
              </w:rPr>
            </w:pPr>
            <w:r w:rsidRPr="001C1992">
              <w:rPr>
                <w:rFonts w:cs="Arial"/>
                <w:sz w:val="20"/>
                <w:szCs w:val="20"/>
              </w:rPr>
              <w:t xml:space="preserve">Patrz reguła </w:t>
            </w:r>
            <w:r w:rsidRPr="001C1992">
              <w:rPr>
                <w:rFonts w:cs="Arial"/>
                <w:sz w:val="20"/>
                <w:szCs w:val="20"/>
              </w:rPr>
              <w:fldChar w:fldCharType="begin"/>
            </w:r>
            <w:r w:rsidRPr="001C1992">
              <w:rPr>
                <w:rFonts w:cs="Arial"/>
                <w:sz w:val="20"/>
                <w:szCs w:val="20"/>
              </w:rPr>
              <w:instrText xml:space="preserve"> REF R10 \h </w:instrText>
            </w:r>
            <w:r w:rsidR="00502D40" w:rsidRPr="001C1992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1C1992">
              <w:rPr>
                <w:rFonts w:cs="Arial"/>
                <w:sz w:val="20"/>
                <w:szCs w:val="20"/>
              </w:rPr>
            </w:r>
            <w:r w:rsidRPr="001C1992">
              <w:rPr>
                <w:rFonts w:cs="Arial"/>
                <w:sz w:val="20"/>
                <w:szCs w:val="20"/>
              </w:rPr>
              <w:fldChar w:fldCharType="separate"/>
            </w:r>
            <w:r w:rsidR="000402FB" w:rsidRPr="001C1992">
              <w:rPr>
                <w:rFonts w:cs="Arial"/>
                <w:sz w:val="20"/>
                <w:szCs w:val="20"/>
              </w:rPr>
              <w:t>R10</w:t>
            </w:r>
            <w:r w:rsidRPr="001C199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87" w:type="dxa"/>
          </w:tcPr>
          <w:p w14:paraId="56774A93" w14:textId="77777777" w:rsidR="00F667FC" w:rsidRPr="001C1992" w:rsidRDefault="00F667FC" w:rsidP="00930C0C">
            <w:pPr>
              <w:rPr>
                <w:rFonts w:cs="Arial"/>
                <w:sz w:val="20"/>
                <w:szCs w:val="20"/>
              </w:rPr>
            </w:pPr>
            <w:r w:rsidRPr="001C1992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4FEE8DA2" w14:textId="77777777" w:rsidR="008458B5" w:rsidRPr="00502D40" w:rsidRDefault="008458B5" w:rsidP="004E2C82"/>
    <w:p w14:paraId="0DBC67DB" w14:textId="77777777" w:rsidR="00805EC9" w:rsidRPr="00502D40" w:rsidRDefault="00805EC9" w:rsidP="00502D40">
      <w:pPr>
        <w:pStyle w:val="Nagwek2"/>
      </w:pPr>
      <w:bookmarkStart w:id="70" w:name="_Toc183694411"/>
      <w:r w:rsidRPr="00502D40">
        <w:lastRenderedPageBreak/>
        <w:t>Reguły</w:t>
      </w:r>
      <w:bookmarkEnd w:id="70"/>
    </w:p>
    <w:p w14:paraId="7869D671" w14:textId="4C596A81" w:rsidR="00034478" w:rsidRDefault="00034478" w:rsidP="00034478">
      <w:pPr>
        <w:pStyle w:val="Legenda"/>
        <w:keepNext/>
      </w:pPr>
      <w:bookmarkStart w:id="71" w:name="_Toc183694398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 xml:space="preserve">. </w:t>
      </w:r>
      <w:r w:rsidRPr="00034478">
        <w:t>Reguły dotyczące deklaracji AKC-WG</w:t>
      </w:r>
      <w:bookmarkEnd w:id="7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:rsidRPr="00502D40" w14:paraId="69277A61" w14:textId="77777777" w:rsidTr="00272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0FE8F489" w14:textId="77777777" w:rsidR="00805EC9" w:rsidRPr="00502D40" w:rsidRDefault="00805EC9" w:rsidP="005876FF">
            <w:pPr>
              <w:rPr>
                <w:rFonts w:cs="Arial"/>
                <w:b/>
                <w:sz w:val="18"/>
                <w:szCs w:val="18"/>
              </w:rPr>
            </w:pPr>
            <w:r w:rsidRPr="00502D40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76F9D32E" w14:textId="77777777" w:rsidR="00805EC9" w:rsidRPr="00502D40" w:rsidRDefault="00805EC9" w:rsidP="005876FF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502D40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D33BE" w:rsidRPr="00502D40" w14:paraId="7DA4E19C" w14:textId="77777777" w:rsidTr="00272282">
        <w:trPr>
          <w:trHeight w:val="213"/>
        </w:trPr>
        <w:tc>
          <w:tcPr>
            <w:tcW w:w="943" w:type="dxa"/>
          </w:tcPr>
          <w:p w14:paraId="2A8EC005" w14:textId="77777777" w:rsidR="001D33BE" w:rsidRPr="00034478" w:rsidRDefault="004745FF" w:rsidP="005876FF">
            <w:pPr>
              <w:rPr>
                <w:rFonts w:cs="Arial"/>
                <w:sz w:val="20"/>
                <w:szCs w:val="20"/>
              </w:rPr>
            </w:pPr>
            <w:bookmarkStart w:id="72" w:name="R1"/>
            <w:r w:rsidRPr="00034478">
              <w:rPr>
                <w:rFonts w:cs="Arial"/>
                <w:sz w:val="20"/>
                <w:szCs w:val="20"/>
              </w:rPr>
              <w:t>R1</w:t>
            </w:r>
            <w:bookmarkEnd w:id="72"/>
          </w:p>
        </w:tc>
        <w:tc>
          <w:tcPr>
            <w:tcW w:w="8111" w:type="dxa"/>
          </w:tcPr>
          <w:p w14:paraId="41693F0E" w14:textId="77777777" w:rsidR="001D33BE" w:rsidRPr="00034478" w:rsidRDefault="000F0E6C" w:rsidP="000F0E6C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 xml:space="preserve">W polu </w: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period \h  \* MERGEFORMAT </w:instrTex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period</w: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034478">
              <w:rPr>
                <w:rFonts w:cs="Arial"/>
                <w:sz w:val="20"/>
                <w:szCs w:val="20"/>
              </w:rPr>
              <w:t xml:space="preserve"> n</w:t>
            </w:r>
            <w:r w:rsidR="004745FF" w:rsidRPr="00034478">
              <w:rPr>
                <w:rFonts w:cs="Arial"/>
                <w:sz w:val="20"/>
                <w:szCs w:val="20"/>
              </w:rPr>
              <w:t>ie może być wprowadzony rok i miesiąc, który jeszcze nie upłynął</w:t>
            </w:r>
          </w:p>
        </w:tc>
      </w:tr>
      <w:tr w:rsidR="001D33BE" w:rsidRPr="00502D40" w14:paraId="0264309B" w14:textId="77777777" w:rsidTr="00272282">
        <w:trPr>
          <w:trHeight w:val="213"/>
        </w:trPr>
        <w:tc>
          <w:tcPr>
            <w:tcW w:w="943" w:type="dxa"/>
          </w:tcPr>
          <w:p w14:paraId="39702298" w14:textId="77777777" w:rsidR="001D33BE" w:rsidRPr="00034478" w:rsidRDefault="004745FF" w:rsidP="005876FF">
            <w:pPr>
              <w:rPr>
                <w:rFonts w:cs="Arial"/>
                <w:sz w:val="20"/>
                <w:szCs w:val="20"/>
              </w:rPr>
            </w:pPr>
            <w:bookmarkStart w:id="73" w:name="R2"/>
            <w:r w:rsidRPr="00034478">
              <w:rPr>
                <w:rFonts w:cs="Arial"/>
                <w:sz w:val="20"/>
                <w:szCs w:val="20"/>
              </w:rPr>
              <w:t>R2</w:t>
            </w:r>
            <w:bookmarkEnd w:id="73"/>
          </w:p>
        </w:tc>
        <w:tc>
          <w:tcPr>
            <w:tcW w:w="8111" w:type="dxa"/>
          </w:tcPr>
          <w:p w14:paraId="1DEC040D" w14:textId="77777777" w:rsidR="001D33BE" w:rsidRPr="00034478" w:rsidRDefault="00AF1F26" w:rsidP="00EF2FF1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 xml:space="preserve">Pole tekstowe 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submissionAim \h  \* MERGEFORMAT </w:instrTex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submissionAim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034478">
              <w:rPr>
                <w:rFonts w:cs="Arial"/>
                <w:sz w:val="20"/>
                <w:szCs w:val="20"/>
              </w:rPr>
              <w:t xml:space="preserve"> </w:t>
            </w:r>
            <w:r w:rsidRPr="00034478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EC422E" w:rsidRPr="00502D40" w14:paraId="6CC45A39" w14:textId="77777777" w:rsidTr="00272282">
        <w:trPr>
          <w:trHeight w:val="213"/>
        </w:trPr>
        <w:tc>
          <w:tcPr>
            <w:tcW w:w="943" w:type="dxa"/>
          </w:tcPr>
          <w:p w14:paraId="58A96188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bookmarkStart w:id="74" w:name="R3"/>
            <w:r w:rsidRPr="00034478">
              <w:rPr>
                <w:rFonts w:cs="Arial"/>
                <w:sz w:val="20"/>
                <w:szCs w:val="20"/>
              </w:rPr>
              <w:t>R3</w:t>
            </w:r>
            <w:bookmarkEnd w:id="74"/>
          </w:p>
        </w:tc>
        <w:tc>
          <w:tcPr>
            <w:tcW w:w="8111" w:type="dxa"/>
          </w:tcPr>
          <w:p w14:paraId="750F7339" w14:textId="77777777" w:rsidR="00EC422E" w:rsidRPr="00034478" w:rsidRDefault="00EC422E" w:rsidP="000F0E6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34478">
              <w:rPr>
                <w:rFonts w:ascii="Lato" w:hAnsi="Lato" w:cs="Arial"/>
                <w:sz w:val="20"/>
                <w:szCs w:val="20"/>
                <w:lang w:val="pl-PL" w:eastAsia="pl-PL"/>
              </w:rPr>
              <w:t>W przypadku, gdy deklaracja nie jest składana przez obcokrajowca (</w:t>
            </w:r>
            <w:proofErr w:type="spellStart"/>
            <w:r w:rsidRPr="00034478">
              <w:rPr>
                <w:rStyle w:val="pole"/>
                <w:rFonts w:ascii="Lato" w:hAnsi="Lato"/>
                <w:sz w:val="20"/>
                <w:szCs w:val="20"/>
                <w:lang w:val="pl-PL"/>
              </w:rPr>
              <w:t>foreigner</w:t>
            </w:r>
            <w:proofErr w:type="spellEnd"/>
            <w:r w:rsidRPr="00034478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</w:t>
            </w:r>
            <w:r w:rsidR="000F0E6C" w:rsidRPr="00034478">
              <w:rPr>
                <w:rStyle w:val="pole"/>
                <w:rFonts w:ascii="Lato" w:hAnsi="Lato"/>
                <w:sz w:val="20"/>
                <w:szCs w:val="20"/>
                <w:lang w:val="pl-PL"/>
              </w:rPr>
              <w:t>!=</w:t>
            </w:r>
            <w:r w:rsidRPr="00034478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true</w:t>
            </w:r>
            <w:r w:rsidRPr="0003447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) muszą być wypełnione pola 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Trader \h  \* MERGEFORMAT </w:instrTex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Trader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034478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: </w:t>
            </w:r>
            <w:r w:rsidRPr="00034478">
              <w:rPr>
                <w:rStyle w:val="pole"/>
                <w:rFonts w:ascii="Lato" w:hAnsi="Lato"/>
                <w:sz w:val="20"/>
                <w:szCs w:val="20"/>
                <w:lang w:val="pl-PL"/>
              </w:rPr>
              <w:t>province, district, commune, houseNumber, postalCode, postalName</w:t>
            </w:r>
            <w:r w:rsidRPr="00034478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EC422E" w:rsidRPr="00502D40" w14:paraId="0FB25750" w14:textId="77777777" w:rsidTr="00272282">
        <w:trPr>
          <w:trHeight w:val="213"/>
        </w:trPr>
        <w:tc>
          <w:tcPr>
            <w:tcW w:w="943" w:type="dxa"/>
          </w:tcPr>
          <w:p w14:paraId="43C63B1C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bookmarkStart w:id="75" w:name="R4"/>
            <w:r w:rsidRPr="00034478">
              <w:rPr>
                <w:rFonts w:cs="Arial"/>
                <w:sz w:val="20"/>
                <w:szCs w:val="20"/>
              </w:rPr>
              <w:t>R4</w:t>
            </w:r>
            <w:bookmarkEnd w:id="75"/>
          </w:p>
        </w:tc>
        <w:tc>
          <w:tcPr>
            <w:tcW w:w="8111" w:type="dxa"/>
          </w:tcPr>
          <w:p w14:paraId="26D68B7F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 xml:space="preserve">Wprowadzona </w:t>
            </w:r>
            <w:r w:rsidR="000F0E6C" w:rsidRPr="00034478">
              <w:rPr>
                <w:rFonts w:cs="Arial"/>
                <w:sz w:val="20"/>
                <w:szCs w:val="20"/>
              </w:rPr>
              <w:t xml:space="preserve">w polu 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totalNumberOfGoodsK \h  \* MERGEFORMAT </w:instrTex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totalNumberOf</w:t>
            </w:r>
            <w:r w:rsidR="000402FB" w:rsidRPr="00034478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GoodsK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034478">
              <w:rPr>
                <w:rFonts w:cs="Arial"/>
                <w:sz w:val="20"/>
                <w:szCs w:val="20"/>
              </w:rPr>
              <w:t xml:space="preserve"> </w:t>
            </w:r>
            <w:r w:rsidRPr="00034478">
              <w:rPr>
                <w:rFonts w:cs="Arial"/>
                <w:sz w:val="20"/>
                <w:szCs w:val="20"/>
              </w:rPr>
              <w:t>wartość powinna być równa sumie wartości w polach „Ilość wyrobów w tysiącach kilogramów”.</w:t>
            </w:r>
          </w:p>
        </w:tc>
      </w:tr>
      <w:tr w:rsidR="00EC422E" w:rsidRPr="00502D40" w14:paraId="7D060653" w14:textId="77777777" w:rsidTr="00272282">
        <w:trPr>
          <w:trHeight w:val="213"/>
        </w:trPr>
        <w:tc>
          <w:tcPr>
            <w:tcW w:w="943" w:type="dxa"/>
          </w:tcPr>
          <w:p w14:paraId="47CC592D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bookmarkStart w:id="76" w:name="R5"/>
            <w:r w:rsidRPr="00034478">
              <w:rPr>
                <w:rFonts w:cs="Arial"/>
                <w:sz w:val="20"/>
                <w:szCs w:val="20"/>
              </w:rPr>
              <w:t>R5</w:t>
            </w:r>
            <w:bookmarkEnd w:id="76"/>
          </w:p>
        </w:tc>
        <w:tc>
          <w:tcPr>
            <w:tcW w:w="8111" w:type="dxa"/>
          </w:tcPr>
          <w:p w14:paraId="0585E745" w14:textId="77777777" w:rsidR="00EC422E" w:rsidRPr="00034478" w:rsidRDefault="00EC422E" w:rsidP="000F0E6C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 xml:space="preserve">Wprowadzona </w:t>
            </w:r>
            <w:r w:rsidR="000F0E6C" w:rsidRPr="00034478">
              <w:rPr>
                <w:rFonts w:cs="Arial"/>
                <w:sz w:val="20"/>
                <w:szCs w:val="20"/>
              </w:rPr>
              <w:t xml:space="preserve">w polu 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REF totalNumberOfGoodsJ \h  \* MERGEFORMAT </w:instrTex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totalNumberOf</w:t>
            </w:r>
            <w:r w:rsidR="000402FB" w:rsidRPr="00034478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GoodsJ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034478">
              <w:rPr>
                <w:rFonts w:cs="Arial"/>
                <w:sz w:val="20"/>
                <w:szCs w:val="20"/>
              </w:rPr>
              <w:t xml:space="preserve"> </w:t>
            </w:r>
            <w:r w:rsidRPr="00034478">
              <w:rPr>
                <w:rFonts w:cs="Arial"/>
                <w:sz w:val="20"/>
                <w:szCs w:val="20"/>
              </w:rPr>
              <w:t>wartość powinna być równa sumie wartości w polach „Ilość wyrobów w GJ”.</w:t>
            </w:r>
          </w:p>
        </w:tc>
      </w:tr>
      <w:tr w:rsidR="00EC422E" w:rsidRPr="00502D40" w14:paraId="377C8C8D" w14:textId="77777777" w:rsidTr="00272282">
        <w:trPr>
          <w:trHeight w:val="213"/>
        </w:trPr>
        <w:tc>
          <w:tcPr>
            <w:tcW w:w="943" w:type="dxa"/>
          </w:tcPr>
          <w:p w14:paraId="6B2D8A32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bookmarkStart w:id="77" w:name="R6"/>
            <w:r w:rsidRPr="00034478">
              <w:rPr>
                <w:rFonts w:cs="Arial"/>
                <w:sz w:val="20"/>
                <w:szCs w:val="20"/>
              </w:rPr>
              <w:t>R6</w:t>
            </w:r>
            <w:bookmarkEnd w:id="77"/>
          </w:p>
        </w:tc>
        <w:tc>
          <w:tcPr>
            <w:tcW w:w="8111" w:type="dxa"/>
          </w:tcPr>
          <w:p w14:paraId="4D1B9DAB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>Wprowadzona</w:t>
            </w:r>
            <w:r w:rsidR="0082146C" w:rsidRPr="00034478">
              <w:rPr>
                <w:rFonts w:cs="Arial"/>
                <w:sz w:val="20"/>
                <w:szCs w:val="20"/>
              </w:rPr>
              <w:t xml:space="preserve"> w polu </w: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totalAmountOfTax \h  \* MERGEFORMAT </w:instrTex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totalAmount</w:t>
            </w:r>
            <w:r w:rsidR="000402FB" w:rsidRPr="00034478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OfTax</w: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034478">
              <w:rPr>
                <w:rFonts w:cs="Arial"/>
                <w:sz w:val="20"/>
                <w:szCs w:val="20"/>
              </w:rPr>
              <w:t xml:space="preserve"> wartość powinna być równa sumie wartości w polach „Kwota podatku akcyzowego”.</w:t>
            </w:r>
          </w:p>
        </w:tc>
      </w:tr>
      <w:tr w:rsidR="00EC422E" w:rsidRPr="00502D40" w14:paraId="50D6145C" w14:textId="77777777" w:rsidTr="00272282">
        <w:trPr>
          <w:trHeight w:val="213"/>
        </w:trPr>
        <w:tc>
          <w:tcPr>
            <w:tcW w:w="943" w:type="dxa"/>
          </w:tcPr>
          <w:p w14:paraId="4028D87C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bookmarkStart w:id="78" w:name="R7"/>
            <w:r w:rsidRPr="00034478">
              <w:rPr>
                <w:rFonts w:cs="Arial"/>
                <w:sz w:val="20"/>
                <w:szCs w:val="20"/>
              </w:rPr>
              <w:t>R7</w:t>
            </w:r>
            <w:bookmarkEnd w:id="78"/>
          </w:p>
        </w:tc>
        <w:tc>
          <w:tcPr>
            <w:tcW w:w="8111" w:type="dxa"/>
          </w:tcPr>
          <w:p w14:paraId="7A05F006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 xml:space="preserve">Pole tekstowe </w: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shortages \h  \* MERGEFORMAT </w:instrTex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shortages</w: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82146C" w:rsidRPr="00034478">
              <w:rPr>
                <w:rFonts w:cs="Arial"/>
                <w:sz w:val="20"/>
                <w:szCs w:val="20"/>
              </w:rPr>
              <w:t xml:space="preserve"> </w:t>
            </w:r>
            <w:r w:rsidRPr="00034478">
              <w:rPr>
                <w:rFonts w:cs="Arial"/>
                <w:sz w:val="20"/>
                <w:szCs w:val="20"/>
              </w:rPr>
              <w:t>wypełnione wartościami U (ubytek) lub C (całkowite zniszczenie).</w:t>
            </w:r>
          </w:p>
        </w:tc>
      </w:tr>
      <w:tr w:rsidR="00EC422E" w:rsidRPr="00502D40" w14:paraId="04C10486" w14:textId="77777777" w:rsidTr="00272282">
        <w:trPr>
          <w:trHeight w:val="213"/>
        </w:trPr>
        <w:tc>
          <w:tcPr>
            <w:tcW w:w="943" w:type="dxa"/>
          </w:tcPr>
          <w:p w14:paraId="3FD7E2C4" w14:textId="77777777" w:rsidR="00EC422E" w:rsidRPr="00034478" w:rsidRDefault="00EC422E" w:rsidP="00EC422E">
            <w:pPr>
              <w:tabs>
                <w:tab w:val="left" w:pos="720"/>
              </w:tabs>
              <w:rPr>
                <w:rFonts w:cs="Arial"/>
                <w:sz w:val="20"/>
                <w:szCs w:val="20"/>
              </w:rPr>
            </w:pPr>
            <w:bookmarkStart w:id="79" w:name="R8"/>
            <w:r w:rsidRPr="00034478">
              <w:rPr>
                <w:rFonts w:cs="Arial"/>
                <w:sz w:val="20"/>
                <w:szCs w:val="20"/>
              </w:rPr>
              <w:t>R8</w:t>
            </w:r>
            <w:bookmarkEnd w:id="79"/>
          </w:p>
        </w:tc>
        <w:tc>
          <w:tcPr>
            <w:tcW w:w="8111" w:type="dxa"/>
          </w:tcPr>
          <w:p w14:paraId="58234EC5" w14:textId="77777777" w:rsidR="0082146C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 xml:space="preserve">Wprowadzona </w:t>
            </w:r>
            <w:r w:rsidR="0082146C" w:rsidRPr="00034478">
              <w:rPr>
                <w:rFonts w:cs="Arial"/>
                <w:sz w:val="20"/>
                <w:szCs w:val="20"/>
              </w:rPr>
              <w:t xml:space="preserve">w polu </w: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amountOfTax \h  \* MERGEFORMAT </w:instrTex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amountOfTax</w: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82146C" w:rsidRPr="00034478">
              <w:rPr>
                <w:rFonts w:cs="Arial"/>
                <w:sz w:val="20"/>
                <w:szCs w:val="20"/>
              </w:rPr>
              <w:t xml:space="preserve"> </w:t>
            </w:r>
            <w:r w:rsidRPr="00034478">
              <w:rPr>
                <w:rFonts w:cs="Arial"/>
                <w:sz w:val="20"/>
                <w:szCs w:val="20"/>
              </w:rPr>
              <w:t xml:space="preserve">wartość powinna być równa wyliczonej zgodnie ze wzorem: „Ilość wyrobów w tysiącach kilogramów” pomnożona przez </w:t>
            </w:r>
            <w:r w:rsidR="0082146C" w:rsidRPr="00034478">
              <w:rPr>
                <w:rFonts w:cs="Arial"/>
                <w:sz w:val="20"/>
                <w:szCs w:val="20"/>
              </w:rPr>
              <w:t>wartość w polu „Stawka podatku”:</w:t>
            </w:r>
          </w:p>
          <w:p w14:paraId="5D91C60A" w14:textId="77777777" w:rsidR="0082146C" w:rsidRPr="00B2756F" w:rsidRDefault="0082146C" w:rsidP="00EC422E">
            <w:pPr>
              <w:rPr>
                <w:rStyle w:val="pole"/>
                <w:rFonts w:ascii="Lato" w:hAnsi="Lato"/>
                <w:sz w:val="20"/>
                <w:szCs w:val="20"/>
                <w:lang w:val="pl-PL"/>
              </w:rPr>
            </w:pP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B2756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numberOfGoodsK \h \* MERGEFORMAT </w:instrTex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B2756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numberOf</w:t>
            </w:r>
            <w:r w:rsidR="000402FB" w:rsidRPr="00B2756F">
              <w:rPr>
                <w:rStyle w:val="poleodsylacz"/>
                <w:rFonts w:ascii="Arial" w:hAnsi="Arial" w:cs="Arial"/>
                <w:sz w:val="20"/>
                <w:szCs w:val="20"/>
                <w:lang w:val="pl-PL"/>
              </w:rPr>
              <w:t>‌</w:t>
            </w:r>
            <w:r w:rsidR="000402FB" w:rsidRPr="00B2756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GoodsK</w: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B2756F">
              <w:rPr>
                <w:rStyle w:val="pole"/>
                <w:rFonts w:ascii="Lato" w:hAnsi="Lato"/>
                <w:sz w:val="20"/>
                <w:szCs w:val="20"/>
                <w:lang w:val="pl-PL"/>
              </w:rPr>
              <w:t xml:space="preserve"> * </w: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B2756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taxRate \h  \* MERGEFORMAT </w:instrTex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B2756F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taxRate</w: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  <w:p w14:paraId="3C674BBE" w14:textId="77777777" w:rsidR="0082146C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>lub</w:t>
            </w:r>
          </w:p>
          <w:p w14:paraId="61D19741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 xml:space="preserve">„Ilość wyrobów w GJ” pomnożona przez </w:t>
            </w:r>
            <w:r w:rsidR="0082146C" w:rsidRPr="00034478">
              <w:rPr>
                <w:rFonts w:cs="Arial"/>
                <w:sz w:val="20"/>
                <w:szCs w:val="20"/>
              </w:rPr>
              <w:t>wartość w polu „Stawka podatku”:</w:t>
            </w:r>
          </w:p>
          <w:p w14:paraId="40A493A5" w14:textId="77777777" w:rsidR="0082146C" w:rsidRPr="00034478" w:rsidRDefault="0082146C" w:rsidP="00EC422E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numberOfGoodsJ \h * MERGEFORMAT  \* MERGEFORMAT </w:instrTex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</w:rPr>
              <w:t>numberOfGoodsJ</w: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034478">
              <w:rPr>
                <w:rStyle w:val="pole"/>
                <w:rFonts w:ascii="Lato" w:hAnsi="Lato"/>
                <w:sz w:val="20"/>
                <w:szCs w:val="20"/>
              </w:rPr>
              <w:t xml:space="preserve"> * </w: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instrText xml:space="preserve"> REF taxRate \h  \* MERGEFORMAT </w:instrTex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</w:rPr>
              <w:t>taxRate</w:t>
            </w:r>
            <w:r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</w:p>
        </w:tc>
      </w:tr>
      <w:tr w:rsidR="00EC422E" w:rsidRPr="00502D40" w14:paraId="71771BF0" w14:textId="77777777" w:rsidTr="00272282">
        <w:trPr>
          <w:trHeight w:val="213"/>
        </w:trPr>
        <w:tc>
          <w:tcPr>
            <w:tcW w:w="943" w:type="dxa"/>
          </w:tcPr>
          <w:p w14:paraId="7BD74B83" w14:textId="77777777" w:rsidR="00EC422E" w:rsidRPr="00034478" w:rsidRDefault="00424972" w:rsidP="00EC422E">
            <w:pPr>
              <w:tabs>
                <w:tab w:val="left" w:pos="720"/>
              </w:tabs>
              <w:rPr>
                <w:rFonts w:cs="Arial"/>
                <w:sz w:val="20"/>
                <w:szCs w:val="20"/>
              </w:rPr>
            </w:pPr>
            <w:bookmarkStart w:id="80" w:name="R9"/>
            <w:r w:rsidRPr="00034478">
              <w:rPr>
                <w:rFonts w:cs="Arial"/>
                <w:sz w:val="20"/>
                <w:szCs w:val="20"/>
              </w:rPr>
              <w:t>R9</w:t>
            </w:r>
            <w:bookmarkEnd w:id="80"/>
          </w:p>
        </w:tc>
        <w:tc>
          <w:tcPr>
            <w:tcW w:w="8111" w:type="dxa"/>
          </w:tcPr>
          <w:p w14:paraId="0D78E1B2" w14:textId="77777777" w:rsidR="00EC422E" w:rsidRPr="00034478" w:rsidRDefault="00EC422E" w:rsidP="0082146C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>Wartość obniżeń</w:t>
            </w:r>
            <w:r w:rsidR="000F0E6C" w:rsidRPr="00034478">
              <w:rPr>
                <w:rFonts w:cs="Arial"/>
                <w:sz w:val="20"/>
                <w:szCs w:val="20"/>
              </w:rPr>
              <w:t xml:space="preserve"> w polu 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reductions \h  \* MERGEFORMAT </w:instrTex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reductions</w:t>
            </w:r>
            <w:r w:rsidR="000F0E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="000F0E6C" w:rsidRPr="00034478">
              <w:rPr>
                <w:rFonts w:cs="Arial"/>
                <w:sz w:val="20"/>
                <w:szCs w:val="20"/>
              </w:rPr>
              <w:t xml:space="preserve"> </w:t>
            </w:r>
            <w:r w:rsidRPr="00034478">
              <w:rPr>
                <w:rFonts w:cs="Arial"/>
                <w:sz w:val="20"/>
                <w:szCs w:val="20"/>
              </w:rPr>
              <w:t xml:space="preserve">nie może być większa niż wartość </w:t>
            </w:r>
            <w:r w:rsidR="0082146C" w:rsidRPr="00034478">
              <w:rPr>
                <w:rFonts w:cs="Arial"/>
                <w:sz w:val="20"/>
                <w:szCs w:val="20"/>
              </w:rPr>
              <w:t xml:space="preserve">w polu </w: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begin"/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instrText xml:space="preserve"> REF totalOfTax \h  \* MERGEFORMAT </w:instrTex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separate"/>
            </w:r>
            <w:r w:rsidR="000402FB" w:rsidRPr="00034478">
              <w:rPr>
                <w:rStyle w:val="poleodsylacz"/>
                <w:rFonts w:ascii="Lato" w:hAnsi="Lato"/>
                <w:sz w:val="20"/>
                <w:szCs w:val="20"/>
                <w:lang w:val="pl-PL"/>
              </w:rPr>
              <w:t>totalOfTax</w:t>
            </w:r>
            <w:r w:rsidR="0082146C" w:rsidRPr="00034478">
              <w:rPr>
                <w:rStyle w:val="poleodsylacz"/>
                <w:rFonts w:ascii="Lato" w:hAnsi="Lato"/>
                <w:sz w:val="20"/>
                <w:szCs w:val="20"/>
              </w:rPr>
              <w:fldChar w:fldCharType="end"/>
            </w:r>
            <w:r w:rsidRPr="00034478">
              <w:rPr>
                <w:rFonts w:cs="Arial"/>
                <w:sz w:val="20"/>
                <w:szCs w:val="20"/>
              </w:rPr>
              <w:t>.</w:t>
            </w:r>
          </w:p>
        </w:tc>
      </w:tr>
      <w:tr w:rsidR="00EC422E" w:rsidRPr="00502D40" w14:paraId="384BFE6E" w14:textId="77777777" w:rsidTr="00272282">
        <w:trPr>
          <w:trHeight w:val="213"/>
        </w:trPr>
        <w:tc>
          <w:tcPr>
            <w:tcW w:w="943" w:type="dxa"/>
          </w:tcPr>
          <w:p w14:paraId="0177C1D3" w14:textId="77777777" w:rsidR="00EC422E" w:rsidRPr="00034478" w:rsidRDefault="00EC422E" w:rsidP="00424972">
            <w:pPr>
              <w:tabs>
                <w:tab w:val="left" w:pos="720"/>
              </w:tabs>
              <w:rPr>
                <w:rFonts w:cs="Arial"/>
                <w:sz w:val="20"/>
                <w:szCs w:val="20"/>
              </w:rPr>
            </w:pPr>
            <w:bookmarkStart w:id="81" w:name="R10"/>
            <w:r w:rsidRPr="00034478">
              <w:rPr>
                <w:rFonts w:cs="Arial"/>
                <w:sz w:val="20"/>
                <w:szCs w:val="20"/>
              </w:rPr>
              <w:t>R10</w:t>
            </w:r>
            <w:bookmarkEnd w:id="81"/>
          </w:p>
        </w:tc>
        <w:tc>
          <w:tcPr>
            <w:tcW w:w="8111" w:type="dxa"/>
          </w:tcPr>
          <w:p w14:paraId="6A536409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>Walidacja 1: Jeśli wprowadzona  wartość jest różna od zera, kwota musi być równa wynikowi wzoru: wartość w polu „Kwota podatku akcyzowego” – wartość w polu „Zwolnienia i obniżenia”.</w:t>
            </w:r>
          </w:p>
          <w:p w14:paraId="1C31A9CE" w14:textId="77777777" w:rsidR="00EC422E" w:rsidRPr="00034478" w:rsidRDefault="00EC422E" w:rsidP="00EC422E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lastRenderedPageBreak/>
              <w:t>Walidacja 2: Jeżeli różnica jest liczbą ujemną, to kwota powinna wynosić 0</w:t>
            </w:r>
          </w:p>
        </w:tc>
      </w:tr>
      <w:tr w:rsidR="006964B0" w:rsidRPr="00502D40" w14:paraId="1921536E" w14:textId="77777777" w:rsidTr="00272282">
        <w:trPr>
          <w:trHeight w:val="213"/>
        </w:trPr>
        <w:tc>
          <w:tcPr>
            <w:tcW w:w="943" w:type="dxa"/>
          </w:tcPr>
          <w:p w14:paraId="566C9D73" w14:textId="77777777" w:rsidR="006964B0" w:rsidRPr="00034478" w:rsidRDefault="006964B0" w:rsidP="00424972">
            <w:pPr>
              <w:tabs>
                <w:tab w:val="left" w:pos="720"/>
              </w:tabs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lastRenderedPageBreak/>
              <w:t>R11</w:t>
            </w:r>
          </w:p>
        </w:tc>
        <w:tc>
          <w:tcPr>
            <w:tcW w:w="8111" w:type="dxa"/>
          </w:tcPr>
          <w:p w14:paraId="1FE1164D" w14:textId="77777777" w:rsidR="006964B0" w:rsidRPr="00034478" w:rsidRDefault="00EE5160" w:rsidP="00EE7D21">
            <w:pPr>
              <w:rPr>
                <w:rFonts w:cs="Arial"/>
                <w:sz w:val="20"/>
                <w:szCs w:val="20"/>
              </w:rPr>
            </w:pPr>
            <w:r w:rsidRPr="00034478">
              <w:rPr>
                <w:rFonts w:cs="Arial"/>
                <w:sz w:val="20"/>
                <w:szCs w:val="20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0BA17E2F" w14:textId="77777777" w:rsidR="00EF2230" w:rsidRPr="00502D40" w:rsidRDefault="00EF2230" w:rsidP="00502D40">
      <w:pPr>
        <w:pStyle w:val="Nagwek1"/>
      </w:pPr>
      <w:bookmarkStart w:id="82" w:name="_Toc361145818"/>
      <w:bookmarkStart w:id="83" w:name="_Toc349568563"/>
      <w:bookmarkStart w:id="84" w:name="_Toc341696655"/>
      <w:bookmarkStart w:id="85" w:name="_Toc341696656"/>
      <w:bookmarkStart w:id="86" w:name="_Toc349568564"/>
      <w:bookmarkStart w:id="87" w:name="_Toc348954635"/>
      <w:bookmarkStart w:id="88" w:name="_Toc183694412"/>
      <w:r w:rsidRPr="00502D40">
        <w:lastRenderedPageBreak/>
        <w:t>Załączniki</w:t>
      </w:r>
      <w:bookmarkEnd w:id="82"/>
      <w:bookmarkEnd w:id="83"/>
      <w:bookmarkEnd w:id="84"/>
      <w:bookmarkEnd w:id="88"/>
    </w:p>
    <w:p w14:paraId="4D727DBB" w14:textId="77777777" w:rsidR="00EF2230" w:rsidRPr="00502D40" w:rsidRDefault="00EF2230" w:rsidP="00FC265F">
      <w:pPr>
        <w:pStyle w:val="Akapitzlist"/>
        <w:numPr>
          <w:ilvl w:val="0"/>
          <w:numId w:val="29"/>
        </w:numPr>
      </w:pPr>
      <w:bookmarkStart w:id="89" w:name="_Toc348954634"/>
      <w:bookmarkStart w:id="90" w:name="_Toc361145819"/>
      <w:r w:rsidRPr="00502D40">
        <w:t>Pliki deklaracji AKC-</w:t>
      </w:r>
      <w:bookmarkEnd w:id="89"/>
      <w:bookmarkEnd w:id="90"/>
      <w:r w:rsidR="002222C2" w:rsidRPr="00502D40">
        <w:t>WG</w:t>
      </w:r>
    </w:p>
    <w:p w14:paraId="3C4E52AA" w14:textId="65BB3AF6" w:rsidR="005C3EE5" w:rsidRPr="00502D40" w:rsidRDefault="00F07436" w:rsidP="00FC265F">
      <w:pPr>
        <w:pStyle w:val="Akapitzlist"/>
        <w:numPr>
          <w:ilvl w:val="0"/>
          <w:numId w:val="29"/>
        </w:numPr>
      </w:pPr>
      <w:r w:rsidRPr="00502D40">
        <w:t xml:space="preserve">Plik </w:t>
      </w:r>
      <w:r w:rsidR="002222C2" w:rsidRPr="00502D40">
        <w:t>akc_wg</w:t>
      </w:r>
      <w:r w:rsidR="005C3EE5" w:rsidRPr="00502D40">
        <w:t>.xsd</w:t>
      </w:r>
      <w:bookmarkEnd w:id="85"/>
      <w:bookmarkEnd w:id="86"/>
      <w:bookmarkEnd w:id="87"/>
    </w:p>
    <w:p w14:paraId="010E77E8" w14:textId="206E0BFE" w:rsidR="007127EE" w:rsidRPr="00502D40" w:rsidRDefault="00F07436" w:rsidP="00FC265F">
      <w:pPr>
        <w:ind w:firstLine="360"/>
      </w:pPr>
      <w:r w:rsidRPr="00FC265F">
        <w:rPr>
          <w:lang w:val="x-none"/>
        </w:rPr>
        <w:t>Plik zawieraj</w:t>
      </w:r>
      <w:r w:rsidRPr="00502D40">
        <w:t>ący struktury danych dla deklaracji.</w:t>
      </w:r>
    </w:p>
    <w:sectPr w:rsidR="007127EE" w:rsidRPr="00502D40" w:rsidSect="0004730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FD727" w14:textId="77777777" w:rsidR="00411FEB" w:rsidRDefault="00411FEB" w:rsidP="007D0A84">
      <w:r>
        <w:separator/>
      </w:r>
    </w:p>
    <w:p w14:paraId="43DDAD50" w14:textId="77777777" w:rsidR="00411FEB" w:rsidRDefault="00411FEB" w:rsidP="007D0A84"/>
  </w:endnote>
  <w:endnote w:type="continuationSeparator" w:id="0">
    <w:p w14:paraId="277A05B2" w14:textId="77777777" w:rsidR="00411FEB" w:rsidRDefault="00411FEB" w:rsidP="007D0A84">
      <w:r>
        <w:continuationSeparator/>
      </w:r>
    </w:p>
    <w:p w14:paraId="0F3946DF" w14:textId="77777777" w:rsidR="00411FEB" w:rsidRDefault="00411FEB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27FF5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13CA40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B5F12" w14:textId="77777777" w:rsidR="005D7ED5" w:rsidRPr="00D95196" w:rsidRDefault="005D7ED5" w:rsidP="005E41DE">
    <w:pPr>
      <w:pBdr>
        <w:top w:val="single" w:sz="4" w:space="1" w:color="auto"/>
      </w:pBdr>
      <w:jc w:val="right"/>
      <w:rPr>
        <w:rFonts w:cs="Arial"/>
        <w:sz w:val="20"/>
        <w:szCs w:val="20"/>
      </w:rPr>
    </w:pPr>
    <w:r w:rsidRPr="00D95196">
      <w:rPr>
        <w:rFonts w:cs="Arial"/>
        <w:sz w:val="20"/>
        <w:szCs w:val="20"/>
      </w:rPr>
      <w:t xml:space="preserve">Strona </w:t>
    </w:r>
    <w:r w:rsidRPr="00D95196">
      <w:rPr>
        <w:rFonts w:cs="Arial"/>
        <w:sz w:val="20"/>
        <w:szCs w:val="20"/>
      </w:rPr>
      <w:fldChar w:fldCharType="begin"/>
    </w:r>
    <w:r w:rsidRPr="00D95196">
      <w:rPr>
        <w:rFonts w:cs="Arial"/>
        <w:sz w:val="20"/>
        <w:szCs w:val="20"/>
      </w:rPr>
      <w:instrText xml:space="preserve"> PAGE </w:instrText>
    </w:r>
    <w:r w:rsidRPr="00D95196">
      <w:rPr>
        <w:rFonts w:cs="Arial"/>
        <w:sz w:val="20"/>
        <w:szCs w:val="20"/>
      </w:rPr>
      <w:fldChar w:fldCharType="separate"/>
    </w:r>
    <w:r w:rsidR="00EE5160" w:rsidRPr="00D95196">
      <w:rPr>
        <w:rFonts w:cs="Arial"/>
        <w:noProof/>
        <w:sz w:val="20"/>
        <w:szCs w:val="20"/>
      </w:rPr>
      <w:t>16</w:t>
    </w:r>
    <w:r w:rsidRPr="00D95196">
      <w:rPr>
        <w:rFonts w:cs="Arial"/>
        <w:sz w:val="20"/>
        <w:szCs w:val="20"/>
      </w:rPr>
      <w:fldChar w:fldCharType="end"/>
    </w:r>
    <w:r w:rsidRPr="00D95196">
      <w:rPr>
        <w:rFonts w:cs="Arial"/>
        <w:sz w:val="20"/>
        <w:szCs w:val="20"/>
      </w:rPr>
      <w:t xml:space="preserve"> z </w:t>
    </w:r>
    <w:r w:rsidRPr="00D95196">
      <w:rPr>
        <w:rFonts w:cs="Arial"/>
        <w:sz w:val="20"/>
        <w:szCs w:val="20"/>
      </w:rPr>
      <w:fldChar w:fldCharType="begin"/>
    </w:r>
    <w:r w:rsidRPr="00D95196">
      <w:rPr>
        <w:rFonts w:cs="Arial"/>
        <w:sz w:val="20"/>
        <w:szCs w:val="20"/>
      </w:rPr>
      <w:instrText xml:space="preserve"> NUMPAGES </w:instrText>
    </w:r>
    <w:r w:rsidRPr="00D95196">
      <w:rPr>
        <w:rFonts w:cs="Arial"/>
        <w:sz w:val="20"/>
        <w:szCs w:val="20"/>
      </w:rPr>
      <w:fldChar w:fldCharType="separate"/>
    </w:r>
    <w:r w:rsidR="00EE5160" w:rsidRPr="00D95196">
      <w:rPr>
        <w:rFonts w:cs="Arial"/>
        <w:noProof/>
        <w:sz w:val="20"/>
        <w:szCs w:val="20"/>
      </w:rPr>
      <w:t>16</w:t>
    </w:r>
    <w:r w:rsidRPr="00D95196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B23C" w14:textId="77777777" w:rsidR="00411FEB" w:rsidRDefault="00411FEB" w:rsidP="007D0A84">
      <w:r>
        <w:separator/>
      </w:r>
    </w:p>
    <w:p w14:paraId="52346F0E" w14:textId="77777777" w:rsidR="00411FEB" w:rsidRDefault="00411FEB" w:rsidP="007D0A84"/>
  </w:footnote>
  <w:footnote w:type="continuationSeparator" w:id="0">
    <w:p w14:paraId="39E35415" w14:textId="77777777" w:rsidR="00411FEB" w:rsidRDefault="00411FEB" w:rsidP="007D0A84">
      <w:r>
        <w:continuationSeparator/>
      </w:r>
    </w:p>
    <w:p w14:paraId="611D77C7" w14:textId="77777777" w:rsidR="00411FEB" w:rsidRDefault="00411FEB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D4138" w14:textId="34BAE7DB" w:rsidR="005D7ED5" w:rsidRPr="00D95196" w:rsidRDefault="00D95196" w:rsidP="00D95196">
    <w:pPr>
      <w:pStyle w:val="Nagwek"/>
    </w:pPr>
    <w:r>
      <w:rPr>
        <w:noProof/>
      </w:rPr>
      <w:drawing>
        <wp:inline distT="0" distB="0" distL="0" distR="0" wp14:anchorId="015D79EE" wp14:editId="7A1B49DE">
          <wp:extent cx="3185795" cy="649605"/>
          <wp:effectExtent l="0" t="0" r="0" b="0"/>
          <wp:docPr id="55" name="Obraz 55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EF842DF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3F1D69"/>
    <w:multiLevelType w:val="hybridMultilevel"/>
    <w:tmpl w:val="00AE7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4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5"/>
  </w:num>
  <w:num w:numId="15">
    <w:abstractNumId w:val="20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6FFF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2049E"/>
    <w:rsid w:val="00022515"/>
    <w:rsid w:val="00023F46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478"/>
    <w:rsid w:val="00034C39"/>
    <w:rsid w:val="00035695"/>
    <w:rsid w:val="00035F37"/>
    <w:rsid w:val="0003638D"/>
    <w:rsid w:val="00037DF7"/>
    <w:rsid w:val="000402FB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47303"/>
    <w:rsid w:val="00050718"/>
    <w:rsid w:val="00050E71"/>
    <w:rsid w:val="000532A7"/>
    <w:rsid w:val="000535E1"/>
    <w:rsid w:val="00054302"/>
    <w:rsid w:val="00054708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7FE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AF1"/>
    <w:rsid w:val="000A71C7"/>
    <w:rsid w:val="000B1B12"/>
    <w:rsid w:val="000B4606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407"/>
    <w:rsid w:val="000F0CEE"/>
    <w:rsid w:val="000F0E6C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90D"/>
    <w:rsid w:val="00125BDF"/>
    <w:rsid w:val="0012617A"/>
    <w:rsid w:val="001263AC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957F7"/>
    <w:rsid w:val="001A095A"/>
    <w:rsid w:val="001A1306"/>
    <w:rsid w:val="001A1E5E"/>
    <w:rsid w:val="001A2A4F"/>
    <w:rsid w:val="001A2CA2"/>
    <w:rsid w:val="001A2D45"/>
    <w:rsid w:val="001A5434"/>
    <w:rsid w:val="001A66D1"/>
    <w:rsid w:val="001A6D14"/>
    <w:rsid w:val="001A7F9A"/>
    <w:rsid w:val="001B0CCD"/>
    <w:rsid w:val="001B3B84"/>
    <w:rsid w:val="001B481E"/>
    <w:rsid w:val="001B5F9A"/>
    <w:rsid w:val="001C0016"/>
    <w:rsid w:val="001C07B7"/>
    <w:rsid w:val="001C0BE0"/>
    <w:rsid w:val="001C0E6B"/>
    <w:rsid w:val="001C1992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482F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8CE"/>
    <w:rsid w:val="00213F97"/>
    <w:rsid w:val="0021450A"/>
    <w:rsid w:val="002146A0"/>
    <w:rsid w:val="002150C9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282"/>
    <w:rsid w:val="002724D4"/>
    <w:rsid w:val="00272DCD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1E1E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0FBB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71B9E"/>
    <w:rsid w:val="00371C80"/>
    <w:rsid w:val="003742B3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909E3"/>
    <w:rsid w:val="003915A1"/>
    <w:rsid w:val="00391A1B"/>
    <w:rsid w:val="00391C0E"/>
    <w:rsid w:val="00392911"/>
    <w:rsid w:val="00392AE8"/>
    <w:rsid w:val="00392C48"/>
    <w:rsid w:val="00392CC0"/>
    <w:rsid w:val="00392D0E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DBE"/>
    <w:rsid w:val="003C4E2A"/>
    <w:rsid w:val="003C55AD"/>
    <w:rsid w:val="003C5B12"/>
    <w:rsid w:val="003C63C5"/>
    <w:rsid w:val="003C66B6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4AFF"/>
    <w:rsid w:val="003E6C77"/>
    <w:rsid w:val="003E6D4B"/>
    <w:rsid w:val="003E76B1"/>
    <w:rsid w:val="003E7DD4"/>
    <w:rsid w:val="003F0176"/>
    <w:rsid w:val="003F030F"/>
    <w:rsid w:val="003F05B3"/>
    <w:rsid w:val="003F22FF"/>
    <w:rsid w:val="003F28A6"/>
    <w:rsid w:val="003F2992"/>
    <w:rsid w:val="003F3585"/>
    <w:rsid w:val="003F4466"/>
    <w:rsid w:val="003F4A3E"/>
    <w:rsid w:val="003F7CC4"/>
    <w:rsid w:val="004009A2"/>
    <w:rsid w:val="0040182D"/>
    <w:rsid w:val="00402CFA"/>
    <w:rsid w:val="004041F1"/>
    <w:rsid w:val="00404706"/>
    <w:rsid w:val="0040700B"/>
    <w:rsid w:val="00407124"/>
    <w:rsid w:val="0040758B"/>
    <w:rsid w:val="0041075E"/>
    <w:rsid w:val="00411FEB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4972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3FAC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4B6C"/>
    <w:rsid w:val="00445460"/>
    <w:rsid w:val="0044583B"/>
    <w:rsid w:val="00446040"/>
    <w:rsid w:val="00447F0F"/>
    <w:rsid w:val="00450B33"/>
    <w:rsid w:val="004516E7"/>
    <w:rsid w:val="00451BC4"/>
    <w:rsid w:val="004520B9"/>
    <w:rsid w:val="0045505C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AE9"/>
    <w:rsid w:val="00470BA5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311F"/>
    <w:rsid w:val="00483F85"/>
    <w:rsid w:val="00484B96"/>
    <w:rsid w:val="00484C38"/>
    <w:rsid w:val="0048692C"/>
    <w:rsid w:val="00486DE1"/>
    <w:rsid w:val="00487343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1C5F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E2C82"/>
    <w:rsid w:val="004E3826"/>
    <w:rsid w:val="004E40F1"/>
    <w:rsid w:val="004E4572"/>
    <w:rsid w:val="004E4FF7"/>
    <w:rsid w:val="004E5F2B"/>
    <w:rsid w:val="004E63A3"/>
    <w:rsid w:val="004E66F1"/>
    <w:rsid w:val="004E7C6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2D40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19FC"/>
    <w:rsid w:val="005C3690"/>
    <w:rsid w:val="005C3EE5"/>
    <w:rsid w:val="005C450B"/>
    <w:rsid w:val="005C4728"/>
    <w:rsid w:val="005C49E0"/>
    <w:rsid w:val="005C4B32"/>
    <w:rsid w:val="005C5D4A"/>
    <w:rsid w:val="005C61CD"/>
    <w:rsid w:val="005C6A85"/>
    <w:rsid w:val="005C6F30"/>
    <w:rsid w:val="005D0687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88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E25"/>
    <w:rsid w:val="00601394"/>
    <w:rsid w:val="00601EF0"/>
    <w:rsid w:val="00602461"/>
    <w:rsid w:val="00602C5E"/>
    <w:rsid w:val="0060418A"/>
    <w:rsid w:val="006043E3"/>
    <w:rsid w:val="00604CD2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44"/>
    <w:rsid w:val="00642F50"/>
    <w:rsid w:val="006433CA"/>
    <w:rsid w:val="00644145"/>
    <w:rsid w:val="00644943"/>
    <w:rsid w:val="00644F5E"/>
    <w:rsid w:val="0064528C"/>
    <w:rsid w:val="00645B73"/>
    <w:rsid w:val="0064613A"/>
    <w:rsid w:val="0064649E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889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64B0"/>
    <w:rsid w:val="0069777C"/>
    <w:rsid w:val="00697EBE"/>
    <w:rsid w:val="006A0E17"/>
    <w:rsid w:val="006A11AF"/>
    <w:rsid w:val="006A14BF"/>
    <w:rsid w:val="006A1FD0"/>
    <w:rsid w:val="006A2BD8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016A"/>
    <w:rsid w:val="007024AC"/>
    <w:rsid w:val="00703177"/>
    <w:rsid w:val="007031EE"/>
    <w:rsid w:val="00704498"/>
    <w:rsid w:val="007050E4"/>
    <w:rsid w:val="00705AE2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0EA4"/>
    <w:rsid w:val="0076106D"/>
    <w:rsid w:val="00761CB8"/>
    <w:rsid w:val="00761D53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83"/>
    <w:rsid w:val="00770EF9"/>
    <w:rsid w:val="00772F51"/>
    <w:rsid w:val="0077443A"/>
    <w:rsid w:val="00774572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47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5BEA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1F7F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7421"/>
    <w:rsid w:val="008200AB"/>
    <w:rsid w:val="0082031F"/>
    <w:rsid w:val="0082099E"/>
    <w:rsid w:val="0082146C"/>
    <w:rsid w:val="00821605"/>
    <w:rsid w:val="00824B4F"/>
    <w:rsid w:val="00826BB5"/>
    <w:rsid w:val="00827A26"/>
    <w:rsid w:val="008304F5"/>
    <w:rsid w:val="008312D8"/>
    <w:rsid w:val="00831414"/>
    <w:rsid w:val="00832675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5AD6"/>
    <w:rsid w:val="00855C28"/>
    <w:rsid w:val="00855CFA"/>
    <w:rsid w:val="00855D35"/>
    <w:rsid w:val="008562AC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87DD4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1E5B"/>
    <w:rsid w:val="008C2D49"/>
    <w:rsid w:val="008C3F2C"/>
    <w:rsid w:val="008C40D6"/>
    <w:rsid w:val="008C5772"/>
    <w:rsid w:val="008C607B"/>
    <w:rsid w:val="008C6466"/>
    <w:rsid w:val="008C6840"/>
    <w:rsid w:val="008D05E0"/>
    <w:rsid w:val="008D1626"/>
    <w:rsid w:val="008D1BFF"/>
    <w:rsid w:val="008D222F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07BB0"/>
    <w:rsid w:val="0091003C"/>
    <w:rsid w:val="009106A2"/>
    <w:rsid w:val="009109CC"/>
    <w:rsid w:val="009126E1"/>
    <w:rsid w:val="00912DC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320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1EC"/>
    <w:rsid w:val="00954150"/>
    <w:rsid w:val="0095425E"/>
    <w:rsid w:val="00957071"/>
    <w:rsid w:val="00957609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56FA"/>
    <w:rsid w:val="00976B6A"/>
    <w:rsid w:val="00976D12"/>
    <w:rsid w:val="00977E29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124A"/>
    <w:rsid w:val="00994E88"/>
    <w:rsid w:val="0099513E"/>
    <w:rsid w:val="009954E3"/>
    <w:rsid w:val="00996F6E"/>
    <w:rsid w:val="00997021"/>
    <w:rsid w:val="00997D28"/>
    <w:rsid w:val="009A0479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1A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71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CC4"/>
    <w:rsid w:val="00A24AD1"/>
    <w:rsid w:val="00A24ED2"/>
    <w:rsid w:val="00A25C00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395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7A8"/>
    <w:rsid w:val="00AA29E1"/>
    <w:rsid w:val="00AA2D51"/>
    <w:rsid w:val="00AA3B05"/>
    <w:rsid w:val="00AA757D"/>
    <w:rsid w:val="00AA7F9F"/>
    <w:rsid w:val="00AB0153"/>
    <w:rsid w:val="00AB03A1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F26"/>
    <w:rsid w:val="00AF4995"/>
    <w:rsid w:val="00AF6977"/>
    <w:rsid w:val="00B00788"/>
    <w:rsid w:val="00B0198A"/>
    <w:rsid w:val="00B029A7"/>
    <w:rsid w:val="00B02AAA"/>
    <w:rsid w:val="00B02E48"/>
    <w:rsid w:val="00B03AFF"/>
    <w:rsid w:val="00B046E4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56F"/>
    <w:rsid w:val="00B2761E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1E48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23C5"/>
    <w:rsid w:val="00BB2C6B"/>
    <w:rsid w:val="00BB3C5A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19B"/>
    <w:rsid w:val="00BE646D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47C2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6042"/>
    <w:rsid w:val="00C41340"/>
    <w:rsid w:val="00C416A6"/>
    <w:rsid w:val="00C41B13"/>
    <w:rsid w:val="00C427DB"/>
    <w:rsid w:val="00C42E07"/>
    <w:rsid w:val="00C43119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675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626"/>
    <w:rsid w:val="00D51C7D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196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5C45"/>
    <w:rsid w:val="00E06C34"/>
    <w:rsid w:val="00E07154"/>
    <w:rsid w:val="00E07AFC"/>
    <w:rsid w:val="00E07C37"/>
    <w:rsid w:val="00E07D3B"/>
    <w:rsid w:val="00E10AB3"/>
    <w:rsid w:val="00E110DE"/>
    <w:rsid w:val="00E11212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1761"/>
    <w:rsid w:val="00E44FB9"/>
    <w:rsid w:val="00E45232"/>
    <w:rsid w:val="00E47073"/>
    <w:rsid w:val="00E51147"/>
    <w:rsid w:val="00E52C7C"/>
    <w:rsid w:val="00E533BD"/>
    <w:rsid w:val="00E53B26"/>
    <w:rsid w:val="00E54B3B"/>
    <w:rsid w:val="00E5581E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7D4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22E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4332"/>
    <w:rsid w:val="00EE45ED"/>
    <w:rsid w:val="00EE4E71"/>
    <w:rsid w:val="00EE5160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D21"/>
    <w:rsid w:val="00EF153B"/>
    <w:rsid w:val="00EF1FE3"/>
    <w:rsid w:val="00EF21B9"/>
    <w:rsid w:val="00EF2230"/>
    <w:rsid w:val="00EF2411"/>
    <w:rsid w:val="00EF2FF1"/>
    <w:rsid w:val="00EF3BAE"/>
    <w:rsid w:val="00EF3E96"/>
    <w:rsid w:val="00EF4034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2DC3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A05"/>
    <w:rsid w:val="00F667FC"/>
    <w:rsid w:val="00F717EC"/>
    <w:rsid w:val="00F7305A"/>
    <w:rsid w:val="00F73F10"/>
    <w:rsid w:val="00F7464A"/>
    <w:rsid w:val="00F749D9"/>
    <w:rsid w:val="00F74B71"/>
    <w:rsid w:val="00F7623B"/>
    <w:rsid w:val="00F76C1B"/>
    <w:rsid w:val="00F774B1"/>
    <w:rsid w:val="00F80722"/>
    <w:rsid w:val="00F82B95"/>
    <w:rsid w:val="00F86121"/>
    <w:rsid w:val="00F87090"/>
    <w:rsid w:val="00F87E0D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B0ED4"/>
    <w:rsid w:val="00FB395E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65F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1343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6D8"/>
    <w:rsid w:val="00FE69BA"/>
    <w:rsid w:val="00FF0570"/>
    <w:rsid w:val="00FF0608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6F97747"/>
  <w15:chartTrackingRefBased/>
  <w15:docId w15:val="{7A32AA23-AEF8-4110-A360-DA0A817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2FF"/>
    <w:pPr>
      <w:spacing w:before="160" w:after="160"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F22FF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3F22FF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3F22FF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F22FF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3F22FF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3F22FF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3F22FF"/>
    <w:rPr>
      <w:rFonts w:ascii="Lato" w:eastAsia="Times New Roman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B2756F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B2756F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502D40"/>
    <w:pPr>
      <w:spacing w:before="180" w:after="60"/>
    </w:pPr>
    <w:rPr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424972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424972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424972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33FA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33FAC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0C866-CF55-4CF5-B0AA-EBA63333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41</TotalTime>
  <Pages>21</Pages>
  <Words>2406</Words>
  <Characters>19540</Characters>
  <Application>Microsoft Office Word</Application>
  <DocSecurity>0</DocSecurity>
  <Lines>162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od nabycia wewnątrzwspólnotowego wyrobów gazowych (z wyłączeniem gazu do napędu silników spalinowych) AKC-WG</vt:lpstr>
    </vt:vector>
  </TitlesOfParts>
  <Company>Asseco Poland SA.</Company>
  <LinksUpToDate>false</LinksUpToDate>
  <CharactersWithSpaces>21903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1703997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_Toc428981972</vt:lpwstr>
      </vt:variant>
      <vt:variant>
        <vt:i4>1703997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_Toc428981971</vt:lpwstr>
      </vt:variant>
      <vt:variant>
        <vt:i4>1703997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_Toc428981970</vt:lpwstr>
      </vt:variant>
      <vt:variant>
        <vt:i4>1769533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_Toc428981969</vt:lpwstr>
      </vt:variant>
      <vt:variant>
        <vt:i4>1769533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_Toc428981968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_Toc442431729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_Toc442431728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_Toc442431727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_Toc442431726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_Toc442431725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_Toc442431724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_Toc442431723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_Toc442431722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_Toc442431721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_Toc442431720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_Toc442431719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_Toc442431718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_Toc442431717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_Toc442431716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_Toc442431715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_Toc442431714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_Toc442431713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_Toc442431712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od nabycia wewnątrzwspólnotowego wyrobów gazowych (z wyłączeniem gazu do napędu silników spalinowych) AKC-WG</dc:title>
  <dc:subject/>
  <cp:keywords>ZEFIR2; PUESC</cp:keywords>
  <cp:lastModifiedBy>Fall Krzysztof</cp:lastModifiedBy>
  <cp:revision>16</cp:revision>
  <cp:lastPrinted>2013-01-03T11:52:00Z</cp:lastPrinted>
  <dcterms:created xsi:type="dcterms:W3CDTF">2024-09-27T08:29:00Z</dcterms:created>
  <dcterms:modified xsi:type="dcterms:W3CDTF">2024-11-28T12:53:00Z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ZF2-PWT-KXML-AKCWG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UxC4dwLulzfINJ8nQH+xvX5LNGipWa4BRSZhPgxsCvl+Sx0liqLl3b9TTpEVvxERr8HpOyNTRGTolundrBvlZQ==</vt:lpwstr>
  </property>
  <property fmtid="{D5CDD505-2E9C-101B-9397-08002B2CF9AE}" pid="7" name="MFClassificationDate">
    <vt:lpwstr>2024-09-27T10:29:08.5268740+02:00</vt:lpwstr>
  </property>
  <property fmtid="{D5CDD505-2E9C-101B-9397-08002B2CF9AE}" pid="8" name="MFClassifiedBySID">
    <vt:lpwstr>UxC4dwLulzfINJ8nQH+xvX5LNGipWa4BRSZhPgxsCvm42mrIC/DSDv0ggS+FjUN/2v1BBotkLlY5aAiEhoi6uQBXN/b34YYhhqXU8jrZdM58l1Oy4LOrZqXhiyOc0kvE</vt:lpwstr>
  </property>
  <property fmtid="{D5CDD505-2E9C-101B-9397-08002B2CF9AE}" pid="9" name="MFGRNItemId">
    <vt:lpwstr>GRN-56d32196-a6c2-41c9-8580-81fc936e7a48</vt:lpwstr>
  </property>
  <property fmtid="{D5CDD505-2E9C-101B-9397-08002B2CF9AE}" pid="10" name="MFHash">
    <vt:lpwstr>lKStJ0BPsHb2P3PSkE8N2aAvCuRMD8STJE9mqOGhQ3o=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